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CC73C4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CC73C4" w:rsidRPr="00CC73C4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</w:t>
      </w:r>
      <w:r w:rsidR="00F8649B" w:rsidRPr="00F8649B">
        <w:rPr>
          <w:rFonts w:ascii="Times New Roman" w:hAnsi="Times New Roman" w:cs="Times New Roman"/>
          <w:bCs/>
          <w:sz w:val="28"/>
          <w:szCs w:val="28"/>
        </w:rPr>
        <w:t>О государственной регистрации актов гражданского состояния на территории Ярославской области</w:t>
      </w:r>
      <w:r w:rsidR="00CC73C4" w:rsidRPr="00CC73C4">
        <w:rPr>
          <w:rFonts w:ascii="Times New Roman" w:hAnsi="Times New Roman" w:cs="Times New Roman"/>
          <w:bCs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F8649B" w:rsidRPr="00F8649B" w:rsidRDefault="00465C09" w:rsidP="00F8649B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F8649B" w:rsidRPr="00F8649B">
        <w:rPr>
          <w:bCs/>
          <w:szCs w:val="28"/>
        </w:rPr>
        <w:t>исполняющий обязанности начальника управления записи актов гражданского состояния Правительства Ярославской области Анисимов А.В.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0516F">
        <w:rPr>
          <w:rFonts w:ascii="Times New Roman" w:hAnsi="Times New Roman"/>
          <w:sz w:val="28"/>
        </w:rPr>
        <w:t>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64D" w:rsidRDefault="000C564D">
      <w:r>
        <w:separator/>
      </w:r>
    </w:p>
  </w:endnote>
  <w:endnote w:type="continuationSeparator" w:id="0">
    <w:p w:rsidR="000C564D" w:rsidRDefault="000C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64D" w:rsidRDefault="000C564D">
      <w:r>
        <w:separator/>
      </w:r>
    </w:p>
  </w:footnote>
  <w:footnote w:type="continuationSeparator" w:id="0">
    <w:p w:rsidR="000C564D" w:rsidRDefault="000C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A6167"/>
    <w:rsid w:val="000C4C30"/>
    <w:rsid w:val="000C564D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B0A6C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6381D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0354"/>
    <w:rsid w:val="00901F12"/>
    <w:rsid w:val="0090516F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430B5"/>
    <w:rsid w:val="00B44379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C73C4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DF194A"/>
    <w:rsid w:val="00E23E8E"/>
    <w:rsid w:val="00E24CE3"/>
    <w:rsid w:val="00E26561"/>
    <w:rsid w:val="00E32A8E"/>
    <w:rsid w:val="00E32BAC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5588"/>
    <w:rsid w:val="00F714BC"/>
    <w:rsid w:val="00F81637"/>
    <w:rsid w:val="00F857B0"/>
    <w:rsid w:val="00F8649B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9280F-E2B2-4E23-87FB-29F6BAC7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2025-12-17T07:14:00Z</dcterms:created>
  <dcterms:modified xsi:type="dcterms:W3CDTF">2025-12-17T07:14:00Z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