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347" w:rsidRPr="009F6A06" w:rsidRDefault="00F64347" w:rsidP="00F64347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6</w:t>
      </w:r>
    </w:p>
    <w:p w:rsidR="00F64347" w:rsidRPr="009F6A06" w:rsidRDefault="00F64347" w:rsidP="00F64347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F64347" w:rsidRPr="009F6A06" w:rsidRDefault="00F64347" w:rsidP="00F64347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>от ______________ № _______</w:t>
      </w:r>
    </w:p>
    <w:p w:rsidR="00F64347" w:rsidRPr="009F6A06" w:rsidRDefault="00F64347" w:rsidP="00F64347">
      <w:pPr>
        <w:ind w:firstLine="851"/>
        <w:jc w:val="left"/>
        <w:rPr>
          <w:rFonts w:ascii="Times New Roman" w:hAnsi="Times New Roman"/>
          <w:sz w:val="28"/>
          <w:szCs w:val="28"/>
        </w:rPr>
      </w:pPr>
    </w:p>
    <w:p w:rsidR="00F64347" w:rsidRPr="009F6A06" w:rsidRDefault="00F64347" w:rsidP="00F64347">
      <w:pPr>
        <w:widowControl w:val="0"/>
        <w:autoSpaceDE w:val="0"/>
        <w:autoSpaceDN w:val="0"/>
        <w:adjustRightInd w:val="0"/>
        <w:ind w:left="5664" w:firstLine="0"/>
        <w:jc w:val="lef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6</w:t>
      </w:r>
    </w:p>
    <w:p w:rsidR="00F64347" w:rsidRPr="009F6A06" w:rsidRDefault="00F64347" w:rsidP="00F64347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F64347" w:rsidRDefault="00F64347" w:rsidP="00F64347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13</w:t>
      </w: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89</w:t>
      </w: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547309" w:rsidRDefault="00547309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326F8" w:rsidRPr="002C4DFA" w:rsidRDefault="00D326F8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560FE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C26238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</w:t>
      </w:r>
      <w:r w:rsidR="00C2623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бюджета Федерального фонда обязательного медицинского </w:t>
      </w:r>
    </w:p>
    <w:p w:rsidR="00651010" w:rsidRPr="002C4DFA" w:rsidRDefault="00C26238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страхования</w:t>
      </w:r>
      <w:r w:rsidR="00CE187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</w:t>
      </w:r>
      <w:r w:rsidR="00651010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фондов обязательного медицинского страхования</w:t>
      </w:r>
      <w:r w:rsidR="00A457BF" w:rsidRPr="000A61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Pr="002C4DFA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293F2E" w:rsidRPr="002C4DFA" w:rsidRDefault="00B725FD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604C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0754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20</w:t>
      </w:r>
      <w:r w:rsid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0754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293F2E" w:rsidRPr="002C4DFA" w:rsidRDefault="00293F2E" w:rsidP="004C693A">
      <w:pPr>
        <w:adjustRightInd w:val="0"/>
        <w:ind w:left="0"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39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2269"/>
        <w:gridCol w:w="2267"/>
        <w:gridCol w:w="567"/>
      </w:tblGrid>
      <w:tr w:rsidR="00F64347" w:rsidRPr="00D326F8" w:rsidTr="000A51BE">
        <w:trPr>
          <w:trHeight w:val="713"/>
          <w:tblHeader/>
        </w:trPr>
        <w:tc>
          <w:tcPr>
            <w:tcW w:w="2353" w:type="pct"/>
            <w:tcMar>
              <w:left w:w="28" w:type="dxa"/>
              <w:right w:w="28" w:type="dxa"/>
            </w:tcMar>
            <w:vAlign w:val="center"/>
          </w:tcPr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  <w:vAlign w:val="center"/>
          </w:tcPr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на</w:t>
            </w:r>
          </w:p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2026 год</w:t>
            </w:r>
          </w:p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на</w:t>
            </w:r>
          </w:p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2027 год</w:t>
            </w:r>
          </w:p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F64347" w:rsidRPr="00D326F8" w:rsidTr="000A51BE">
        <w:trPr>
          <w:trHeight w:val="637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D326F8" w:rsidRDefault="00F64347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F64347" w:rsidRPr="00D326F8" w:rsidRDefault="00F64347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D326F8" w:rsidRDefault="000D427F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29 834 917 700,00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D326F8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31 874 798 000,00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Pr="00D326F8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F64347" w:rsidRPr="00D326F8" w:rsidTr="000A51BE">
        <w:trPr>
          <w:trHeight w:val="637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D326F8" w:rsidRDefault="00F64347" w:rsidP="00FC6607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 в том числе: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D326F8" w:rsidRDefault="000D427F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28 901 912 800,00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D326F8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30 878 348 800,00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Pr="00D326F8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F64347" w:rsidRPr="008560FE" w:rsidTr="000A51BE">
        <w:trPr>
          <w:trHeight w:val="637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8560FE" w:rsidRDefault="00F64347" w:rsidP="00F4749B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560FE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8560FE" w:rsidRDefault="000D427F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28 746 838 754,00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8560FE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30 720 448 354,00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64347" w:rsidRPr="008560FE" w:rsidTr="000A51BE">
        <w:trPr>
          <w:trHeight w:val="637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8560FE" w:rsidRDefault="00F64347" w:rsidP="00C65D8F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медицинского страхования)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8560FE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155 074 046,00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8560FE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157 900 446,00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4347" w:rsidRPr="00D326F8" w:rsidTr="000A51BE">
        <w:trPr>
          <w:trHeight w:val="303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D326F8" w:rsidRDefault="00F64347" w:rsidP="00C05B8A">
            <w:pPr>
              <w:pStyle w:val="ConsPlusNormal"/>
              <w:jc w:val="both"/>
              <w:rPr>
                <w:rFonts w:eastAsia="Times New Roman"/>
                <w:b/>
                <w:i/>
                <w:noProof/>
              </w:rPr>
            </w:pPr>
            <w:r w:rsidRPr="00D326F8">
              <w:rPr>
                <w:b/>
                <w:i/>
              </w:rPr>
              <w:t>за счет средств бюджетов других территориальных фондов обязательного медицинского страхования, в том числе: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D326F8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D326F8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996 449 200,00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Pr="00D326F8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F64347" w:rsidRPr="008560FE" w:rsidTr="000A51BE">
        <w:trPr>
          <w:trHeight w:val="259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8560FE" w:rsidRDefault="00F64347" w:rsidP="008560FE">
            <w:pPr>
              <w:pStyle w:val="ConsPlusNormal"/>
              <w:jc w:val="both"/>
              <w:rPr>
                <w:rFonts w:eastAsia="Times New Roman"/>
                <w:noProof/>
              </w:rPr>
            </w:pPr>
            <w:r w:rsidRPr="008560FE">
              <w:lastRenderedPageBreak/>
              <w:t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8560FE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8560FE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996 449 200,00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4347" w:rsidRDefault="00F64347" w:rsidP="00F64347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0A51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bookmarkStart w:id="0" w:name="_GoBack"/>
            <w:bookmarkEnd w:id="0"/>
          </w:p>
        </w:tc>
      </w:tr>
    </w:tbl>
    <w:p w:rsidR="00293F2E" w:rsidRPr="002C4DFA" w:rsidRDefault="00293F2E" w:rsidP="004C693A">
      <w:pPr>
        <w:adjustRightInd w:val="0"/>
        <w:ind w:left="0"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2C4DFA" w:rsidSect="00F44397">
      <w:headerReference w:type="default" r:id="rId6"/>
      <w:pgSz w:w="11906" w:h="16838"/>
      <w:pgMar w:top="1134" w:right="849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7FA" w:rsidRDefault="005D47FA" w:rsidP="0057345D">
      <w:r>
        <w:separator/>
      </w:r>
    </w:p>
  </w:endnote>
  <w:endnote w:type="continuationSeparator" w:id="0">
    <w:p w:rsidR="005D47FA" w:rsidRDefault="005D47FA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7FA" w:rsidRDefault="005D47FA" w:rsidP="0057345D">
      <w:r>
        <w:separator/>
      </w:r>
    </w:p>
  </w:footnote>
  <w:footnote w:type="continuationSeparator" w:id="0">
    <w:p w:rsidR="005D47FA" w:rsidRDefault="005D47FA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04D" w:rsidRPr="004C693A" w:rsidRDefault="00B67209" w:rsidP="004C693A">
    <w:pPr>
      <w:pStyle w:val="a7"/>
      <w:ind w:left="0" w:firstLine="0"/>
      <w:jc w:val="center"/>
      <w:rPr>
        <w:rFonts w:ascii="Times New Roman" w:hAnsi="Times New Roman"/>
        <w:sz w:val="28"/>
      </w:rPr>
    </w:pPr>
    <w:r w:rsidRPr="004C693A">
      <w:rPr>
        <w:rFonts w:ascii="Times New Roman" w:hAnsi="Times New Roman"/>
        <w:sz w:val="28"/>
      </w:rPr>
      <w:fldChar w:fldCharType="begin"/>
    </w:r>
    <w:r w:rsidR="00DE304D" w:rsidRPr="004C693A">
      <w:rPr>
        <w:rFonts w:ascii="Times New Roman" w:hAnsi="Times New Roman"/>
        <w:sz w:val="28"/>
      </w:rPr>
      <w:instrText>PAGE   \* MERGEFORMAT</w:instrText>
    </w:r>
    <w:r w:rsidRPr="004C693A">
      <w:rPr>
        <w:rFonts w:ascii="Times New Roman" w:hAnsi="Times New Roman"/>
        <w:sz w:val="28"/>
      </w:rPr>
      <w:fldChar w:fldCharType="separate"/>
    </w:r>
    <w:r w:rsidR="000A51BE">
      <w:rPr>
        <w:rFonts w:ascii="Times New Roman" w:hAnsi="Times New Roman"/>
        <w:noProof/>
        <w:sz w:val="28"/>
      </w:rPr>
      <w:t>2</w:t>
    </w:r>
    <w:r w:rsidRPr="004C693A">
      <w:rPr>
        <w:rFonts w:ascii="Times New Roman" w:hAnsi="Times New Roman"/>
        <w:sz w:val="28"/>
      </w:rPr>
      <w:fldChar w:fldCharType="end"/>
    </w:r>
  </w:p>
  <w:p w:rsidR="00DE304D" w:rsidRDefault="00DE30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F2E"/>
    <w:rsid w:val="00016E1B"/>
    <w:rsid w:val="00021C71"/>
    <w:rsid w:val="000377B8"/>
    <w:rsid w:val="000754D8"/>
    <w:rsid w:val="00085801"/>
    <w:rsid w:val="000A51BE"/>
    <w:rsid w:val="000A6108"/>
    <w:rsid w:val="000B304B"/>
    <w:rsid w:val="000C5242"/>
    <w:rsid w:val="000D427F"/>
    <w:rsid w:val="000E4801"/>
    <w:rsid w:val="000E4C5C"/>
    <w:rsid w:val="000F3799"/>
    <w:rsid w:val="000F7573"/>
    <w:rsid w:val="00127961"/>
    <w:rsid w:val="00134496"/>
    <w:rsid w:val="00152BC9"/>
    <w:rsid w:val="001573BA"/>
    <w:rsid w:val="00160633"/>
    <w:rsid w:val="001830E1"/>
    <w:rsid w:val="001939D4"/>
    <w:rsid w:val="00194EF6"/>
    <w:rsid w:val="001C0BC2"/>
    <w:rsid w:val="001F6C6C"/>
    <w:rsid w:val="00221B16"/>
    <w:rsid w:val="002363B6"/>
    <w:rsid w:val="00240539"/>
    <w:rsid w:val="00254CEB"/>
    <w:rsid w:val="00265D5C"/>
    <w:rsid w:val="00271722"/>
    <w:rsid w:val="00285F5C"/>
    <w:rsid w:val="00291A2B"/>
    <w:rsid w:val="00293F2E"/>
    <w:rsid w:val="002A6241"/>
    <w:rsid w:val="002B4B3B"/>
    <w:rsid w:val="002C0382"/>
    <w:rsid w:val="002C2700"/>
    <w:rsid w:val="002C4A52"/>
    <w:rsid w:val="002C4DFA"/>
    <w:rsid w:val="002C51F6"/>
    <w:rsid w:val="002D3AD4"/>
    <w:rsid w:val="002E101C"/>
    <w:rsid w:val="00306BCC"/>
    <w:rsid w:val="00310093"/>
    <w:rsid w:val="00324A0F"/>
    <w:rsid w:val="00351F9F"/>
    <w:rsid w:val="00373EC0"/>
    <w:rsid w:val="0038202D"/>
    <w:rsid w:val="003B3644"/>
    <w:rsid w:val="003B63AE"/>
    <w:rsid w:val="003F0FA2"/>
    <w:rsid w:val="003F422F"/>
    <w:rsid w:val="0041250B"/>
    <w:rsid w:val="00422EB9"/>
    <w:rsid w:val="004401E6"/>
    <w:rsid w:val="004476E2"/>
    <w:rsid w:val="00462710"/>
    <w:rsid w:val="0046599F"/>
    <w:rsid w:val="00477F32"/>
    <w:rsid w:val="004872B3"/>
    <w:rsid w:val="00492D4C"/>
    <w:rsid w:val="004A20CF"/>
    <w:rsid w:val="004A6F01"/>
    <w:rsid w:val="004B6F71"/>
    <w:rsid w:val="004C0E61"/>
    <w:rsid w:val="004C693A"/>
    <w:rsid w:val="004D2A79"/>
    <w:rsid w:val="004D4742"/>
    <w:rsid w:val="00506529"/>
    <w:rsid w:val="005150E2"/>
    <w:rsid w:val="00531E1B"/>
    <w:rsid w:val="005419DA"/>
    <w:rsid w:val="00547309"/>
    <w:rsid w:val="0055462D"/>
    <w:rsid w:val="00565C82"/>
    <w:rsid w:val="0057345D"/>
    <w:rsid w:val="00593D26"/>
    <w:rsid w:val="0059430E"/>
    <w:rsid w:val="00596744"/>
    <w:rsid w:val="005A0BAB"/>
    <w:rsid w:val="005C41C9"/>
    <w:rsid w:val="005D47FA"/>
    <w:rsid w:val="005D53C9"/>
    <w:rsid w:val="005E0428"/>
    <w:rsid w:val="005F03DD"/>
    <w:rsid w:val="0060023C"/>
    <w:rsid w:val="00602CC5"/>
    <w:rsid w:val="00604C93"/>
    <w:rsid w:val="00604FC8"/>
    <w:rsid w:val="00607047"/>
    <w:rsid w:val="006229AA"/>
    <w:rsid w:val="00622B9C"/>
    <w:rsid w:val="00651010"/>
    <w:rsid w:val="00675292"/>
    <w:rsid w:val="00684FA8"/>
    <w:rsid w:val="006B55AA"/>
    <w:rsid w:val="007123C6"/>
    <w:rsid w:val="007164A8"/>
    <w:rsid w:val="007402C0"/>
    <w:rsid w:val="0076437E"/>
    <w:rsid w:val="00766280"/>
    <w:rsid w:val="00782A75"/>
    <w:rsid w:val="00785AFB"/>
    <w:rsid w:val="007B0016"/>
    <w:rsid w:val="007C378C"/>
    <w:rsid w:val="007D72C4"/>
    <w:rsid w:val="008033F3"/>
    <w:rsid w:val="008113E3"/>
    <w:rsid w:val="0081215B"/>
    <w:rsid w:val="00812613"/>
    <w:rsid w:val="00841D1E"/>
    <w:rsid w:val="00855E37"/>
    <w:rsid w:val="008560FE"/>
    <w:rsid w:val="00857656"/>
    <w:rsid w:val="0087015C"/>
    <w:rsid w:val="008A589C"/>
    <w:rsid w:val="008B2258"/>
    <w:rsid w:val="008C2DF2"/>
    <w:rsid w:val="008D6EAA"/>
    <w:rsid w:val="008E18E1"/>
    <w:rsid w:val="00903C9B"/>
    <w:rsid w:val="009414C8"/>
    <w:rsid w:val="00953A64"/>
    <w:rsid w:val="00992444"/>
    <w:rsid w:val="00992F9D"/>
    <w:rsid w:val="00994E75"/>
    <w:rsid w:val="009A5145"/>
    <w:rsid w:val="009A781E"/>
    <w:rsid w:val="009E5D40"/>
    <w:rsid w:val="00A1155C"/>
    <w:rsid w:val="00A13FD5"/>
    <w:rsid w:val="00A34E34"/>
    <w:rsid w:val="00A457BF"/>
    <w:rsid w:val="00A52DB3"/>
    <w:rsid w:val="00A70A74"/>
    <w:rsid w:val="00A96129"/>
    <w:rsid w:val="00AB12E4"/>
    <w:rsid w:val="00AB5D9C"/>
    <w:rsid w:val="00AC4454"/>
    <w:rsid w:val="00AC5FAA"/>
    <w:rsid w:val="00B34EF1"/>
    <w:rsid w:val="00B55EE7"/>
    <w:rsid w:val="00B61123"/>
    <w:rsid w:val="00B67209"/>
    <w:rsid w:val="00B725FD"/>
    <w:rsid w:val="00B878F6"/>
    <w:rsid w:val="00BA1425"/>
    <w:rsid w:val="00BC24A1"/>
    <w:rsid w:val="00BD1474"/>
    <w:rsid w:val="00BE348C"/>
    <w:rsid w:val="00BF0935"/>
    <w:rsid w:val="00BF0DE5"/>
    <w:rsid w:val="00C03E56"/>
    <w:rsid w:val="00C05B8A"/>
    <w:rsid w:val="00C26238"/>
    <w:rsid w:val="00C3124C"/>
    <w:rsid w:val="00C524CB"/>
    <w:rsid w:val="00C65D8F"/>
    <w:rsid w:val="00C93FB3"/>
    <w:rsid w:val="00CB69E2"/>
    <w:rsid w:val="00CC378C"/>
    <w:rsid w:val="00CD76F1"/>
    <w:rsid w:val="00CE1878"/>
    <w:rsid w:val="00D018CF"/>
    <w:rsid w:val="00D03A7D"/>
    <w:rsid w:val="00D070E4"/>
    <w:rsid w:val="00D326F8"/>
    <w:rsid w:val="00D5624E"/>
    <w:rsid w:val="00D812D4"/>
    <w:rsid w:val="00D86C3B"/>
    <w:rsid w:val="00DE304D"/>
    <w:rsid w:val="00DE5070"/>
    <w:rsid w:val="00E0112C"/>
    <w:rsid w:val="00E07B0D"/>
    <w:rsid w:val="00E33950"/>
    <w:rsid w:val="00E37E89"/>
    <w:rsid w:val="00E64C70"/>
    <w:rsid w:val="00E81787"/>
    <w:rsid w:val="00E92B59"/>
    <w:rsid w:val="00E97314"/>
    <w:rsid w:val="00E97A77"/>
    <w:rsid w:val="00EB0DE3"/>
    <w:rsid w:val="00EB7FE3"/>
    <w:rsid w:val="00EC030C"/>
    <w:rsid w:val="00EC22BF"/>
    <w:rsid w:val="00F17809"/>
    <w:rsid w:val="00F44397"/>
    <w:rsid w:val="00F64150"/>
    <w:rsid w:val="00F64347"/>
    <w:rsid w:val="00F66893"/>
    <w:rsid w:val="00F67E38"/>
    <w:rsid w:val="00FA0BF2"/>
    <w:rsid w:val="00FA26DE"/>
    <w:rsid w:val="00FA4387"/>
    <w:rsid w:val="00FC1D39"/>
    <w:rsid w:val="00FC49E6"/>
    <w:rsid w:val="00FC6607"/>
    <w:rsid w:val="00FD57C9"/>
    <w:rsid w:val="00FE34A5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171CB"/>
  <w15:docId w15:val="{3ABAB380-4EF4-4522-9DF7-9C949DB5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622B9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Гаврилова Елена Николаевна</cp:lastModifiedBy>
  <cp:revision>2</cp:revision>
  <cp:lastPrinted>2025-05-19T13:59:00Z</cp:lastPrinted>
  <dcterms:created xsi:type="dcterms:W3CDTF">2025-05-19T14:01:00Z</dcterms:created>
  <dcterms:modified xsi:type="dcterms:W3CDTF">2025-05-19T14:01:00Z</dcterms:modified>
</cp:coreProperties>
</file>