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3326D" w:rsidRPr="002036E4" w:rsidRDefault="0053326D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2036E4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6D597A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Федерации за 20</w:t>
      </w:r>
      <w:r w:rsidR="00EF6B02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B7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C217B" w:rsidRPr="002036E4" w:rsidRDefault="002C217B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2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7"/>
        <w:gridCol w:w="1759"/>
        <w:gridCol w:w="1010"/>
        <w:gridCol w:w="2262"/>
      </w:tblGrid>
      <w:tr w:rsidR="00A07AFC" w:rsidRPr="00DC5A27" w:rsidTr="001E0E49">
        <w:trPr>
          <w:trHeight w:val="20"/>
          <w:tblHeader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19 424 574 527,89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17 183 331 073,08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01.1.01.51610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01.1.01.52160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3 594 899,75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2 171 918,75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1 422 981,00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Сил Российской Федерации, находящимся в отпуске, в том числе по болезни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01.1.01.53190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01.1.01.54600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53 458 368,90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33 034 031,22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20 219 817,40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201 705,41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7 220 001 334,88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17 154 789,83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2 227 278,38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7 200 349 125,12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270 141,55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859 894,50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658 742,50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1 900 206 262,32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108 984 627,83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1 791 221 634,49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01.1.01.75040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0723B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01.1.01.76090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01.1.01.R0504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1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71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1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71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46 312 555,01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46 277 537,01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01.1.01.R3630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01.1.01.R4020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210 939 100,00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01.1.02.R1380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14 352 870,00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01.1.03.73660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01.2.01.74940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01.2.01.76100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01.3.01.R7520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51 427 515,31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01.3.02.R3850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01.3.02.А3850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01.3.N1.55540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257 630 067,44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01.3.N2.51920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01.3.N2.55860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104 906 415,55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01.3.N3.51900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01.3.N3.74940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01.3.N4.52460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01.3.N4.Д2460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67 953 733,67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67 953 733,67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01.3.N9.00000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902 859 992,57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01.3.N9.53650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902 859 992,57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88 530 750,00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814 329 242,57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30 827 653 617,76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5 385 956 914,27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5 105 621 413,91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284 903 693,44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42 392 113,38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4 776 069 764,11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2 255 842,98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за присмотр и уход за детьми, осваивающими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02.1.01.70440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02.1.01.R0504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02.1.01.R3034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30 739 095,67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970 128,67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29 768 967,00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21 819 676 891,42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компенсацию расходов за присмотр и уход за детьми,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02.1.02.70430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02.1.02.R0501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854 781 113,67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00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 по обеспечению обязательных требований охраны объектов образования I</w:t>
            </w:r>
            <w:r w:rsidR="0000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0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="0000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02.1.03.76010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455 027 035,00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431 064 740,80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26 755 855,90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394 283 884,90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23 962 294,20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23 322 294,20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02.2.01.71700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692 836 488,84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02.3.01.77640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1 100 527 110,43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02.3.E1.52560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02.3.E1.55200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02.3.E1.64800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02.3.E1.71870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02.3.E1.Д5200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268 294 236,16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02.3.E2.50981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166 148 390,42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02.3.E4.72190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02.3.EВ.00000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76 458 999,24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02.3.EВ.57860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14 508 126 118,94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7 880 470 072,28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160 907 220,99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1 938 091,12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158 969 129,87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40 010,91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39 497,52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831 492 236,69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10 588 406,57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820 903 830,12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80 472 486,39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966 760,84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79 505 725,55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2 712 927,93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2 681 638,52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4 054 528,47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50 338,47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60 499 988,36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719 798,76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59 780 189,60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380 486,80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35 597 815,00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2 764 132,63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245 968 709,00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42 601,86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13 354,84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1 122 828,00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80 966,18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6 713 639,00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1 347 170,06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110 146 783,00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3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64 262,03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5 104 445,00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102 139 544,00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76 835 782,46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1 212 747,47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75 623 034,99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6 375 012,92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85 124,65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6 289 888,27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9 673 472,41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9 551 256,00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571 538,33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78 551,05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6 629 105,00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7 050 268,50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6 951 989,00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11 479 629,87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193 942,37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11 285 687,50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520 549 395,88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7 311 554,22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513 237 841,66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341 330 500,72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4 800 807,72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336 529 693,00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9 858 310,20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118 710,20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860 858,25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206 261 612,67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2 601 599,74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203 660 012,93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1 899 499 455,94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26 264 536,70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1 873 234 919,24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5 520 601,63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68 761,63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5 451 840,00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692 644,20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9 281 033,04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108 748,42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9 172 284,62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03.1.01.77760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210 151,20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5 262 367 312,86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5 399 433,54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55 705,30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5 343 728,24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2 349 695 423,08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600 046 658,06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122 451 185,05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914 732,76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1 622 185 383,47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4 097 463,74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03.1.02.73680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514 055 190,81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38 146 198,32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03.1.04.52520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83 674,02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82 882,56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37 762 524,30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33 197 627,30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3 664 897,00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лиц, осуществивших погребение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03.1.04.75650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284 429 379,24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32 651 188,17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32 186 188,36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1 018 799,92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674 300,00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76 717 905,75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47 415 068,75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24 202 837,00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укрепление материально-технической базы загородных организаций отдыха детей и их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оздоровления,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03.1.05.71020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03.1.05.74390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03.1.05.75160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82 805 986,23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75 657 493,99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03.3.01.А4940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03.3.P1.72410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94 828 922,41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03.3.P3.54680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49 750 760,78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49 750 760,78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04.3.01.70140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04.3.01.71080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04.3.01.R0270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2 423 731 628,95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117 212 542,17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45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4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 ветеранах"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D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DD2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05.1.02.76840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413 085 016,72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412 851 580,72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64 736 808,32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13 296 003,12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329 359 486,04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5 459 283,24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05.1.03.71330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05.1.03.74730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05.2.01.71210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05.3.F3.00000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1 237 227 394,49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мероприятий по переселению граждан из аварийного жилищного фонда, в том числе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05.3.F3.67484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2 080 027 005,84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06.2.01.70410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06.2.02.70480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сельских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06.2.03.75910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благоустройство исторических центров городов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06.2.05.70200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"Ростов Великий – духовный центр России"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06.3.01.98004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"Ярославия. Города у воды"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93 265 176,75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и развитие туристско-рекреационного парк</w:t>
            </w:r>
            <w:r w:rsidR="002B64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 на берегу Плещеева озера в г. 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Переславле-Залесском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06.3.03.98004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06.3.F2.00000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654 690 262,82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06.3.F2.55550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797 520 876,63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570 367 276,79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07.1.01.52900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307 981 344,25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4 294 972,27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479 998,27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286 116 983,00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17 089 390,71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217 543 358,33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166 270 685,06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50 572 517,26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700 156,01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Активная политика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23 575 951,22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4 316 575,18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5 166 068,04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14 093 308,00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07.1.02.R0860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07.3.P2.00000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226 873 599,84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230 883 667,47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"Формирование навыков поведения 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участников дорожного движения, соблюдения норм и правил дорожного движения"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08.1.01.73990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08.1.02.71410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08.1.03.75770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08.1.04.74910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20 347 771,14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областного конкурса "Лучший сотрудник органов внутренних дел"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08.1.05.71570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08.1.05.74690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08.1.06.70070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39 582 375,45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39 477 213,37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39 324 750,97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152 462,40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"Развитие системы социальной 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08.1.08.00000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72 161 965,00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861 965,00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08.1.08.76060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08.1.08.77950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46 835 217,00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08.1.08.78070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3 399 033,00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900 575 382,12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17 757 773,48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875 837 118,64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875 801 910,64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43 918 279,15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24 786 832,16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807 084 532,14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12 267,19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10.1.03.74490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3 872 028 589,97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259 346 933,00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11.1.01.R0504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1 125 721 587,00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149 515 459,39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932 521 788,00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11.1.06.70760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36 311 771,47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438 982 170,81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модельных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техническое оснащение муниципальных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капитальный ремонт региональных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11.3.A1.77690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11.3.A2.55193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11.3.A2.76680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виртуальных концертных залов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11.3.A3.54530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186 500 080,04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97 190 825,11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12.1.01.51280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12.1.01.74590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12.1.01.76550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358 999,00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ресурсов и водных биологических ресурсов)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12.1.08.59200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12.3.01.R0652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12.3.G8.00000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12.3.G8.50900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1 392 242 942,38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30 047 600,00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712 435 395,41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332 862 000,00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"Бизнес-спринт"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13.3.01.R7531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"Развитие физической культуры и массового 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362 977 071,51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4 279 247 065,65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2 378 953 544,74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31 809 147,76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22 415 428,70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9 279 881,14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79 353,92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14.1.01.70670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14.1.01.73340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2 038 145 471,95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29 566 477,09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2 008 578 994,86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14.1.01.74030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11 753 595,29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10 892 371,57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10 364 765,96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524 816,96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14.1.02.77090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14.1.03.77930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65 890 305,29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15 852 555,29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14.2.01.75940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14.2.01.77860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поставке объектов теплоснабжения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14.2.02.76040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14.2.08.75930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14.3.F5.00000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14.3.F5.52430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и реконструкции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(модернизации) объектов питьевого водоснабжения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14.3.F5.Д2430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1 558 230 494,66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1 554 942 171,00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14.3.G6.Д0130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701 245 332,03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15.1.01.76970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490 715 858,50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1E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1E3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E3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15.2.01.76510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15.2.02.76980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15.2.03.77000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22 450 204,17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22 450 204,17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19 967 604,17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137 229 898,62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158 603 341,13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5 018 857,80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16.3.01.76050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16.3.01.R5910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16.3.L2.00000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16.3.L2.52890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14 712 427 183,76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10 525 620 598,75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389 300 697,12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183 273 261,69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19 838 190,31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185 432 848,60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747 433,78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возмещение недополученных доходов, связанных с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организацией регулярных пассажирских авиаперевозок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17.1.01.70080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17.1.01.72570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17.1.01.76880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17.1.01.77250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плавучих объектов"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комплексов понтонных причалов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17.2.01.72630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17.2.02.77110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17.3.03.97001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17.3.04.57660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2 984 083 610,79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17.3.R7.54012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17.3.R7.71960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610 438 418,72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111 261 144,05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18.1.01.75970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установка навигационных конструкций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18.1.02.72800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туризма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18.2.01.77480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455 143 916,83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18.3.J1.53380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18.3.J1.55220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туристического кода центра города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255 069 299,49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223 961 887,09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21.1.01.74880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21.1.02.74410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21.2.01.76420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21.3.01.R2990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21.3.E8.00000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4 012 609,00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463 771 037,09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1 244 835,50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22.1.01.74740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42 558 762,00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127 766 243,41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22.1.07.74350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22.1.07.75170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22.1.08.77770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12 584 506,50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1 749 488,00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1 749 488,00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22.3.01.R5180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62 991 019,68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60 805 551,68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60 805 551,68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регионального этапа Всероссийского конкурса лидеров 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руководителей молодежных и детских общественных объединений "Лидер XXI века"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22.3.02.73210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22.3.02.75790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1 348 857 707,12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2A4B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ИТ</w:t>
            </w:r>
            <w:r w:rsidR="002A4B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инфраструктуры и деятельности подведомственных учреждений"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1 063 354 335,55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23.1.01.59300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23.1.01.71820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673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</w:t>
            </w:r>
            <w:r w:rsidR="00673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запасного пункта управления к телефонной сети общего пользования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23.1.01.76810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204 886 568,21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23.2.01.71850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23.2.01.72310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23.2.01.73030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23.2.01.76710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23.3.02.R0280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20 826 800,00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Цифровизация процессов предоставления государственных услуг и исполнения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функций государственными органами власти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23.3.D6.77180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15 410 388 822,82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406 956 569,13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406 916 669,13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305 089 423,09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101 244 818,11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580 565,80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24.1.01.73820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8 416 962 196,86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приведение в нормативное состояние и увеличение пропускной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способности автомобильных дорог общего пользования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24.2.01.71530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358 375 695,98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500 596,00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357 875 099,98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81 236 668,71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42 349 213,06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38 887 455,65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24.2.01.76030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5 887 080 540,58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приведение в нормативное состояние автомобильных дорог регионального 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межмуниципального значения,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24.3.R1.73930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1 988 475 276,69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1 894 242 144,75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94 233 131,94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24.3.R1.74040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699 389 516,25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24.3.R2.54180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24.3.R2.76790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910 279 443,03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548 186 676,76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25.1.01.59100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режим "Налог на профессиональный доход")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25.1.01.R0146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25.1.01.R3580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хозяйствования, за счет средств резервного фонда Правительства Российской Федерации (компенсация части затрат по сельскохозяйственному страхованию)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93 424 821,95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164 329 863,87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205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205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05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25.2.01.73950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25.2.01.77980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25.2.01.R4720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101 838 287,45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25.3.01.R3410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25.3.01.R4360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25.3.T2.00000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25.3.T2.52510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287 196 784,96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240 369 403,96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137 896 157,59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108 502 574,30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27 271 921,16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74 957 146,37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21 461 033,33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4 516 249,63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988 744,67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46 061 820,00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1 929 298,74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29.2.01.70190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29.3.GА.00000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26 222 200,00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29.3.Y4.00000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10 499 181,00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29.3.Y4.51270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10 499 181,00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2 999 766,00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7 499 415,00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</w:t>
            </w: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имущественным комплексом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445 309 851,06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120 388 654,36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комплексных кадастровых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34.1.01.55110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30 223 127,85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26 089 944,88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4 133 182,97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40 274 469,77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401 648,12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39 872 821,65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34.2.01.73870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50 524 881,17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41 865 269,17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37 330 086,08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4 531 870,31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35.1.01.75740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35.1.01.76070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7 539 924 556,56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151 052 535,31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36.1.01.75270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86 421 650,31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81 084 717,84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5 336 932,47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6 271 592 618,00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36.1.02.73260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1 115 666 965,22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36.1.04.76310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36.1.05.77100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36.2.01.70070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59 298 138,88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38.1.01.72240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882 884,36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38.1.02.72610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38.1.02.74360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48 225 285,59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38.1.03.72170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38.1.03.74150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2 166 343,59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2 166 343,59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38.1.04.72250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288 169 076,44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39.1.01.73910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39.1.01.74370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286 669 076,44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39.2.01.73920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39.2.01.75350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170 575 672,06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128 157 574,60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43.1.01.74420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43.2.02.75990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154 396 856,00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109 401 856,00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64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64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</w:t>
            </w:r>
            <w:r w:rsidR="0064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1 245 071 218,98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111 151 221,38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1 133 919 997,60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48.3.01.R3720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232 550 079,78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43 070 363,78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189 479 716,00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527 972 119,80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527 972 119,80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гражданам, проживающим и работающим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48.3.01.R5768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42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</w:t>
            </w:r>
            <w:r w:rsidR="0042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2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48.3.01.R576Ж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на обеспечение комплексного развития сельских территорий (строительство сетей по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подключению и установке станции комплексной очистки воды)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48.3.01.R576Л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48.3.01.R576Ш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8 357 026 752,11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19 553 530,68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17 375 072,92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2 178 457,76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13 089 317,56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10 928 091,76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2 161 225,80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5 894 078,64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4 493 474,25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1 400 604,39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154 046 182,67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123 236 942,67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30 809 240,00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138 181 345,94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138 181 345,94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60 596 403,59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4 200 252,42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1 503 139,52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54 893 011,65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8 661 198,16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7 695 705,86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965 492,30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14 899 506,26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7 471 886,37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7 331 571,89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10 485 995,86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9 659 502,36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826 493,50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920 062 217,15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327 983 292,70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316 096 601,51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14 862 024,25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6 019 136,56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5 374 136,56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2 373 620 099,20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2 325 477 687,97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47 623 917,59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269 931,00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248 562,64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219 500 782,49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157 281 630,85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62 205 829,31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3 809 872 359,62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441 045 884,14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2 360 444 822,06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970 410 500,02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54 449 677,79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50 400 411,52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4 049 266,27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обеспечение государственных полномочий по организации деятельности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территориальных комиссий по делам несовершеннолетних и защите их прав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50.0.00.80190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178 140 117,63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12 807 079,18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53 134 472,10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19 775 973,52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92 422 592,83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5A4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5A4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 наградах"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19 572 997,60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7E3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7E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134 141 436 637,83</w:t>
            </w:r>
          </w:p>
        </w:tc>
      </w:tr>
    </w:tbl>
    <w:p w:rsidR="008C6F2A" w:rsidRPr="002036E4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8449FD">
      <w:headerReference w:type="default" r:id="rId6"/>
      <w:headerReference w:type="first" r:id="rId7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CF" w:rsidRDefault="00FA5ACF" w:rsidP="007961BA">
      <w:pPr>
        <w:spacing w:after="0" w:line="240" w:lineRule="auto"/>
      </w:pPr>
      <w:r>
        <w:separator/>
      </w:r>
    </w:p>
  </w:endnote>
  <w:endnote w:type="continuationSeparator" w:id="0">
    <w:p w:rsidR="00FA5ACF" w:rsidRDefault="00FA5ACF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CF" w:rsidRDefault="00FA5ACF" w:rsidP="007961BA">
      <w:pPr>
        <w:spacing w:after="0" w:line="240" w:lineRule="auto"/>
      </w:pPr>
      <w:r>
        <w:separator/>
      </w:r>
    </w:p>
  </w:footnote>
  <w:footnote w:type="continuationSeparator" w:id="0">
    <w:p w:rsidR="00FA5ACF" w:rsidRDefault="00FA5ACF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ACF" w:rsidRPr="004C1254" w:rsidRDefault="00FA5ACF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51C2">
          <w:rPr>
            <w:rFonts w:ascii="Times New Roman" w:hAnsi="Times New Roman" w:cs="Times New Roman"/>
            <w:noProof/>
            <w:sz w:val="28"/>
            <w:szCs w:val="28"/>
          </w:rPr>
          <w:t>82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CF" w:rsidRDefault="00FA5ACF">
    <w:pPr>
      <w:pStyle w:val="a3"/>
      <w:jc w:val="center"/>
    </w:pPr>
  </w:p>
  <w:p w:rsidR="00FA5ACF" w:rsidRDefault="00FA5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76"/>
    <w:rsid w:val="00000BE8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0B8B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0AB9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43A5"/>
    <w:rsid w:val="00106F5A"/>
    <w:rsid w:val="00110985"/>
    <w:rsid w:val="00110B37"/>
    <w:rsid w:val="0011226A"/>
    <w:rsid w:val="0012192B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320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0E49"/>
    <w:rsid w:val="001E151A"/>
    <w:rsid w:val="001E3019"/>
    <w:rsid w:val="001E3D92"/>
    <w:rsid w:val="001E63DA"/>
    <w:rsid w:val="001E7285"/>
    <w:rsid w:val="001F07A6"/>
    <w:rsid w:val="001F0F1B"/>
    <w:rsid w:val="001F299B"/>
    <w:rsid w:val="001F34A7"/>
    <w:rsid w:val="001F47A6"/>
    <w:rsid w:val="001F4F48"/>
    <w:rsid w:val="001F6377"/>
    <w:rsid w:val="001F6C4F"/>
    <w:rsid w:val="00200A25"/>
    <w:rsid w:val="00200CC1"/>
    <w:rsid w:val="00203028"/>
    <w:rsid w:val="00203668"/>
    <w:rsid w:val="002036E4"/>
    <w:rsid w:val="00203CE5"/>
    <w:rsid w:val="00203E02"/>
    <w:rsid w:val="00205A0E"/>
    <w:rsid w:val="002064D1"/>
    <w:rsid w:val="002076A6"/>
    <w:rsid w:val="002077AB"/>
    <w:rsid w:val="0021054C"/>
    <w:rsid w:val="00213126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4B86"/>
    <w:rsid w:val="002A708F"/>
    <w:rsid w:val="002A75D0"/>
    <w:rsid w:val="002B09DD"/>
    <w:rsid w:val="002B13F0"/>
    <w:rsid w:val="002B26D9"/>
    <w:rsid w:val="002B587B"/>
    <w:rsid w:val="002B646E"/>
    <w:rsid w:val="002B6E17"/>
    <w:rsid w:val="002C217B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8E0"/>
    <w:rsid w:val="003009B4"/>
    <w:rsid w:val="00302161"/>
    <w:rsid w:val="00305C42"/>
    <w:rsid w:val="003101A2"/>
    <w:rsid w:val="00315272"/>
    <w:rsid w:val="00316AB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2406"/>
    <w:rsid w:val="0034257A"/>
    <w:rsid w:val="00344F5D"/>
    <w:rsid w:val="00344F92"/>
    <w:rsid w:val="003501A2"/>
    <w:rsid w:val="003505E6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16B49"/>
    <w:rsid w:val="004202DA"/>
    <w:rsid w:val="00421472"/>
    <w:rsid w:val="00422A18"/>
    <w:rsid w:val="00423505"/>
    <w:rsid w:val="004241EB"/>
    <w:rsid w:val="004262E1"/>
    <w:rsid w:val="00426868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545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E710F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326D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67DBA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407E"/>
    <w:rsid w:val="005A5325"/>
    <w:rsid w:val="005A567A"/>
    <w:rsid w:val="005A5DB5"/>
    <w:rsid w:val="005A648C"/>
    <w:rsid w:val="005B2E1F"/>
    <w:rsid w:val="005B2E41"/>
    <w:rsid w:val="005B793B"/>
    <w:rsid w:val="005B7F1C"/>
    <w:rsid w:val="005C2DF9"/>
    <w:rsid w:val="005C6F1D"/>
    <w:rsid w:val="005D1B58"/>
    <w:rsid w:val="005D1BA6"/>
    <w:rsid w:val="005D2493"/>
    <w:rsid w:val="005D309F"/>
    <w:rsid w:val="005D3CCC"/>
    <w:rsid w:val="005D7113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27F0F"/>
    <w:rsid w:val="0063034B"/>
    <w:rsid w:val="00630817"/>
    <w:rsid w:val="00636B09"/>
    <w:rsid w:val="00637EFF"/>
    <w:rsid w:val="0064094B"/>
    <w:rsid w:val="00641E31"/>
    <w:rsid w:val="006434D7"/>
    <w:rsid w:val="00643F0D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3B4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3D4B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97A"/>
    <w:rsid w:val="006D5FFA"/>
    <w:rsid w:val="006E775B"/>
    <w:rsid w:val="006F23F9"/>
    <w:rsid w:val="006F348C"/>
    <w:rsid w:val="006F5A56"/>
    <w:rsid w:val="00700BB4"/>
    <w:rsid w:val="00701700"/>
    <w:rsid w:val="0070290F"/>
    <w:rsid w:val="00704A3A"/>
    <w:rsid w:val="007067F0"/>
    <w:rsid w:val="007111E0"/>
    <w:rsid w:val="0071157D"/>
    <w:rsid w:val="00713D57"/>
    <w:rsid w:val="007151C2"/>
    <w:rsid w:val="00715F47"/>
    <w:rsid w:val="00717C7C"/>
    <w:rsid w:val="00723936"/>
    <w:rsid w:val="00723C3C"/>
    <w:rsid w:val="00724561"/>
    <w:rsid w:val="0072588C"/>
    <w:rsid w:val="007263B9"/>
    <w:rsid w:val="00726AC0"/>
    <w:rsid w:val="00726C5E"/>
    <w:rsid w:val="00730582"/>
    <w:rsid w:val="00731A93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6DF"/>
    <w:rsid w:val="0078745B"/>
    <w:rsid w:val="00787643"/>
    <w:rsid w:val="00787857"/>
    <w:rsid w:val="007901F8"/>
    <w:rsid w:val="00790DAD"/>
    <w:rsid w:val="0079131A"/>
    <w:rsid w:val="007929C6"/>
    <w:rsid w:val="0079425A"/>
    <w:rsid w:val="00794D41"/>
    <w:rsid w:val="00795480"/>
    <w:rsid w:val="007961BA"/>
    <w:rsid w:val="0079620E"/>
    <w:rsid w:val="00796B73"/>
    <w:rsid w:val="007A0415"/>
    <w:rsid w:val="007A23AF"/>
    <w:rsid w:val="007A247A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494A"/>
    <w:rsid w:val="007D5545"/>
    <w:rsid w:val="007D5BAB"/>
    <w:rsid w:val="007E028D"/>
    <w:rsid w:val="007E3826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3726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9FD"/>
    <w:rsid w:val="00844AB5"/>
    <w:rsid w:val="00845D39"/>
    <w:rsid w:val="008462D7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BAF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725"/>
    <w:rsid w:val="008A2C31"/>
    <w:rsid w:val="008A3698"/>
    <w:rsid w:val="008A4125"/>
    <w:rsid w:val="008A623C"/>
    <w:rsid w:val="008A673A"/>
    <w:rsid w:val="008A7E0C"/>
    <w:rsid w:val="008B0A60"/>
    <w:rsid w:val="008B100C"/>
    <w:rsid w:val="008B1984"/>
    <w:rsid w:val="008B2908"/>
    <w:rsid w:val="008B3772"/>
    <w:rsid w:val="008B42A4"/>
    <w:rsid w:val="008B73DC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D2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281D"/>
    <w:rsid w:val="00974DEB"/>
    <w:rsid w:val="00975E71"/>
    <w:rsid w:val="00977BB3"/>
    <w:rsid w:val="009812E4"/>
    <w:rsid w:val="00982D37"/>
    <w:rsid w:val="00983155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F2048"/>
    <w:rsid w:val="009F2FAF"/>
    <w:rsid w:val="009F7E3C"/>
    <w:rsid w:val="00A01CDD"/>
    <w:rsid w:val="00A03193"/>
    <w:rsid w:val="00A039AB"/>
    <w:rsid w:val="00A07AFC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4DD7"/>
    <w:rsid w:val="00A761A9"/>
    <w:rsid w:val="00A813B9"/>
    <w:rsid w:val="00A81933"/>
    <w:rsid w:val="00A81AEA"/>
    <w:rsid w:val="00A852EB"/>
    <w:rsid w:val="00A9039F"/>
    <w:rsid w:val="00A906A9"/>
    <w:rsid w:val="00A90865"/>
    <w:rsid w:val="00A9325B"/>
    <w:rsid w:val="00A938C7"/>
    <w:rsid w:val="00A946A7"/>
    <w:rsid w:val="00AA255C"/>
    <w:rsid w:val="00AA6803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1977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087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761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871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3CEB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0900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0723B"/>
    <w:rsid w:val="00D17A0F"/>
    <w:rsid w:val="00D21B5D"/>
    <w:rsid w:val="00D21FC5"/>
    <w:rsid w:val="00D24038"/>
    <w:rsid w:val="00D24670"/>
    <w:rsid w:val="00D2535F"/>
    <w:rsid w:val="00D25C4A"/>
    <w:rsid w:val="00D2717A"/>
    <w:rsid w:val="00D30925"/>
    <w:rsid w:val="00D31022"/>
    <w:rsid w:val="00D31126"/>
    <w:rsid w:val="00D315F1"/>
    <w:rsid w:val="00D31654"/>
    <w:rsid w:val="00D32EFB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492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5A27"/>
    <w:rsid w:val="00DC6050"/>
    <w:rsid w:val="00DD08EB"/>
    <w:rsid w:val="00DD1582"/>
    <w:rsid w:val="00DD2875"/>
    <w:rsid w:val="00DD2E12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46C8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5C3C"/>
    <w:rsid w:val="00F3608E"/>
    <w:rsid w:val="00F3664B"/>
    <w:rsid w:val="00F40E5F"/>
    <w:rsid w:val="00F4307F"/>
    <w:rsid w:val="00F44B3E"/>
    <w:rsid w:val="00F44EF2"/>
    <w:rsid w:val="00F46097"/>
    <w:rsid w:val="00F47400"/>
    <w:rsid w:val="00F506D6"/>
    <w:rsid w:val="00F50E60"/>
    <w:rsid w:val="00F535B8"/>
    <w:rsid w:val="00F5784F"/>
    <w:rsid w:val="00F61DB8"/>
    <w:rsid w:val="00F65452"/>
    <w:rsid w:val="00F65E6D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5ACF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D3F13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E868"/>
  <w15:docId w15:val="{ADC21F2F-1351-4662-B9A6-7765997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5A2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DC5A27"/>
    <w:rPr>
      <w:color w:val="954F72"/>
      <w:u w:val="single"/>
    </w:rPr>
  </w:style>
  <w:style w:type="paragraph" w:customStyle="1" w:styleId="msonormal0">
    <w:name w:val="msonormal"/>
    <w:basedOn w:val="a"/>
    <w:rsid w:val="00DC5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C5A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5A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122</Pages>
  <Words>28853</Words>
  <Characters>164465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2025-04-28T10:40:00Z</cp:lastPrinted>
  <dcterms:created xsi:type="dcterms:W3CDTF">2025-04-28T10:40:00Z</dcterms:created>
  <dcterms:modified xsi:type="dcterms:W3CDTF">2025-04-28T10:40:00Z</dcterms:modified>
</cp:coreProperties>
</file>