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59172C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9172C">
        <w:rPr>
          <w:b/>
          <w:bCs/>
          <w:sz w:val="28"/>
          <w:szCs w:val="28"/>
        </w:rPr>
        <w:t>отдельные законодательные акты</w:t>
      </w:r>
      <w:r w:rsidR="00532FEE">
        <w:rPr>
          <w:b/>
          <w:bCs/>
          <w:sz w:val="28"/>
          <w:szCs w:val="28"/>
        </w:rPr>
        <w:t xml:space="preserve"> </w:t>
      </w:r>
    </w:p>
    <w:p w:rsidR="00404DC4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Ярославской области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Default="00C9316B" w:rsidP="00404DC4">
      <w:pPr>
        <w:ind w:firstLine="709"/>
        <w:rPr>
          <w:b/>
          <w:bCs/>
          <w:szCs w:val="28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E26660" w:rsidRPr="00D734AE" w:rsidRDefault="00E26660" w:rsidP="00404DC4">
      <w:pPr>
        <w:ind w:firstLine="709"/>
        <w:rPr>
          <w:bCs/>
          <w:szCs w:val="28"/>
        </w:rPr>
      </w:pPr>
      <w:r w:rsidRPr="00E26660">
        <w:rPr>
          <w:bCs/>
          <w:szCs w:val="28"/>
        </w:rPr>
        <w:t>Внести в Закон Ярославской области от 16.12.2009 № 70-з «О наделении органов местного самоуп</w:t>
      </w:r>
      <w:r>
        <w:rPr>
          <w:bCs/>
          <w:szCs w:val="28"/>
        </w:rPr>
        <w:t xml:space="preserve">равления государственными </w:t>
      </w:r>
      <w:r w:rsidRPr="00D734AE">
        <w:rPr>
          <w:bCs/>
          <w:szCs w:val="28"/>
        </w:rPr>
        <w:t>полномочиями Ярославской области» (Документ-Регион, 2009, 22 декабря, № 36; 2010, 19 февраля, № 9-а; 3 декабря, № 93; 2011, 11 октября, № 83; 28 декабря, № 110; 2012, 6 апреля, № 26; 26 декабря, № 108; 2013, 12 марта, № 18; 31 мая, № 41; 12 июля, № 54; 25 декабря, № 104; 2014, 28 февраля, № 15; 4 апреля, № 26; 13 мая, № 36; 26 декабря, № 111-а; 2015, 14 апреля, № 29; 1 декабря, № 99; 2016, 26 февраля, № 16; 13 мая, № 41; 14 июня, № 51; 14 октября, № 90; 27 декабря, № 113; 2017, 16 июня, № 47; 1 декабря, № 101; 27 декабря, № 110-а; 2018, 25 декабря, № 111; 2019, 5 июля, № 55-а; 27 декабря, № 112; 2020, 14 апреля, № 30; 8 июля, № 53; 21 августа, № 69; 25 декабря, № 109; 2021, 26 февраля, № 16; 18 мая, № 39; 9 июля, № 55; 2022, 13 мая, № 36; 1 ноября, № 90; 29 ноября, № 98; 23 декабря, № 106; 2023, 11 апреля, № 26; 28 апреля, № 32; 7 июля, № 51; 17 октября, № 82; 1 декабря, № 95; 29 декабря, № 103; 2024, 21 февраля, № 14; 2 мая, № 33; 19 ноября, № 92; 26 ноября, № 94</w:t>
      </w:r>
      <w:r w:rsidR="00707624" w:rsidRPr="0019467A">
        <w:rPr>
          <w:bCs/>
          <w:szCs w:val="28"/>
        </w:rPr>
        <w:t>;</w:t>
      </w:r>
      <w:r w:rsidR="0019467A" w:rsidRPr="0019467A">
        <w:rPr>
          <w:bCs/>
          <w:szCs w:val="28"/>
        </w:rPr>
        <w:t xml:space="preserve"> 20 декабря, № 101</w:t>
      </w:r>
      <w:r w:rsidRPr="0019467A">
        <w:rPr>
          <w:bCs/>
          <w:szCs w:val="28"/>
        </w:rPr>
        <w:t>)</w:t>
      </w:r>
      <w:r w:rsidRPr="00D734AE">
        <w:rPr>
          <w:bCs/>
          <w:szCs w:val="28"/>
        </w:rPr>
        <w:t xml:space="preserve"> следующие изменения:</w:t>
      </w:r>
    </w:p>
    <w:p w:rsidR="00707624" w:rsidRDefault="00E534D0" w:rsidP="00E534D0">
      <w:pPr>
        <w:pStyle w:val="af3"/>
        <w:autoSpaceDE w:val="0"/>
        <w:autoSpaceDN w:val="0"/>
        <w:adjustRightInd w:val="0"/>
        <w:ind w:firstLine="0"/>
        <w:rPr>
          <w:szCs w:val="28"/>
        </w:rPr>
      </w:pPr>
      <w:r w:rsidRPr="00D734AE">
        <w:rPr>
          <w:bCs/>
          <w:szCs w:val="28"/>
        </w:rPr>
        <w:t xml:space="preserve">1) </w:t>
      </w:r>
      <w:r w:rsidR="00707624">
        <w:rPr>
          <w:bCs/>
          <w:szCs w:val="28"/>
        </w:rPr>
        <w:t xml:space="preserve">в </w:t>
      </w:r>
      <w:r w:rsidR="00707624" w:rsidRPr="00D734AE">
        <w:rPr>
          <w:szCs w:val="28"/>
        </w:rPr>
        <w:t>стать</w:t>
      </w:r>
      <w:r w:rsidR="00707624">
        <w:rPr>
          <w:szCs w:val="28"/>
        </w:rPr>
        <w:t>е</w:t>
      </w:r>
      <w:r w:rsidR="00707624" w:rsidRPr="00D734AE">
        <w:rPr>
          <w:szCs w:val="28"/>
        </w:rPr>
        <w:t xml:space="preserve"> 13</w:t>
      </w:r>
      <w:r w:rsidR="00707624">
        <w:rPr>
          <w:szCs w:val="28"/>
        </w:rPr>
        <w:t>:</w:t>
      </w:r>
    </w:p>
    <w:p w:rsidR="00E534D0" w:rsidRDefault="00707624" w:rsidP="00E534D0">
      <w:pPr>
        <w:pStyle w:val="af3"/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>а)</w:t>
      </w:r>
      <w:r w:rsidRPr="00D734AE">
        <w:rPr>
          <w:szCs w:val="28"/>
        </w:rPr>
        <w:t xml:space="preserve"> </w:t>
      </w:r>
      <w:r w:rsidR="00E534D0" w:rsidRPr="00D734AE">
        <w:rPr>
          <w:szCs w:val="28"/>
        </w:rPr>
        <w:t>часть 6</w:t>
      </w:r>
      <w:r w:rsidR="00E534D0" w:rsidRPr="00D734AE">
        <w:rPr>
          <w:szCs w:val="28"/>
          <w:vertAlign w:val="superscript"/>
        </w:rPr>
        <w:t>3</w:t>
      </w:r>
      <w:r w:rsidR="00E534D0" w:rsidRPr="00D734AE">
        <w:rPr>
          <w:szCs w:val="28"/>
        </w:rPr>
        <w:t xml:space="preserve"> дополнить пунктом 4 следующего содержания</w:t>
      </w:r>
      <w:r w:rsidR="00E534D0" w:rsidRPr="00E213A3">
        <w:rPr>
          <w:szCs w:val="28"/>
        </w:rPr>
        <w:t>:</w:t>
      </w:r>
    </w:p>
    <w:p w:rsidR="00E534D0" w:rsidRDefault="00E534D0" w:rsidP="00404DC4">
      <w:pPr>
        <w:ind w:firstLine="709"/>
        <w:rPr>
          <w:szCs w:val="28"/>
        </w:rPr>
      </w:pPr>
      <w:r>
        <w:rPr>
          <w:bCs/>
          <w:szCs w:val="28"/>
        </w:rPr>
        <w:t xml:space="preserve">«4) </w:t>
      </w:r>
      <w:r w:rsidR="00707624">
        <w:rPr>
          <w:szCs w:val="28"/>
        </w:rPr>
        <w:t>предоставления</w:t>
      </w:r>
      <w:r w:rsidRPr="00A9288A">
        <w:rPr>
          <w:szCs w:val="28"/>
        </w:rPr>
        <w:t xml:space="preserve"> </w:t>
      </w:r>
      <w:r>
        <w:rPr>
          <w:szCs w:val="28"/>
        </w:rPr>
        <w:t>с</w:t>
      </w:r>
      <w:r w:rsidRPr="00A9288A">
        <w:rPr>
          <w:szCs w:val="28"/>
        </w:rPr>
        <w:t>оциальн</w:t>
      </w:r>
      <w:r>
        <w:rPr>
          <w:szCs w:val="28"/>
        </w:rPr>
        <w:t>ой</w:t>
      </w:r>
      <w:r w:rsidRPr="00A9288A">
        <w:rPr>
          <w:szCs w:val="28"/>
        </w:rPr>
        <w:t xml:space="preserve"> услуги по оплате стоимости пребывания ребенка в лагерях с дневной формой пребывания детей и по предоставлению путевок в организации </w:t>
      </w:r>
      <w:r w:rsidRPr="00D734AE">
        <w:rPr>
          <w:szCs w:val="28"/>
        </w:rPr>
        <w:t>отдыха детей и их оздоровления</w:t>
      </w:r>
      <w:r w:rsidR="00506449">
        <w:rPr>
          <w:szCs w:val="28"/>
        </w:rPr>
        <w:t xml:space="preserve"> </w:t>
      </w:r>
      <w:r w:rsidR="00506449" w:rsidRPr="00506449">
        <w:rPr>
          <w:szCs w:val="28"/>
        </w:rPr>
        <w:t>(за исключением лиц, указанных в статье 60 Закона Ярославской области «Социальный кодекс Ярославской области»)</w:t>
      </w:r>
      <w:r w:rsidRPr="00D734AE">
        <w:rPr>
          <w:szCs w:val="28"/>
        </w:rPr>
        <w:t>.»;</w:t>
      </w:r>
    </w:p>
    <w:p w:rsidR="00707624" w:rsidRPr="002668D1" w:rsidRDefault="00707624" w:rsidP="00404DC4">
      <w:pPr>
        <w:ind w:firstLine="709"/>
        <w:rPr>
          <w:szCs w:val="28"/>
        </w:rPr>
      </w:pPr>
      <w:r w:rsidRPr="002668D1">
        <w:rPr>
          <w:szCs w:val="28"/>
        </w:rPr>
        <w:lastRenderedPageBreak/>
        <w:t>б) в части 7:</w:t>
      </w:r>
    </w:p>
    <w:p w:rsidR="00707624" w:rsidRPr="002668D1" w:rsidRDefault="00707624" w:rsidP="00404DC4">
      <w:pPr>
        <w:ind w:firstLine="709"/>
        <w:rPr>
          <w:bCs/>
          <w:szCs w:val="28"/>
        </w:rPr>
      </w:pPr>
      <w:r w:rsidRPr="002668D1">
        <w:rPr>
          <w:bCs/>
          <w:szCs w:val="28"/>
        </w:rPr>
        <w:t>в абзаце первом слова «и частью 5</w:t>
      </w:r>
      <w:r w:rsidRPr="002668D1">
        <w:rPr>
          <w:bCs/>
          <w:szCs w:val="28"/>
          <w:vertAlign w:val="superscript"/>
        </w:rPr>
        <w:t>3</w:t>
      </w:r>
      <w:r w:rsidRPr="002668D1">
        <w:rPr>
          <w:bCs/>
          <w:szCs w:val="28"/>
        </w:rPr>
        <w:t>» заменить словами «, частью 5</w:t>
      </w:r>
      <w:r w:rsidRPr="002668D1">
        <w:rPr>
          <w:bCs/>
          <w:szCs w:val="28"/>
          <w:vertAlign w:val="superscript"/>
        </w:rPr>
        <w:t>3</w:t>
      </w:r>
      <w:r w:rsidRPr="002668D1">
        <w:rPr>
          <w:bCs/>
          <w:szCs w:val="28"/>
        </w:rPr>
        <w:t xml:space="preserve"> и пунктом 4 части 6</w:t>
      </w:r>
      <w:r w:rsidRPr="002668D1">
        <w:rPr>
          <w:bCs/>
          <w:szCs w:val="28"/>
          <w:vertAlign w:val="superscript"/>
        </w:rPr>
        <w:t>3</w:t>
      </w:r>
      <w:r w:rsidRPr="002668D1">
        <w:rPr>
          <w:bCs/>
          <w:szCs w:val="28"/>
        </w:rPr>
        <w:t>»;</w:t>
      </w:r>
    </w:p>
    <w:p w:rsidR="00707624" w:rsidRPr="002668D1" w:rsidRDefault="00707624" w:rsidP="00404DC4">
      <w:pPr>
        <w:ind w:firstLine="709"/>
        <w:rPr>
          <w:bCs/>
          <w:szCs w:val="28"/>
        </w:rPr>
      </w:pPr>
      <w:r w:rsidRPr="002668D1">
        <w:rPr>
          <w:bCs/>
          <w:szCs w:val="28"/>
        </w:rPr>
        <w:t>в абзаце третьем слова «частью 6</w:t>
      </w:r>
      <w:r w:rsidRPr="002668D1">
        <w:rPr>
          <w:bCs/>
          <w:szCs w:val="28"/>
          <w:vertAlign w:val="superscript"/>
        </w:rPr>
        <w:t>3</w:t>
      </w:r>
      <w:r w:rsidRPr="002668D1">
        <w:rPr>
          <w:bCs/>
          <w:szCs w:val="28"/>
        </w:rPr>
        <w:t>» заменить словами «пунктами 1 – 3 части 6</w:t>
      </w:r>
      <w:r w:rsidRPr="002668D1">
        <w:rPr>
          <w:bCs/>
          <w:szCs w:val="28"/>
          <w:vertAlign w:val="superscript"/>
        </w:rPr>
        <w:t>3</w:t>
      </w:r>
      <w:r w:rsidRPr="002668D1">
        <w:rPr>
          <w:bCs/>
          <w:szCs w:val="28"/>
        </w:rPr>
        <w:t>»;</w:t>
      </w:r>
    </w:p>
    <w:p w:rsidR="00E213A3" w:rsidRPr="002668D1" w:rsidRDefault="00E534D0" w:rsidP="00E534D0">
      <w:pPr>
        <w:autoSpaceDE w:val="0"/>
        <w:autoSpaceDN w:val="0"/>
        <w:adjustRightInd w:val="0"/>
        <w:ind w:firstLine="709"/>
        <w:rPr>
          <w:szCs w:val="28"/>
        </w:rPr>
      </w:pPr>
      <w:r w:rsidRPr="002668D1">
        <w:rPr>
          <w:szCs w:val="28"/>
        </w:rPr>
        <w:t xml:space="preserve">2) </w:t>
      </w:r>
      <w:r w:rsidR="00C9534D" w:rsidRPr="002668D1">
        <w:rPr>
          <w:szCs w:val="28"/>
        </w:rPr>
        <w:t>в</w:t>
      </w:r>
      <w:r w:rsidR="00A45EE5" w:rsidRPr="002668D1">
        <w:rPr>
          <w:szCs w:val="28"/>
        </w:rPr>
        <w:t xml:space="preserve"> </w:t>
      </w:r>
      <w:r w:rsidRPr="002668D1">
        <w:rPr>
          <w:szCs w:val="28"/>
        </w:rPr>
        <w:t xml:space="preserve">разделе 2 </w:t>
      </w:r>
      <w:r w:rsidR="00A45EE5" w:rsidRPr="002668D1">
        <w:rPr>
          <w:szCs w:val="28"/>
        </w:rPr>
        <w:t>приложени</w:t>
      </w:r>
      <w:r w:rsidRPr="002668D1">
        <w:rPr>
          <w:szCs w:val="28"/>
        </w:rPr>
        <w:t>я</w:t>
      </w:r>
      <w:r w:rsidR="00A45EE5" w:rsidRPr="002668D1">
        <w:rPr>
          <w:szCs w:val="28"/>
        </w:rPr>
        <w:t xml:space="preserve">: </w:t>
      </w:r>
    </w:p>
    <w:p w:rsidR="00A45EE5" w:rsidRPr="002668D1" w:rsidRDefault="00A45EE5" w:rsidP="00A41521">
      <w:pPr>
        <w:autoSpaceDE w:val="0"/>
        <w:autoSpaceDN w:val="0"/>
        <w:adjustRightInd w:val="0"/>
        <w:ind w:left="708" w:firstLine="0"/>
        <w:rPr>
          <w:szCs w:val="28"/>
        </w:rPr>
      </w:pPr>
      <w:r w:rsidRPr="002668D1">
        <w:rPr>
          <w:szCs w:val="28"/>
        </w:rPr>
        <w:t>а) наименование изложить в следу</w:t>
      </w:r>
      <w:r w:rsidR="00AF1D50" w:rsidRPr="002668D1">
        <w:rPr>
          <w:szCs w:val="28"/>
        </w:rPr>
        <w:t>ющей редакции:</w:t>
      </w:r>
    </w:p>
    <w:p w:rsidR="00E213A3" w:rsidRPr="002668D1" w:rsidRDefault="00AF1D50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 xml:space="preserve">«2. </w:t>
      </w:r>
      <w:r w:rsidRPr="002668D1">
        <w:rPr>
          <w:b/>
          <w:szCs w:val="28"/>
        </w:rPr>
        <w:t>Методика распределения субвенций на обеспечени</w:t>
      </w:r>
      <w:r w:rsidR="00E534D0" w:rsidRPr="002668D1">
        <w:rPr>
          <w:b/>
          <w:szCs w:val="28"/>
        </w:rPr>
        <w:t>е отдыха и оздоровления детей</w:t>
      </w:r>
      <w:r w:rsidR="00E534D0" w:rsidRPr="002668D1">
        <w:rPr>
          <w:szCs w:val="28"/>
        </w:rPr>
        <w:t>»;</w:t>
      </w:r>
    </w:p>
    <w:p w:rsidR="00690745" w:rsidRPr="002668D1" w:rsidRDefault="00A41521" w:rsidP="00690745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 xml:space="preserve">б) </w:t>
      </w:r>
      <w:r w:rsidR="00554868" w:rsidRPr="002668D1">
        <w:rPr>
          <w:szCs w:val="28"/>
        </w:rPr>
        <w:t>пункты 1</w:t>
      </w:r>
      <w:r w:rsidR="00E534D0" w:rsidRPr="002668D1">
        <w:rPr>
          <w:szCs w:val="28"/>
        </w:rPr>
        <w:t xml:space="preserve"> – </w:t>
      </w:r>
      <w:r w:rsidR="00554868" w:rsidRPr="002668D1">
        <w:rPr>
          <w:szCs w:val="28"/>
        </w:rPr>
        <w:t>3 изложить в следующей редакции:</w:t>
      </w:r>
    </w:p>
    <w:p w:rsidR="00901E00" w:rsidRPr="002668D1" w:rsidRDefault="00690745" w:rsidP="00901E00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 xml:space="preserve">«1. Распределение субвенции на обеспечение отдыха и оздоровления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2 части 1 </w:t>
      </w:r>
      <w:r w:rsidR="006C3E56" w:rsidRPr="002668D1">
        <w:rPr>
          <w:szCs w:val="28"/>
        </w:rPr>
        <w:t xml:space="preserve">и </w:t>
      </w:r>
      <w:r w:rsidRPr="002668D1">
        <w:rPr>
          <w:szCs w:val="28"/>
        </w:rPr>
        <w:t xml:space="preserve">пунктом </w:t>
      </w:r>
      <w:r w:rsidR="006C3E56" w:rsidRPr="002668D1">
        <w:rPr>
          <w:szCs w:val="28"/>
        </w:rPr>
        <w:t>4 части 6</w:t>
      </w:r>
      <w:r w:rsidR="006C3E56" w:rsidRPr="002668D1">
        <w:rPr>
          <w:szCs w:val="28"/>
          <w:vertAlign w:val="superscript"/>
        </w:rPr>
        <w:t>3</w:t>
      </w:r>
      <w:r w:rsidR="006C3E56" w:rsidRPr="002668D1">
        <w:rPr>
          <w:szCs w:val="28"/>
        </w:rPr>
        <w:t xml:space="preserve"> статьи 13 </w:t>
      </w:r>
      <w:r w:rsidRPr="002668D1">
        <w:rPr>
          <w:szCs w:val="28"/>
        </w:rPr>
        <w:t>настоящего Закона.</w:t>
      </w:r>
    </w:p>
    <w:p w:rsidR="008F7B69" w:rsidRPr="002668D1" w:rsidRDefault="008F7B69" w:rsidP="00901E00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>2. Общий объем субвенции на обеспече</w:t>
      </w:r>
      <w:r w:rsidR="0039261C" w:rsidRPr="002668D1">
        <w:rPr>
          <w:szCs w:val="28"/>
        </w:rPr>
        <w:t>ние отдыха и оздоровления детей</w:t>
      </w:r>
      <w:r w:rsidRPr="002668D1">
        <w:rPr>
          <w:szCs w:val="28"/>
        </w:rPr>
        <w:t xml:space="preserve"> определяется по формуле:</w:t>
      </w:r>
    </w:p>
    <w:p w:rsidR="00707624" w:rsidRPr="002668D1" w:rsidRDefault="00707624" w:rsidP="00901E00">
      <w:pPr>
        <w:autoSpaceDE w:val="0"/>
        <w:autoSpaceDN w:val="0"/>
        <w:adjustRightInd w:val="0"/>
        <w:ind w:firstLine="708"/>
        <w:rPr>
          <w:szCs w:val="28"/>
        </w:rPr>
      </w:pPr>
    </w:p>
    <w:p w:rsidR="008F7B69" w:rsidRPr="002668D1" w:rsidRDefault="006916FB" w:rsidP="008F7B69">
      <w:pPr>
        <w:autoSpaceDE w:val="0"/>
        <w:autoSpaceDN w:val="0"/>
        <w:adjustRightInd w:val="0"/>
        <w:ind w:firstLine="540"/>
        <w:rPr>
          <w:szCs w:val="28"/>
        </w:rPr>
      </w:pPr>
      <w:r w:rsidRPr="002668D1">
        <w:rPr>
          <w:szCs w:val="28"/>
          <w:lang w:val="en-US"/>
        </w:rPr>
        <w:t>S</w:t>
      </w:r>
      <w:r w:rsidRPr="002668D1">
        <w:rPr>
          <w:szCs w:val="28"/>
          <w:vertAlign w:val="subscript"/>
        </w:rPr>
        <w:t xml:space="preserve"> </w:t>
      </w:r>
      <w:r w:rsidRPr="002668D1">
        <w:rPr>
          <w:szCs w:val="28"/>
        </w:rPr>
        <w:t xml:space="preserve">= ∑ </w:t>
      </w:r>
      <w:r w:rsidRPr="002668D1">
        <w:rPr>
          <w:szCs w:val="28"/>
          <w:lang w:val="en-US"/>
        </w:rPr>
        <w:t>S</w:t>
      </w:r>
      <w:r w:rsidRPr="002668D1">
        <w:rPr>
          <w:szCs w:val="28"/>
          <w:vertAlign w:val="subscript"/>
        </w:rPr>
        <w:t>м</w:t>
      </w:r>
      <w:r w:rsidRPr="002668D1">
        <w:rPr>
          <w:szCs w:val="28"/>
        </w:rPr>
        <w:t xml:space="preserve">, </w:t>
      </w:r>
      <w:r w:rsidR="008F7B69" w:rsidRPr="002668D1">
        <w:rPr>
          <w:szCs w:val="28"/>
        </w:rPr>
        <w:t>где:</w:t>
      </w:r>
    </w:p>
    <w:p w:rsidR="006916FB" w:rsidRPr="002668D1" w:rsidRDefault="006916FB" w:rsidP="008F7B69">
      <w:pPr>
        <w:autoSpaceDE w:val="0"/>
        <w:autoSpaceDN w:val="0"/>
        <w:adjustRightInd w:val="0"/>
        <w:ind w:firstLine="540"/>
        <w:rPr>
          <w:szCs w:val="28"/>
        </w:rPr>
      </w:pPr>
    </w:p>
    <w:p w:rsidR="008F7B69" w:rsidRPr="002668D1" w:rsidRDefault="003C4B57" w:rsidP="006D4009">
      <w:pPr>
        <w:autoSpaceDE w:val="0"/>
        <w:autoSpaceDN w:val="0"/>
        <w:adjustRightInd w:val="0"/>
        <w:ind w:firstLine="540"/>
        <w:rPr>
          <w:szCs w:val="28"/>
        </w:rPr>
      </w:pPr>
      <w:r w:rsidRPr="002668D1">
        <w:rPr>
          <w:szCs w:val="28"/>
          <w:lang w:val="en-US"/>
        </w:rPr>
        <w:t>S</w:t>
      </w:r>
      <w:r w:rsidRPr="002668D1">
        <w:rPr>
          <w:szCs w:val="28"/>
          <w:vertAlign w:val="subscript"/>
        </w:rPr>
        <w:t>м</w:t>
      </w:r>
      <w:r w:rsidR="008F7B69" w:rsidRPr="002668D1">
        <w:rPr>
          <w:szCs w:val="28"/>
        </w:rPr>
        <w:t xml:space="preserve"> </w:t>
      </w:r>
      <w:r w:rsidR="006916FB" w:rsidRPr="002668D1">
        <w:rPr>
          <w:szCs w:val="28"/>
        </w:rPr>
        <w:t>–</w:t>
      </w:r>
      <w:r w:rsidR="008F7B69" w:rsidRPr="002668D1">
        <w:rPr>
          <w:szCs w:val="28"/>
        </w:rPr>
        <w:t xml:space="preserve"> размер</w:t>
      </w:r>
      <w:r w:rsidR="006916FB" w:rsidRPr="002668D1">
        <w:rPr>
          <w:szCs w:val="28"/>
        </w:rPr>
        <w:t xml:space="preserve"> </w:t>
      </w:r>
      <w:r w:rsidR="008F7B69" w:rsidRPr="002668D1">
        <w:rPr>
          <w:szCs w:val="28"/>
        </w:rPr>
        <w:t>субвенции на обеспечение отдыха и оздоровления детей, предоставляемой соответствующему местному бюджету.</w:t>
      </w:r>
    </w:p>
    <w:p w:rsidR="008F7B69" w:rsidRPr="002668D1" w:rsidRDefault="008F7B69" w:rsidP="006D4009">
      <w:pPr>
        <w:autoSpaceDE w:val="0"/>
        <w:autoSpaceDN w:val="0"/>
        <w:adjustRightInd w:val="0"/>
        <w:ind w:firstLine="540"/>
        <w:rPr>
          <w:szCs w:val="28"/>
        </w:rPr>
      </w:pPr>
      <w:r w:rsidRPr="002668D1">
        <w:rPr>
          <w:szCs w:val="28"/>
        </w:rPr>
        <w:t>3. Размер субвенции на обеспечение отдыха и оздоровления детей, предоставляемой соответствующему местному бюджету, определяется по формуле:</w:t>
      </w:r>
    </w:p>
    <w:p w:rsidR="008F7B69" w:rsidRPr="002668D1" w:rsidRDefault="008F7B69" w:rsidP="008F7B69">
      <w:pPr>
        <w:autoSpaceDE w:val="0"/>
        <w:autoSpaceDN w:val="0"/>
        <w:adjustRightInd w:val="0"/>
        <w:rPr>
          <w:szCs w:val="28"/>
        </w:rPr>
      </w:pPr>
    </w:p>
    <w:p w:rsidR="006916FB" w:rsidRPr="002668D1" w:rsidRDefault="006916FB" w:rsidP="00B56FD8">
      <w:pPr>
        <w:autoSpaceDE w:val="0"/>
        <w:autoSpaceDN w:val="0"/>
        <w:adjustRightInd w:val="0"/>
        <w:ind w:firstLine="540"/>
        <w:rPr>
          <w:szCs w:val="28"/>
        </w:rPr>
      </w:pPr>
      <w:r w:rsidRPr="002668D1">
        <w:rPr>
          <w:szCs w:val="28"/>
          <w:lang w:val="en-US"/>
        </w:rPr>
        <w:t>S</w:t>
      </w:r>
      <w:r w:rsidRPr="002668D1">
        <w:rPr>
          <w:szCs w:val="28"/>
          <w:vertAlign w:val="subscript"/>
        </w:rPr>
        <w:t xml:space="preserve">м </w:t>
      </w:r>
      <w:r w:rsidRPr="002668D1">
        <w:rPr>
          <w:szCs w:val="28"/>
        </w:rPr>
        <w:t xml:space="preserve">= ∑ </w:t>
      </w:r>
      <w:r w:rsidRPr="002668D1">
        <w:rPr>
          <w:szCs w:val="28"/>
          <w:lang w:val="en-US"/>
        </w:rPr>
        <w:t>S</w:t>
      </w:r>
      <w:r w:rsidRPr="002668D1">
        <w:rPr>
          <w:szCs w:val="28"/>
          <w:vertAlign w:val="subscript"/>
        </w:rPr>
        <w:t>1-2</w:t>
      </w:r>
      <w:r w:rsidRPr="002668D1">
        <w:rPr>
          <w:szCs w:val="28"/>
        </w:rPr>
        <w:t>, где:</w:t>
      </w:r>
    </w:p>
    <w:p w:rsidR="006916FB" w:rsidRPr="002668D1" w:rsidRDefault="006916FB" w:rsidP="00B56FD8">
      <w:pPr>
        <w:autoSpaceDE w:val="0"/>
        <w:autoSpaceDN w:val="0"/>
        <w:adjustRightInd w:val="0"/>
        <w:ind w:firstLine="540"/>
        <w:rPr>
          <w:szCs w:val="28"/>
        </w:rPr>
      </w:pPr>
    </w:p>
    <w:p w:rsidR="008F7B69" w:rsidRPr="002668D1" w:rsidRDefault="008F7B69" w:rsidP="00B56FD8">
      <w:pPr>
        <w:autoSpaceDE w:val="0"/>
        <w:autoSpaceDN w:val="0"/>
        <w:adjustRightInd w:val="0"/>
        <w:ind w:firstLine="540"/>
        <w:rPr>
          <w:szCs w:val="28"/>
        </w:rPr>
      </w:pPr>
      <w:r w:rsidRPr="002668D1">
        <w:rPr>
          <w:szCs w:val="28"/>
        </w:rPr>
        <w:t>S</w:t>
      </w:r>
      <w:r w:rsidRPr="002668D1">
        <w:rPr>
          <w:szCs w:val="28"/>
          <w:vertAlign w:val="subscript"/>
        </w:rPr>
        <w:t>1</w:t>
      </w:r>
      <w:r w:rsidRPr="002668D1">
        <w:rPr>
          <w:szCs w:val="28"/>
        </w:rPr>
        <w:t xml:space="preserve"> </w:t>
      </w:r>
      <w:r w:rsidR="006916FB" w:rsidRPr="002668D1">
        <w:rPr>
          <w:szCs w:val="28"/>
        </w:rPr>
        <w:t>–</w:t>
      </w:r>
      <w:r w:rsidRPr="002668D1">
        <w:rPr>
          <w:szCs w:val="28"/>
        </w:rPr>
        <w:t xml:space="preserve"> объем расходов на оплату стоимости пребывания ребенка в лагере с дневной формой пребывания детей;</w:t>
      </w:r>
    </w:p>
    <w:p w:rsidR="008F7B69" w:rsidRPr="002668D1" w:rsidRDefault="008F7B69" w:rsidP="00B56FD8">
      <w:pPr>
        <w:autoSpaceDE w:val="0"/>
        <w:autoSpaceDN w:val="0"/>
        <w:adjustRightInd w:val="0"/>
        <w:ind w:firstLine="540"/>
        <w:rPr>
          <w:szCs w:val="28"/>
        </w:rPr>
      </w:pPr>
      <w:r w:rsidRPr="002668D1">
        <w:rPr>
          <w:szCs w:val="28"/>
        </w:rPr>
        <w:t>S</w:t>
      </w:r>
      <w:r w:rsidRPr="002668D1">
        <w:rPr>
          <w:szCs w:val="28"/>
          <w:vertAlign w:val="subscript"/>
        </w:rPr>
        <w:t>2</w:t>
      </w:r>
      <w:r w:rsidRPr="002668D1">
        <w:rPr>
          <w:szCs w:val="28"/>
        </w:rPr>
        <w:t xml:space="preserve"> </w:t>
      </w:r>
      <w:r w:rsidR="006916FB" w:rsidRPr="002668D1">
        <w:rPr>
          <w:szCs w:val="28"/>
        </w:rPr>
        <w:t>–</w:t>
      </w:r>
      <w:r w:rsidRPr="002668D1">
        <w:rPr>
          <w:szCs w:val="28"/>
        </w:rPr>
        <w:t xml:space="preserve"> объем расходов на приобретение путевок в организации отдыха детей и их оздоровления.</w:t>
      </w:r>
      <w:r w:rsidR="00E534D0" w:rsidRPr="002668D1">
        <w:rPr>
          <w:szCs w:val="28"/>
        </w:rPr>
        <w:t>».</w:t>
      </w:r>
    </w:p>
    <w:p w:rsidR="00D734AE" w:rsidRPr="002668D1" w:rsidRDefault="00D734AE" w:rsidP="0059172C">
      <w:pPr>
        <w:autoSpaceDE w:val="0"/>
        <w:autoSpaceDN w:val="0"/>
        <w:adjustRightInd w:val="0"/>
        <w:ind w:firstLine="708"/>
        <w:rPr>
          <w:strike/>
          <w:szCs w:val="28"/>
        </w:rPr>
      </w:pPr>
    </w:p>
    <w:p w:rsidR="0059172C" w:rsidRPr="002668D1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2668D1">
        <w:rPr>
          <w:b/>
          <w:szCs w:val="28"/>
        </w:rPr>
        <w:t>Статья 2</w:t>
      </w:r>
    </w:p>
    <w:p w:rsidR="00BD0A22" w:rsidRPr="002668D1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>Внести в Закон Ярославской области от 27.10.2022 № 45-з «О мерах социальной поддержки членов семей граждан, призванных на военную службу по мобилизации» (Документ-Регион, 2022, 1 ноября, № 90; 2023, 7 июля, № 51) следующие изменения:</w:t>
      </w:r>
    </w:p>
    <w:p w:rsidR="008B31B9" w:rsidRPr="002668D1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 xml:space="preserve">1) </w:t>
      </w:r>
      <w:r w:rsidR="008B31B9" w:rsidRPr="002668D1">
        <w:rPr>
          <w:szCs w:val="28"/>
        </w:rPr>
        <w:t xml:space="preserve">в </w:t>
      </w:r>
      <w:r w:rsidR="00E824AD">
        <w:rPr>
          <w:szCs w:val="28"/>
        </w:rPr>
        <w:t xml:space="preserve">части 1 </w:t>
      </w:r>
      <w:r w:rsidR="008B31B9" w:rsidRPr="002668D1">
        <w:rPr>
          <w:szCs w:val="28"/>
        </w:rPr>
        <w:t>стать</w:t>
      </w:r>
      <w:r w:rsidR="00E824AD">
        <w:rPr>
          <w:szCs w:val="28"/>
        </w:rPr>
        <w:t>и</w:t>
      </w:r>
      <w:r w:rsidR="008B31B9" w:rsidRPr="002668D1">
        <w:rPr>
          <w:szCs w:val="28"/>
        </w:rPr>
        <w:t xml:space="preserve"> 3:</w:t>
      </w:r>
    </w:p>
    <w:p w:rsidR="00BD0A22" w:rsidRPr="002668D1" w:rsidRDefault="008B31B9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 xml:space="preserve">а) </w:t>
      </w:r>
      <w:r w:rsidR="00BD0A22" w:rsidRPr="002668D1">
        <w:rPr>
          <w:szCs w:val="28"/>
        </w:rPr>
        <w:t xml:space="preserve">дополнить пунктом </w:t>
      </w:r>
      <w:r w:rsidR="00CB0E86" w:rsidRPr="002668D1">
        <w:rPr>
          <w:szCs w:val="28"/>
        </w:rPr>
        <w:t>1</w:t>
      </w:r>
      <w:r w:rsidR="00BD0A22" w:rsidRPr="002668D1">
        <w:rPr>
          <w:szCs w:val="28"/>
          <w:vertAlign w:val="superscript"/>
        </w:rPr>
        <w:t>1</w:t>
      </w:r>
      <w:r w:rsidR="00BD0A22" w:rsidRPr="002668D1">
        <w:rPr>
          <w:szCs w:val="28"/>
        </w:rPr>
        <w:t xml:space="preserve"> следующего содержания:</w:t>
      </w:r>
    </w:p>
    <w:p w:rsidR="00BD0A22" w:rsidRPr="002668D1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2668D1">
        <w:rPr>
          <w:szCs w:val="28"/>
        </w:rPr>
        <w:t>«</w:t>
      </w:r>
      <w:r w:rsidR="00CB0E86" w:rsidRPr="002668D1">
        <w:rPr>
          <w:szCs w:val="28"/>
        </w:rPr>
        <w:t>1</w:t>
      </w:r>
      <w:r w:rsidRPr="002668D1">
        <w:rPr>
          <w:szCs w:val="28"/>
          <w:vertAlign w:val="superscript"/>
        </w:rPr>
        <w:t>1</w:t>
      </w:r>
      <w:r w:rsidRPr="002668D1">
        <w:rPr>
          <w:szCs w:val="28"/>
        </w:rPr>
        <w:t xml:space="preserve">) предоставление социальной услуги по оплате стоимости пребывания ребенка в лагерях с дневной формой пребывания детей и по предоставлению путевок в организации отдыха детей и их оздоровления (за исключением лиц, указанных в статье 60 </w:t>
      </w:r>
      <w:r w:rsidR="008B31B9" w:rsidRPr="002668D1">
        <w:rPr>
          <w:szCs w:val="28"/>
        </w:rPr>
        <w:t>Закона Ярославской области от 19.12.2008 № 65-з «Социальный кодекс Ярославской области» (далее – Закон Ярославской области «Социальный кодекс Ярославской области»</w:t>
      </w:r>
      <w:r w:rsidRPr="002668D1">
        <w:rPr>
          <w:szCs w:val="28"/>
        </w:rPr>
        <w:t>);»;</w:t>
      </w:r>
    </w:p>
    <w:p w:rsidR="008B31B9" w:rsidRPr="002653E6" w:rsidRDefault="008B31B9" w:rsidP="00625C98">
      <w:pPr>
        <w:autoSpaceDE w:val="0"/>
        <w:autoSpaceDN w:val="0"/>
        <w:adjustRightInd w:val="0"/>
        <w:ind w:firstLine="708"/>
        <w:rPr>
          <w:szCs w:val="28"/>
        </w:rPr>
      </w:pPr>
      <w:r w:rsidRPr="002653E6">
        <w:rPr>
          <w:szCs w:val="28"/>
        </w:rPr>
        <w:lastRenderedPageBreak/>
        <w:t xml:space="preserve">б) в </w:t>
      </w:r>
      <w:r w:rsidR="00E824AD" w:rsidRPr="002653E6">
        <w:rPr>
          <w:szCs w:val="28"/>
        </w:rPr>
        <w:t>пункте</w:t>
      </w:r>
      <w:r w:rsidRPr="002653E6">
        <w:rPr>
          <w:szCs w:val="28"/>
        </w:rPr>
        <w:t xml:space="preserve"> 2 слова «</w:t>
      </w:r>
      <w:r w:rsidR="00625C98" w:rsidRPr="002653E6">
        <w:rPr>
          <w:szCs w:val="28"/>
        </w:rPr>
        <w:t xml:space="preserve">(за исключением лиц, указанных в </w:t>
      </w:r>
      <w:hyperlink r:id="rId12" w:history="1">
        <w:r w:rsidR="00625C98" w:rsidRPr="002653E6">
          <w:rPr>
            <w:rStyle w:val="afa"/>
            <w:color w:val="auto"/>
            <w:szCs w:val="28"/>
            <w:u w:val="none"/>
          </w:rPr>
          <w:t>статье 63</w:t>
        </w:r>
      </w:hyperlink>
      <w:r w:rsidR="00625C98" w:rsidRPr="002653E6">
        <w:rPr>
          <w:szCs w:val="28"/>
        </w:rPr>
        <w:t xml:space="preserve"> Закона Ярославской области от 19.12.2008 № 65-з «Социальный кодекс Ярославской области» (далее – Закон Ярославской области «Социальный кодекс Ярославской области»)» заменить словами «(за исключением лиц, указанных в </w:t>
      </w:r>
      <w:hyperlink r:id="rId13" w:history="1">
        <w:r w:rsidR="00625C98" w:rsidRPr="002653E6">
          <w:rPr>
            <w:rStyle w:val="afa"/>
            <w:color w:val="auto"/>
            <w:szCs w:val="28"/>
            <w:u w:val="none"/>
          </w:rPr>
          <w:t>статье 63</w:t>
        </w:r>
      </w:hyperlink>
      <w:r w:rsidR="00625C98" w:rsidRPr="002653E6">
        <w:rPr>
          <w:szCs w:val="28"/>
        </w:rPr>
        <w:t xml:space="preserve"> </w:t>
      </w:r>
      <w:r w:rsidRPr="002653E6">
        <w:rPr>
          <w:szCs w:val="28"/>
        </w:rPr>
        <w:t>Закона Ярославской области «Социальный кодекс Ярославской области»</w:t>
      </w:r>
      <w:r w:rsidR="00625C98" w:rsidRPr="002653E6">
        <w:rPr>
          <w:szCs w:val="28"/>
        </w:rPr>
        <w:t>)»;</w:t>
      </w:r>
    </w:p>
    <w:p w:rsidR="00C47034" w:rsidRPr="007F3FBE" w:rsidRDefault="00BD0A22" w:rsidP="00BD0A22">
      <w:pPr>
        <w:pStyle w:val="af3"/>
        <w:autoSpaceDE w:val="0"/>
        <w:autoSpaceDN w:val="0"/>
        <w:adjustRightInd w:val="0"/>
        <w:ind w:firstLine="0"/>
        <w:rPr>
          <w:szCs w:val="28"/>
        </w:rPr>
      </w:pPr>
      <w:bookmarkStart w:id="0" w:name="_GoBack"/>
      <w:r w:rsidRPr="007F3FBE">
        <w:rPr>
          <w:szCs w:val="28"/>
        </w:rPr>
        <w:t xml:space="preserve">2) </w:t>
      </w:r>
      <w:r w:rsidR="00C47034" w:rsidRPr="007F3FBE">
        <w:rPr>
          <w:szCs w:val="28"/>
        </w:rPr>
        <w:t>в статье 4:</w:t>
      </w:r>
    </w:p>
    <w:p w:rsidR="00AF7C1A" w:rsidRPr="007F3FBE" w:rsidRDefault="00C47034" w:rsidP="00BD0A22">
      <w:pPr>
        <w:pStyle w:val="af3"/>
        <w:autoSpaceDE w:val="0"/>
        <w:autoSpaceDN w:val="0"/>
        <w:adjustRightInd w:val="0"/>
        <w:ind w:firstLine="0"/>
        <w:rPr>
          <w:szCs w:val="28"/>
        </w:rPr>
      </w:pPr>
      <w:r w:rsidRPr="007F3FBE">
        <w:rPr>
          <w:szCs w:val="28"/>
        </w:rPr>
        <w:t xml:space="preserve">а) </w:t>
      </w:r>
      <w:r w:rsidR="00F80B40" w:rsidRPr="007F3FBE">
        <w:rPr>
          <w:szCs w:val="28"/>
        </w:rPr>
        <w:t xml:space="preserve">в </w:t>
      </w:r>
      <w:r w:rsidR="00ED2064" w:rsidRPr="007F3FBE">
        <w:rPr>
          <w:szCs w:val="28"/>
        </w:rPr>
        <w:t>част</w:t>
      </w:r>
      <w:r w:rsidR="00F80B40" w:rsidRPr="007F3FBE">
        <w:rPr>
          <w:szCs w:val="28"/>
        </w:rPr>
        <w:t>и</w:t>
      </w:r>
      <w:r w:rsidR="00ED2064" w:rsidRPr="007F3FBE">
        <w:rPr>
          <w:szCs w:val="28"/>
        </w:rPr>
        <w:t xml:space="preserve"> 1</w:t>
      </w:r>
      <w:r w:rsidR="00ED2064" w:rsidRPr="007F3FBE">
        <w:rPr>
          <w:szCs w:val="28"/>
          <w:vertAlign w:val="superscript"/>
        </w:rPr>
        <w:t>1</w:t>
      </w:r>
      <w:r w:rsidR="00F80B40" w:rsidRPr="007F3FBE">
        <w:rPr>
          <w:szCs w:val="28"/>
        </w:rPr>
        <w:t>:</w:t>
      </w:r>
    </w:p>
    <w:p w:rsidR="00AF7C1A" w:rsidRPr="007F3FBE" w:rsidRDefault="00AF7C1A" w:rsidP="00AF7C1A">
      <w:pPr>
        <w:pStyle w:val="af3"/>
        <w:ind w:left="0" w:firstLine="709"/>
        <w:rPr>
          <w:szCs w:val="28"/>
        </w:rPr>
      </w:pPr>
      <w:r w:rsidRPr="007F3FBE">
        <w:rPr>
          <w:szCs w:val="28"/>
        </w:rPr>
        <w:t>в пункте 1 слова «</w:t>
      </w:r>
      <w:hyperlink r:id="rId14" w:history="1">
        <w:r w:rsidRPr="007F3FBE">
          <w:rPr>
            <w:rStyle w:val="afa"/>
            <w:color w:val="auto"/>
            <w:szCs w:val="28"/>
            <w:u w:val="none"/>
          </w:rPr>
          <w:t>пунктами 1</w:t>
        </w:r>
      </w:hyperlink>
      <w:r w:rsidRPr="007F3FBE">
        <w:rPr>
          <w:szCs w:val="28"/>
        </w:rPr>
        <w:t xml:space="preserve"> – </w:t>
      </w:r>
      <w:hyperlink r:id="rId15" w:history="1">
        <w:r w:rsidRPr="007F3FBE">
          <w:rPr>
            <w:rStyle w:val="afa"/>
            <w:color w:val="auto"/>
            <w:szCs w:val="28"/>
            <w:u w:val="none"/>
          </w:rPr>
          <w:t>3</w:t>
        </w:r>
      </w:hyperlink>
      <w:r w:rsidRPr="007F3FBE">
        <w:rPr>
          <w:szCs w:val="28"/>
        </w:rPr>
        <w:t xml:space="preserve">» заменить словами «пунктами </w:t>
      </w:r>
      <w:r w:rsidRPr="007F3FBE">
        <w:rPr>
          <w:szCs w:val="28"/>
        </w:rPr>
        <w:br/>
        <w:t>1, 2 и 3»;</w:t>
      </w:r>
    </w:p>
    <w:p w:rsidR="00756D9C" w:rsidRPr="007F3FBE" w:rsidRDefault="00ED2064" w:rsidP="00AF7C1A">
      <w:pPr>
        <w:pStyle w:val="af3"/>
        <w:autoSpaceDE w:val="0"/>
        <w:autoSpaceDN w:val="0"/>
        <w:adjustRightInd w:val="0"/>
        <w:ind w:firstLine="0"/>
        <w:rPr>
          <w:szCs w:val="28"/>
        </w:rPr>
      </w:pPr>
      <w:r w:rsidRPr="007F3FBE">
        <w:rPr>
          <w:szCs w:val="28"/>
        </w:rPr>
        <w:t xml:space="preserve">дополнить пунктом </w:t>
      </w:r>
      <w:r w:rsidR="00AF7C1A" w:rsidRPr="007F3FBE">
        <w:rPr>
          <w:szCs w:val="28"/>
        </w:rPr>
        <w:t>1</w:t>
      </w:r>
      <w:r w:rsidR="00AF7C1A"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следующего содержания:</w:t>
      </w:r>
    </w:p>
    <w:p w:rsidR="00756D9C" w:rsidRPr="007F3FBE" w:rsidRDefault="00ED2064" w:rsidP="00756D9C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«</w:t>
      </w:r>
      <w:r w:rsidR="00AF7C1A" w:rsidRPr="007F3FBE">
        <w:rPr>
          <w:szCs w:val="28"/>
        </w:rPr>
        <w:t>1</w:t>
      </w:r>
      <w:r w:rsidR="00AF7C1A"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) меры социальной поддержки, предусмотренные пунктом </w:t>
      </w:r>
      <w:r w:rsidR="00CB0E86" w:rsidRPr="007F3FBE">
        <w:rPr>
          <w:szCs w:val="28"/>
        </w:rPr>
        <w:t>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</w:t>
      </w:r>
      <w:r w:rsidR="00BD0A22" w:rsidRPr="007F3FBE">
        <w:rPr>
          <w:szCs w:val="28"/>
        </w:rPr>
        <w:t xml:space="preserve">части 1 статьи 3 </w:t>
      </w:r>
      <w:r w:rsidR="00756D9C" w:rsidRPr="007F3FBE">
        <w:rPr>
          <w:szCs w:val="28"/>
        </w:rPr>
        <w:t xml:space="preserve">настоящего Закона, </w:t>
      </w:r>
      <w:r w:rsidR="00BD0A22" w:rsidRPr="007F3FBE">
        <w:rPr>
          <w:szCs w:val="28"/>
        </w:rPr>
        <w:t>–</w:t>
      </w:r>
      <w:r w:rsidR="00756D9C" w:rsidRPr="007F3FBE">
        <w:rPr>
          <w:szCs w:val="28"/>
        </w:rPr>
        <w:t xml:space="preserve"> до достижения ребенком возраста 18 лет</w:t>
      </w:r>
      <w:r w:rsidR="00AF7C1A" w:rsidRPr="007F3FBE">
        <w:rPr>
          <w:szCs w:val="28"/>
        </w:rPr>
        <w:t>;</w:t>
      </w:r>
      <w:r w:rsidR="00C47034" w:rsidRPr="007F3FBE">
        <w:rPr>
          <w:szCs w:val="28"/>
        </w:rPr>
        <w:t>»;</w:t>
      </w:r>
    </w:p>
    <w:p w:rsidR="00C47034" w:rsidRPr="007F3FBE" w:rsidRDefault="00C47034" w:rsidP="00756D9C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б) дополнить частью 1</w:t>
      </w:r>
      <w:r w:rsidRPr="007F3FBE">
        <w:rPr>
          <w:szCs w:val="28"/>
          <w:vertAlign w:val="superscript"/>
        </w:rPr>
        <w:t>2</w:t>
      </w:r>
      <w:r w:rsidRPr="007F3FBE">
        <w:rPr>
          <w:szCs w:val="28"/>
        </w:rPr>
        <w:t xml:space="preserve"> следующего содержания:</w:t>
      </w:r>
    </w:p>
    <w:p w:rsidR="00C47034" w:rsidRPr="007F3FBE" w:rsidRDefault="00C47034" w:rsidP="00756D9C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«1</w:t>
      </w:r>
      <w:r w:rsidRPr="007F3FBE">
        <w:rPr>
          <w:szCs w:val="28"/>
          <w:vertAlign w:val="superscript"/>
        </w:rPr>
        <w:t>2</w:t>
      </w:r>
      <w:r w:rsidRPr="007F3FBE">
        <w:rPr>
          <w:szCs w:val="28"/>
        </w:rPr>
        <w:t>. В случае признания гражданина, призванного на военную службу по мобилизации, инвалидом вследствие военной травмы членам его семьи предоставляются:</w:t>
      </w:r>
    </w:p>
    <w:p w:rsidR="00C47034" w:rsidRPr="007F3FBE" w:rsidRDefault="00C47034" w:rsidP="00756D9C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 xml:space="preserve">1) меры социальной поддержки, предусмотренные пунктами 1, 2 и 3 </w:t>
      </w:r>
      <w:r w:rsidR="009F4A47" w:rsidRPr="007F3FBE">
        <w:rPr>
          <w:szCs w:val="28"/>
        </w:rPr>
        <w:br/>
      </w:r>
      <w:r w:rsidRPr="007F3FBE">
        <w:rPr>
          <w:szCs w:val="28"/>
        </w:rPr>
        <w:t>части 1 статьи 3 настоящего Закона, – на период обучения детей гражданина, призванного на военную службу по мобилизации, в образовательных организациях, осуществляющих образовательную деятельность на территории Ярославской области;</w:t>
      </w:r>
    </w:p>
    <w:p w:rsidR="00C47034" w:rsidRPr="007F3FBE" w:rsidRDefault="00C47034" w:rsidP="00756D9C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2) меры социальной поддержки, предусмотренные пунктом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части 1 статьи 3 настоящего Закона, – до достижения ребенком возраста 18 лет.».</w:t>
      </w:r>
    </w:p>
    <w:p w:rsidR="0019056E" w:rsidRPr="007F3FBE" w:rsidRDefault="0019056E" w:rsidP="00311025">
      <w:pPr>
        <w:autoSpaceDE w:val="0"/>
        <w:autoSpaceDN w:val="0"/>
        <w:adjustRightInd w:val="0"/>
        <w:ind w:firstLine="0"/>
        <w:rPr>
          <w:szCs w:val="28"/>
        </w:rPr>
      </w:pPr>
    </w:p>
    <w:p w:rsidR="0059172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7F3FBE">
        <w:rPr>
          <w:b/>
          <w:szCs w:val="28"/>
        </w:rPr>
        <w:t>Статья 3</w:t>
      </w:r>
    </w:p>
    <w:p w:rsidR="00BD0A22" w:rsidRPr="007F3FBE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>Внести в Закон Ярославской области от 24.11.2022 № 52-з «О мерах социальной поддержки членов семей отдельных категорий граждан в связи с проведением специальной военной операции» (Документ-Регион, 2022, 29 ноября, № 98; 2023</w:t>
      </w:r>
      <w:r w:rsidR="00E824AD" w:rsidRPr="007F3FBE">
        <w:rPr>
          <w:szCs w:val="28"/>
        </w:rPr>
        <w:t>, 7 июля, № 51; 1 декабря, № 95</w:t>
      </w:r>
      <w:r w:rsidRPr="007F3FBE">
        <w:rPr>
          <w:szCs w:val="28"/>
        </w:rPr>
        <w:t>) следующие изменения:</w:t>
      </w:r>
    </w:p>
    <w:p w:rsidR="00BD0A22" w:rsidRPr="007F3FBE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>1) в статье 3:</w:t>
      </w:r>
    </w:p>
    <w:p w:rsidR="003A3696" w:rsidRPr="007F3FBE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 xml:space="preserve">а) </w:t>
      </w:r>
      <w:r w:rsidR="003A3696" w:rsidRPr="007F3FBE">
        <w:rPr>
          <w:szCs w:val="28"/>
        </w:rPr>
        <w:t xml:space="preserve">в </w:t>
      </w:r>
      <w:r w:rsidRPr="007F3FBE">
        <w:rPr>
          <w:szCs w:val="28"/>
        </w:rPr>
        <w:t>част</w:t>
      </w:r>
      <w:r w:rsidR="003A3696" w:rsidRPr="007F3FBE">
        <w:rPr>
          <w:szCs w:val="28"/>
        </w:rPr>
        <w:t>и 1:</w:t>
      </w:r>
    </w:p>
    <w:p w:rsidR="00BD0A22" w:rsidRPr="007F3FBE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 xml:space="preserve">дополнить пунктом </w:t>
      </w:r>
      <w:r w:rsidR="003A3696" w:rsidRPr="007F3FBE">
        <w:rPr>
          <w:szCs w:val="28"/>
        </w:rPr>
        <w:t>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следующего содержания:</w:t>
      </w:r>
    </w:p>
    <w:p w:rsidR="00BD0A22" w:rsidRPr="007F3FBE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>«</w:t>
      </w:r>
      <w:r w:rsidR="003A3696" w:rsidRPr="007F3FBE">
        <w:rPr>
          <w:szCs w:val="28"/>
        </w:rPr>
        <w:t>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) предоставление социальной услуги по оплате стоимости пребывания ребенка в лагерях с дневной формой пребывания детей и по предоставлению путевок в организации отдыха детей и их оздоровления </w:t>
      </w:r>
      <w:r w:rsidR="003A3696" w:rsidRPr="007F3FBE">
        <w:rPr>
          <w:szCs w:val="28"/>
        </w:rPr>
        <w:t>(за исключением лиц, указанных в статье 60 Закона Ярославской области от 19.12.2008 № 65-з «Социальный кодекс Ярославской области» (далее – Закон Ярославской области «Социальный кодекс Ярославской области»</w:t>
      </w:r>
      <w:r w:rsidRPr="007F3FBE">
        <w:rPr>
          <w:szCs w:val="28"/>
        </w:rPr>
        <w:t>);»;</w:t>
      </w:r>
    </w:p>
    <w:p w:rsidR="003A3696" w:rsidRPr="007F3FBE" w:rsidRDefault="003A3696" w:rsidP="0012725F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>в пункте 2 слова «</w:t>
      </w:r>
      <w:r w:rsidR="0012725F" w:rsidRPr="007F3FBE">
        <w:rPr>
          <w:szCs w:val="28"/>
        </w:rPr>
        <w:t xml:space="preserve">(за исключением лиц, указанных в </w:t>
      </w:r>
      <w:hyperlink r:id="rId16" w:history="1">
        <w:r w:rsidR="0012725F" w:rsidRPr="007F3FBE">
          <w:rPr>
            <w:rStyle w:val="afa"/>
            <w:color w:val="auto"/>
            <w:szCs w:val="28"/>
            <w:u w:val="none"/>
          </w:rPr>
          <w:t>статье 63</w:t>
        </w:r>
      </w:hyperlink>
      <w:r w:rsidR="0012725F" w:rsidRPr="007F3FBE">
        <w:rPr>
          <w:szCs w:val="28"/>
        </w:rPr>
        <w:t xml:space="preserve"> Закона Ярославской области от 19.12.2008 № 65-з «Социальный кодекс Ярославской области» (далее – Закон Ярославской области «Социальный кодекс Ярославской области»)</w:t>
      </w:r>
      <w:r w:rsidRPr="007F3FBE">
        <w:rPr>
          <w:szCs w:val="28"/>
        </w:rPr>
        <w:t>» заменить словами «</w:t>
      </w:r>
      <w:r w:rsidR="0012725F" w:rsidRPr="007F3FBE">
        <w:rPr>
          <w:szCs w:val="28"/>
        </w:rPr>
        <w:t xml:space="preserve">(за исключением лиц, указанных в статье 63 </w:t>
      </w:r>
      <w:r w:rsidRPr="007F3FBE">
        <w:rPr>
          <w:szCs w:val="28"/>
        </w:rPr>
        <w:t>Закона Ярославской области «Социальный кодекс Ярославской области»</w:t>
      </w:r>
      <w:r w:rsidR="0012725F" w:rsidRPr="007F3FBE">
        <w:rPr>
          <w:szCs w:val="28"/>
        </w:rPr>
        <w:t>)»</w:t>
      </w:r>
      <w:r w:rsidRPr="007F3FBE">
        <w:rPr>
          <w:szCs w:val="28"/>
        </w:rPr>
        <w:t>;</w:t>
      </w:r>
    </w:p>
    <w:p w:rsidR="00BD0A22" w:rsidRPr="007F3FBE" w:rsidRDefault="00BD0A22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>б) часть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дополнить пунктом </w:t>
      </w:r>
      <w:r w:rsidR="003A3696" w:rsidRPr="007F3FBE">
        <w:rPr>
          <w:szCs w:val="28"/>
        </w:rPr>
        <w:t>1</w:t>
      </w:r>
      <w:r w:rsidR="003A3696"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следующего содержания:</w:t>
      </w:r>
    </w:p>
    <w:p w:rsidR="00BD0A22" w:rsidRPr="007F3FBE" w:rsidRDefault="003A3696" w:rsidP="00BD0A22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lastRenderedPageBreak/>
        <w:t>«1</w:t>
      </w:r>
      <w:r w:rsidRPr="007F3FBE">
        <w:rPr>
          <w:szCs w:val="28"/>
          <w:vertAlign w:val="superscript"/>
        </w:rPr>
        <w:t>1</w:t>
      </w:r>
      <w:r w:rsidR="00BD0A22" w:rsidRPr="007F3FBE">
        <w:rPr>
          <w:szCs w:val="28"/>
        </w:rPr>
        <w:t>) предоставление социальной услуги по оплате стоимости пребывания ребенка в лагерях с дневной формой пребывания детей и по предоставлению путевок в организации отдыха детей и их оздоровления (за исключением лиц, указанных в статье 60 Закона Ярославской области «Социальный кодекс Ярославской области»)</w:t>
      </w:r>
      <w:r w:rsidRPr="007F3FBE">
        <w:rPr>
          <w:szCs w:val="28"/>
        </w:rPr>
        <w:t>;</w:t>
      </w:r>
      <w:r w:rsidR="00BD0A22" w:rsidRPr="007F3FBE">
        <w:rPr>
          <w:szCs w:val="28"/>
        </w:rPr>
        <w:t>»;</w:t>
      </w:r>
    </w:p>
    <w:p w:rsidR="000E7F77" w:rsidRPr="007F3FBE" w:rsidRDefault="00BD0A22" w:rsidP="00BD0A22">
      <w:pPr>
        <w:pStyle w:val="af3"/>
        <w:autoSpaceDE w:val="0"/>
        <w:autoSpaceDN w:val="0"/>
        <w:adjustRightInd w:val="0"/>
        <w:ind w:left="1070" w:hanging="361"/>
        <w:rPr>
          <w:szCs w:val="28"/>
        </w:rPr>
      </w:pPr>
      <w:r w:rsidRPr="007F3FBE">
        <w:rPr>
          <w:szCs w:val="28"/>
        </w:rPr>
        <w:t xml:space="preserve">2) </w:t>
      </w:r>
      <w:r w:rsidR="000E7F77" w:rsidRPr="007F3FBE">
        <w:rPr>
          <w:szCs w:val="28"/>
        </w:rPr>
        <w:t>в статье 4:</w:t>
      </w:r>
    </w:p>
    <w:p w:rsidR="003A3696" w:rsidRPr="007F3FBE" w:rsidRDefault="000E7F77" w:rsidP="00BD0A22">
      <w:pPr>
        <w:pStyle w:val="af3"/>
        <w:autoSpaceDE w:val="0"/>
        <w:autoSpaceDN w:val="0"/>
        <w:adjustRightInd w:val="0"/>
        <w:ind w:left="1070" w:hanging="361"/>
        <w:rPr>
          <w:szCs w:val="28"/>
        </w:rPr>
      </w:pPr>
      <w:r w:rsidRPr="007F3FBE">
        <w:rPr>
          <w:szCs w:val="28"/>
        </w:rPr>
        <w:t xml:space="preserve">а) </w:t>
      </w:r>
      <w:r w:rsidR="003A3696" w:rsidRPr="007F3FBE">
        <w:rPr>
          <w:szCs w:val="28"/>
        </w:rPr>
        <w:t xml:space="preserve">в </w:t>
      </w:r>
      <w:r w:rsidR="00015F57" w:rsidRPr="007F3FBE">
        <w:rPr>
          <w:szCs w:val="28"/>
        </w:rPr>
        <w:t>част</w:t>
      </w:r>
      <w:r w:rsidR="003A3696" w:rsidRPr="007F3FBE">
        <w:rPr>
          <w:szCs w:val="28"/>
        </w:rPr>
        <w:t>и</w:t>
      </w:r>
      <w:r w:rsidR="00015F57" w:rsidRPr="007F3FBE">
        <w:rPr>
          <w:szCs w:val="28"/>
        </w:rPr>
        <w:t xml:space="preserve"> 1</w:t>
      </w:r>
      <w:r w:rsidR="00015F57" w:rsidRPr="007F3FBE">
        <w:rPr>
          <w:szCs w:val="28"/>
          <w:vertAlign w:val="superscript"/>
        </w:rPr>
        <w:t>1</w:t>
      </w:r>
      <w:r w:rsidR="00F80B40" w:rsidRPr="007F3FBE">
        <w:rPr>
          <w:szCs w:val="28"/>
        </w:rPr>
        <w:t>:</w:t>
      </w:r>
    </w:p>
    <w:p w:rsidR="003A3696" w:rsidRPr="007F3FBE" w:rsidRDefault="003A3696" w:rsidP="003A3696">
      <w:pPr>
        <w:pStyle w:val="af3"/>
        <w:ind w:left="0" w:firstLine="709"/>
        <w:rPr>
          <w:szCs w:val="28"/>
        </w:rPr>
      </w:pPr>
      <w:r w:rsidRPr="007F3FBE">
        <w:rPr>
          <w:szCs w:val="28"/>
        </w:rPr>
        <w:t>в пункте 1 слова «</w:t>
      </w:r>
      <w:hyperlink r:id="rId17" w:history="1">
        <w:r w:rsidRPr="007F3FBE">
          <w:rPr>
            <w:rStyle w:val="afa"/>
            <w:color w:val="auto"/>
            <w:szCs w:val="28"/>
            <w:u w:val="none"/>
          </w:rPr>
          <w:t>пунктами 1</w:t>
        </w:r>
      </w:hyperlink>
      <w:r w:rsidRPr="007F3FBE">
        <w:rPr>
          <w:szCs w:val="28"/>
        </w:rPr>
        <w:t xml:space="preserve"> – </w:t>
      </w:r>
      <w:hyperlink r:id="rId18" w:history="1">
        <w:r w:rsidRPr="007F3FBE">
          <w:rPr>
            <w:rStyle w:val="afa"/>
            <w:color w:val="auto"/>
            <w:szCs w:val="28"/>
            <w:u w:val="none"/>
          </w:rPr>
          <w:t>3 части 1</w:t>
        </w:r>
      </w:hyperlink>
      <w:r w:rsidRPr="007F3FBE">
        <w:rPr>
          <w:szCs w:val="28"/>
        </w:rPr>
        <w:t xml:space="preserve"> и частью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>» заменить словами «пунктами 1, 2 и 3 части 1 и пунктами 1, 2 и 3 части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>»;</w:t>
      </w:r>
    </w:p>
    <w:p w:rsidR="00015F57" w:rsidRPr="007F3FBE" w:rsidRDefault="00015F57" w:rsidP="003A3696">
      <w:pPr>
        <w:pStyle w:val="af3"/>
        <w:autoSpaceDE w:val="0"/>
        <w:autoSpaceDN w:val="0"/>
        <w:adjustRightInd w:val="0"/>
        <w:ind w:left="1070" w:hanging="361"/>
        <w:rPr>
          <w:szCs w:val="28"/>
        </w:rPr>
      </w:pPr>
      <w:r w:rsidRPr="007F3FBE">
        <w:rPr>
          <w:szCs w:val="28"/>
        </w:rPr>
        <w:t xml:space="preserve">дополнить пунктом </w:t>
      </w:r>
      <w:r w:rsidR="003A3696" w:rsidRPr="007F3FBE">
        <w:rPr>
          <w:szCs w:val="28"/>
        </w:rPr>
        <w:t>1</w:t>
      </w:r>
      <w:r w:rsidR="003A3696"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следующего содержания:</w:t>
      </w:r>
    </w:p>
    <w:p w:rsidR="00015F57" w:rsidRPr="007F3FBE" w:rsidRDefault="00015F57" w:rsidP="00BD0A22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«</w:t>
      </w:r>
      <w:r w:rsidR="003A3696" w:rsidRPr="007F3FBE">
        <w:rPr>
          <w:szCs w:val="28"/>
        </w:rPr>
        <w:t>1</w:t>
      </w:r>
      <w:r w:rsidR="003A3696"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) меры социальной поддержки, предусмотренные пунктом </w:t>
      </w:r>
      <w:r w:rsidR="003A3696" w:rsidRPr="007F3FBE">
        <w:rPr>
          <w:szCs w:val="28"/>
        </w:rPr>
        <w:t>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</w:t>
      </w:r>
      <w:r w:rsidR="00BD0A22" w:rsidRPr="007F3FBE">
        <w:rPr>
          <w:szCs w:val="28"/>
        </w:rPr>
        <w:t xml:space="preserve">части 1 и пунктом </w:t>
      </w:r>
      <w:r w:rsidR="003A3696" w:rsidRPr="007F3FBE">
        <w:rPr>
          <w:szCs w:val="28"/>
        </w:rPr>
        <w:t>1</w:t>
      </w:r>
      <w:r w:rsidR="003A3696" w:rsidRPr="007F3FBE">
        <w:rPr>
          <w:szCs w:val="28"/>
          <w:vertAlign w:val="superscript"/>
        </w:rPr>
        <w:t>1</w:t>
      </w:r>
      <w:r w:rsidR="00BD0A22" w:rsidRPr="007F3FBE">
        <w:rPr>
          <w:szCs w:val="28"/>
        </w:rPr>
        <w:t xml:space="preserve"> части 1</w:t>
      </w:r>
      <w:r w:rsidR="00BD0A22" w:rsidRPr="007F3FBE">
        <w:rPr>
          <w:szCs w:val="28"/>
          <w:vertAlign w:val="superscript"/>
        </w:rPr>
        <w:t>1</w:t>
      </w:r>
      <w:r w:rsidR="00BD0A22" w:rsidRPr="007F3FBE">
        <w:rPr>
          <w:szCs w:val="28"/>
        </w:rPr>
        <w:t xml:space="preserve"> статьи 3 </w:t>
      </w:r>
      <w:r w:rsidRPr="007F3FBE">
        <w:rPr>
          <w:szCs w:val="28"/>
        </w:rPr>
        <w:t xml:space="preserve">настоящего Закона, </w:t>
      </w:r>
      <w:r w:rsidR="00BD0A22" w:rsidRPr="007F3FBE">
        <w:rPr>
          <w:szCs w:val="28"/>
        </w:rPr>
        <w:t>–</w:t>
      </w:r>
      <w:r w:rsidRPr="007F3FBE">
        <w:rPr>
          <w:szCs w:val="28"/>
        </w:rPr>
        <w:t xml:space="preserve"> до достижения ребенком возраста 18 лет</w:t>
      </w:r>
      <w:r w:rsidR="00041273" w:rsidRPr="007F3FBE">
        <w:rPr>
          <w:szCs w:val="28"/>
        </w:rPr>
        <w:t>;</w:t>
      </w:r>
      <w:r w:rsidR="000E7F77" w:rsidRPr="007F3FBE">
        <w:rPr>
          <w:szCs w:val="28"/>
        </w:rPr>
        <w:t>»;</w:t>
      </w:r>
    </w:p>
    <w:p w:rsidR="000E7F77" w:rsidRPr="007F3FBE" w:rsidRDefault="000E7F77" w:rsidP="000E7F77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б) дополнить частью 1</w:t>
      </w:r>
      <w:r w:rsidRPr="007F3FBE">
        <w:rPr>
          <w:szCs w:val="28"/>
          <w:vertAlign w:val="superscript"/>
        </w:rPr>
        <w:t>2</w:t>
      </w:r>
      <w:r w:rsidRPr="007F3FBE">
        <w:rPr>
          <w:szCs w:val="28"/>
        </w:rPr>
        <w:t xml:space="preserve"> следующего содержания:</w:t>
      </w:r>
    </w:p>
    <w:p w:rsidR="000E7F77" w:rsidRPr="007F3FBE" w:rsidRDefault="000E7F77" w:rsidP="000E7F77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«1</w:t>
      </w:r>
      <w:r w:rsidRPr="007F3FBE">
        <w:rPr>
          <w:szCs w:val="28"/>
          <w:vertAlign w:val="superscript"/>
        </w:rPr>
        <w:t>2</w:t>
      </w:r>
      <w:r w:rsidRPr="007F3FBE">
        <w:rPr>
          <w:szCs w:val="28"/>
        </w:rPr>
        <w:t>. В случае признания гражданина, относящегося к отдельным категориям граждан, инвалидом вследствие военной травмы членам его семьи предоставляются:</w:t>
      </w:r>
    </w:p>
    <w:p w:rsidR="003D1F4B" w:rsidRPr="007F3FBE" w:rsidRDefault="000E7F77" w:rsidP="000E7F77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 xml:space="preserve">1) меры социальной поддержки, предусмотренные пунктами 1, 2 и 3 </w:t>
      </w:r>
      <w:r w:rsidRPr="007F3FBE">
        <w:rPr>
          <w:szCs w:val="28"/>
        </w:rPr>
        <w:br/>
        <w:t>части 1 и пунктами 1, 2 и 3 части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статьи 3 настоящего Закона, </w:t>
      </w:r>
      <w:r w:rsidR="003D1F4B" w:rsidRPr="007F3FBE">
        <w:rPr>
          <w:szCs w:val="28"/>
        </w:rPr>
        <w:t xml:space="preserve">– </w:t>
      </w:r>
      <w:r w:rsidRPr="007F3FBE">
        <w:rPr>
          <w:szCs w:val="28"/>
        </w:rPr>
        <w:t>на период обучения детей отдельных категорий граждан в образовательных организациях, осуществляющих образовательную деятельность на территории Ярославской области</w:t>
      </w:r>
      <w:r w:rsidR="003D1F4B" w:rsidRPr="007F3FBE">
        <w:rPr>
          <w:szCs w:val="28"/>
        </w:rPr>
        <w:t>;</w:t>
      </w:r>
    </w:p>
    <w:p w:rsidR="000E7F77" w:rsidRPr="007F3FBE" w:rsidRDefault="003D1F4B" w:rsidP="000E7F77">
      <w:pPr>
        <w:autoSpaceDE w:val="0"/>
        <w:autoSpaceDN w:val="0"/>
        <w:adjustRightInd w:val="0"/>
        <w:ind w:firstLine="709"/>
        <w:rPr>
          <w:szCs w:val="28"/>
        </w:rPr>
      </w:pPr>
      <w:r w:rsidRPr="007F3FBE">
        <w:rPr>
          <w:szCs w:val="28"/>
        </w:rPr>
        <w:t>2) меры социальной поддержки, предусмотренные пунктом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части 1 и пунктом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части 1</w:t>
      </w:r>
      <w:r w:rsidRPr="007F3FBE">
        <w:rPr>
          <w:szCs w:val="28"/>
          <w:vertAlign w:val="superscript"/>
        </w:rPr>
        <w:t>1</w:t>
      </w:r>
      <w:r w:rsidRPr="007F3FBE">
        <w:rPr>
          <w:szCs w:val="28"/>
        </w:rPr>
        <w:t xml:space="preserve"> статьи 3 настоящего Закона, – до достижения ребенком возраста 18 лет.</w:t>
      </w:r>
      <w:r w:rsidR="000E7F77" w:rsidRPr="007F3FBE">
        <w:rPr>
          <w:szCs w:val="28"/>
        </w:rPr>
        <w:t>».</w:t>
      </w:r>
    </w:p>
    <w:p w:rsidR="003D1F4B" w:rsidRPr="007F3FBE" w:rsidRDefault="003D1F4B" w:rsidP="0059172C">
      <w:pPr>
        <w:autoSpaceDE w:val="0"/>
        <w:autoSpaceDN w:val="0"/>
        <w:adjustRightInd w:val="0"/>
        <w:ind w:firstLine="708"/>
        <w:rPr>
          <w:szCs w:val="28"/>
        </w:rPr>
      </w:pPr>
    </w:p>
    <w:p w:rsidR="0059172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7F3FBE">
        <w:rPr>
          <w:b/>
          <w:szCs w:val="28"/>
        </w:rPr>
        <w:t xml:space="preserve">Статья </w:t>
      </w:r>
      <w:r w:rsidR="00843C88" w:rsidRPr="007F3FBE">
        <w:rPr>
          <w:b/>
          <w:szCs w:val="28"/>
        </w:rPr>
        <w:t>4</w:t>
      </w:r>
    </w:p>
    <w:p w:rsidR="00B6662D" w:rsidRPr="007F3FBE" w:rsidRDefault="00311025" w:rsidP="00B6662D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 xml:space="preserve">Настоящий Закон вступает в силу </w:t>
      </w:r>
      <w:r w:rsidR="00492F58" w:rsidRPr="007F3FBE">
        <w:rPr>
          <w:szCs w:val="28"/>
        </w:rPr>
        <w:t>со дня его официального опубликования.</w:t>
      </w: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7F3FB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F3FBE">
        <w:rPr>
          <w:bCs/>
          <w:szCs w:val="28"/>
        </w:rPr>
        <w:t>«_____» _____________ 202</w:t>
      </w:r>
      <w:r w:rsidR="00311025" w:rsidRPr="007F3FBE">
        <w:rPr>
          <w:bCs/>
          <w:szCs w:val="28"/>
        </w:rPr>
        <w:t>5</w:t>
      </w:r>
      <w:r w:rsidRPr="007F3FBE">
        <w:rPr>
          <w:bCs/>
          <w:szCs w:val="28"/>
        </w:rPr>
        <w:t xml:space="preserve"> г.</w:t>
      </w:r>
    </w:p>
    <w:p w:rsidR="00F34DFD" w:rsidRPr="007F3FB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7F3FB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F3FBE">
        <w:rPr>
          <w:bCs/>
          <w:szCs w:val="28"/>
        </w:rPr>
        <w:t>№______</w:t>
      </w:r>
      <w:bookmarkEnd w:id="0"/>
    </w:p>
    <w:sectPr w:rsidR="00572F15" w:rsidRPr="007F3FBE" w:rsidSect="00041273">
      <w:headerReference w:type="even" r:id="rId19"/>
      <w:headerReference w:type="default" r:id="rId20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FBE">
          <w:rPr>
            <w:noProof/>
          </w:rPr>
          <w:t>4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53771&amp;dst=525" TargetMode="External"/><Relationship Id="rId18" Type="http://schemas.openxmlformats.org/officeDocument/2006/relationships/hyperlink" Target="https://login.consultant.ru/link/?req=doc&amp;base=RLAW086&amp;n=147264&amp;dst=100038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53771&amp;dst=525" TargetMode="External"/><Relationship Id="rId17" Type="http://schemas.openxmlformats.org/officeDocument/2006/relationships/hyperlink" Target="https://login.consultant.ru/link/?req=doc&amp;base=RLAW086&amp;n=147264&amp;dst=1000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086&amp;n=153771&amp;dst=52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42095&amp;dst=100015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086&amp;n=142095&amp;dst=1000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www.w3.org/XML/1998/namespace"/>
    <ds:schemaRef ds:uri="67a9cb4f-e58d-445a-8e0b-2b8d792f9e38"/>
    <ds:schemaRef ds:uri="http://purl.org/dc/elements/1.1/"/>
    <ds:schemaRef ds:uri="5256eb8c-d5dd-498a-ad6f-7fa801666f9a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af44e648-6311-40f1-ad37-1234555fd9ba"/>
    <ds:schemaRef ds:uri="e2080b48-eafa-461e-b501-38555d38caa1"/>
    <ds:schemaRef ds:uri="http://schemas.microsoft.com/office/infopath/2007/PartnerControls"/>
    <ds:schemaRef ds:uri="081b8c99-5a1b-4ba1-9a3e-0d0cea83319e"/>
    <ds:schemaRef ds:uri="1e82c985-6cf2-4d43-b8b5-a430af7accc6"/>
    <ds:schemaRef ds:uri="bc1d99f4-2047-4b43-99f0-e8f2a593a624"/>
    <ds:schemaRef ds:uri="05bb7913-6745-425b-9415-f9dbd3e56b95"/>
    <ds:schemaRef ds:uri="a853e5a8-fa1e-4dd3-a1b5-1604bfb35b05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E25B37-DDFE-489E-AD1D-8CA1C066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1164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8322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19</cp:revision>
  <cp:lastPrinted>2025-01-31T08:35:00Z</cp:lastPrinted>
  <dcterms:created xsi:type="dcterms:W3CDTF">2024-12-19T07:34:00Z</dcterms:created>
  <dcterms:modified xsi:type="dcterms:W3CDTF">2025-01-31T08:36:00Z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