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8343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F116C0" w:rsidRPr="00F116C0" w:rsidRDefault="00AD2149" w:rsidP="00F116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6C0">
        <w:rPr>
          <w:rFonts w:ascii="Times New Roman" w:hAnsi="Times New Roman"/>
          <w:bCs/>
          <w:sz w:val="28"/>
          <w:szCs w:val="28"/>
        </w:rPr>
        <w:t>«</w:t>
      </w:r>
      <w:r w:rsidR="00F116C0" w:rsidRPr="00F116C0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885F94">
        <w:rPr>
          <w:rFonts w:ascii="Times New Roman" w:hAnsi="Times New Roman"/>
          <w:bCs/>
          <w:sz w:val="28"/>
          <w:szCs w:val="28"/>
        </w:rPr>
        <w:t>я</w:t>
      </w:r>
      <w:r w:rsidR="00F116C0" w:rsidRPr="00F116C0">
        <w:rPr>
          <w:rFonts w:ascii="Times New Roman" w:hAnsi="Times New Roman"/>
          <w:bCs/>
          <w:sz w:val="28"/>
          <w:szCs w:val="28"/>
        </w:rPr>
        <w:t xml:space="preserve"> в статью 2 Закона Ярославской области </w:t>
      </w:r>
    </w:p>
    <w:p w:rsidR="00F116C0" w:rsidRPr="00F116C0" w:rsidRDefault="00F116C0" w:rsidP="00F116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6C0">
        <w:rPr>
          <w:rFonts w:ascii="Times New Roman" w:hAnsi="Times New Roman"/>
          <w:bCs/>
          <w:sz w:val="28"/>
          <w:szCs w:val="28"/>
        </w:rPr>
        <w:t xml:space="preserve">«О перераспределении между органами местного самоуправления </w:t>
      </w:r>
    </w:p>
    <w:p w:rsidR="00F116C0" w:rsidRPr="00F116C0" w:rsidRDefault="00F116C0" w:rsidP="00F116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6C0">
        <w:rPr>
          <w:rFonts w:ascii="Times New Roman" w:hAnsi="Times New Roman"/>
          <w:bCs/>
          <w:sz w:val="28"/>
          <w:szCs w:val="28"/>
        </w:rPr>
        <w:t xml:space="preserve">муниципальных образований Ярославской области </w:t>
      </w:r>
    </w:p>
    <w:p w:rsidR="00F116C0" w:rsidRPr="00F116C0" w:rsidRDefault="00F116C0" w:rsidP="00F116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6C0">
        <w:rPr>
          <w:rFonts w:ascii="Times New Roman" w:hAnsi="Times New Roman"/>
          <w:bCs/>
          <w:sz w:val="28"/>
          <w:szCs w:val="28"/>
        </w:rPr>
        <w:t xml:space="preserve">и органами государственной власти Ярославской области полномочий </w:t>
      </w:r>
    </w:p>
    <w:p w:rsidR="00F56F5D" w:rsidRPr="00F116C0" w:rsidRDefault="00F116C0" w:rsidP="00F116C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116C0">
        <w:rPr>
          <w:rFonts w:ascii="Times New Roman" w:hAnsi="Times New Roman"/>
          <w:bCs/>
          <w:sz w:val="28"/>
          <w:szCs w:val="28"/>
        </w:rPr>
        <w:t>в области градостроительной деятельности</w:t>
      </w:r>
      <w:r w:rsidR="00AD2149" w:rsidRPr="00F116C0">
        <w:rPr>
          <w:rFonts w:ascii="Times New Roman" w:hAnsi="Times New Roman"/>
          <w:bCs/>
          <w:sz w:val="28"/>
          <w:szCs w:val="28"/>
        </w:rPr>
        <w:t>»</w:t>
      </w:r>
    </w:p>
    <w:p w:rsidR="002F6001" w:rsidRPr="00AD2149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6994" w:rsidRPr="005D6994" w:rsidRDefault="009B7D24" w:rsidP="006449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AD2149">
        <w:rPr>
          <w:rFonts w:ascii="Times New Roman" w:hAnsi="Times New Roman"/>
          <w:sz w:val="28"/>
          <w:szCs w:val="28"/>
        </w:rPr>
        <w:t xml:space="preserve">области </w:t>
      </w:r>
      <w:r w:rsidR="005D6994" w:rsidRPr="005D6994">
        <w:rPr>
          <w:rFonts w:ascii="Times New Roman" w:hAnsi="Times New Roman"/>
          <w:sz w:val="28"/>
          <w:szCs w:val="28"/>
        </w:rPr>
        <w:t>«</w:t>
      </w:r>
      <w:r w:rsidR="005D6994" w:rsidRPr="005D6994">
        <w:rPr>
          <w:rFonts w:ascii="Times New Roman" w:hAnsi="Times New Roman"/>
          <w:bCs/>
          <w:sz w:val="28"/>
          <w:szCs w:val="28"/>
        </w:rPr>
        <w:t>О внесении изменени</w:t>
      </w:r>
      <w:r w:rsidR="00207E7C">
        <w:rPr>
          <w:rFonts w:ascii="Times New Roman" w:hAnsi="Times New Roman"/>
          <w:bCs/>
          <w:sz w:val="28"/>
          <w:szCs w:val="28"/>
        </w:rPr>
        <w:t>я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 в статью 2 Закона Ярославской области «О перераспределении между органами местного самоуправления муниципальных об</w:t>
      </w:r>
      <w:r w:rsidR="005549A0">
        <w:rPr>
          <w:rFonts w:ascii="Times New Roman" w:hAnsi="Times New Roman"/>
          <w:bCs/>
          <w:sz w:val="28"/>
          <w:szCs w:val="28"/>
        </w:rPr>
        <w:t>разований Ярославской области и </w:t>
      </w:r>
      <w:r w:rsidR="005D6994" w:rsidRPr="005D6994">
        <w:rPr>
          <w:rFonts w:ascii="Times New Roman" w:hAnsi="Times New Roman"/>
          <w:bCs/>
          <w:sz w:val="28"/>
          <w:szCs w:val="28"/>
        </w:rPr>
        <w:t>органами государственной власти Ярославской области</w:t>
      </w:r>
      <w:r w:rsidR="00644949" w:rsidRPr="00644949">
        <w:rPr>
          <w:rFonts w:ascii="Times New Roman" w:hAnsi="Times New Roman"/>
          <w:bCs/>
          <w:sz w:val="28"/>
          <w:szCs w:val="28"/>
        </w:rPr>
        <w:t xml:space="preserve"> </w:t>
      </w:r>
      <w:r w:rsidR="0018259B">
        <w:rPr>
          <w:rFonts w:ascii="Times New Roman" w:hAnsi="Times New Roman"/>
          <w:bCs/>
          <w:sz w:val="28"/>
          <w:szCs w:val="28"/>
        </w:rPr>
        <w:t>полномочий в </w:t>
      </w:r>
      <w:bookmarkStart w:id="0" w:name="_GoBack"/>
      <w:bookmarkEnd w:id="0"/>
      <w:r w:rsidR="00644949" w:rsidRPr="00644949">
        <w:rPr>
          <w:rFonts w:ascii="Times New Roman" w:hAnsi="Times New Roman"/>
          <w:bCs/>
          <w:sz w:val="28"/>
          <w:szCs w:val="28"/>
        </w:rPr>
        <w:t>области градостроительной деятельности</w:t>
      </w:r>
      <w:r w:rsidR="005549A0">
        <w:rPr>
          <w:rFonts w:ascii="Times New Roman" w:hAnsi="Times New Roman"/>
          <w:bCs/>
          <w:sz w:val="28"/>
          <w:szCs w:val="28"/>
        </w:rPr>
        <w:t>»</w:t>
      </w:r>
      <w:r w:rsidR="006351E7">
        <w:rPr>
          <w:rFonts w:ascii="Times New Roman" w:hAnsi="Times New Roman"/>
          <w:bCs/>
          <w:sz w:val="28"/>
          <w:szCs w:val="28"/>
        </w:rPr>
        <w:t xml:space="preserve"> (далее – проект закона, за</w:t>
      </w:r>
      <w:r w:rsidR="00644949">
        <w:rPr>
          <w:rFonts w:ascii="Times New Roman" w:hAnsi="Times New Roman"/>
          <w:bCs/>
          <w:sz w:val="28"/>
          <w:szCs w:val="28"/>
        </w:rPr>
        <w:t>конопроект)</w:t>
      </w:r>
      <w:r w:rsidR="005D6994" w:rsidRPr="005D6994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="005D6994" w:rsidRPr="005D6994">
        <w:rPr>
          <w:rFonts w:ascii="Times New Roman" w:hAnsi="Times New Roman"/>
          <w:bCs/>
          <w:sz w:val="28"/>
          <w:szCs w:val="28"/>
        </w:rPr>
        <w:t>направлен на совершенствование положений законодательства Ярославской области в области градостроительной деятельности.</w:t>
      </w:r>
    </w:p>
    <w:p w:rsidR="005D6994" w:rsidRDefault="005D6994" w:rsidP="005D699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6994">
        <w:rPr>
          <w:rFonts w:ascii="Times New Roman" w:hAnsi="Times New Roman"/>
          <w:bCs/>
          <w:sz w:val="28"/>
          <w:szCs w:val="28"/>
        </w:rPr>
        <w:t xml:space="preserve">Законом Ярославской области от 25.12.2017 № 60-з «О 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деятельности» (в редакции Закона Ярославской области от </w:t>
      </w:r>
      <w:r w:rsidR="00207E7C">
        <w:rPr>
          <w:rFonts w:ascii="Times New Roman" w:hAnsi="Times New Roman"/>
          <w:bCs/>
          <w:sz w:val="28"/>
          <w:szCs w:val="28"/>
        </w:rPr>
        <w:t> </w:t>
      </w:r>
      <w:r w:rsidR="00180FDE">
        <w:rPr>
          <w:rFonts w:ascii="Times New Roman" w:hAnsi="Times New Roman"/>
          <w:bCs/>
          <w:sz w:val="28"/>
          <w:szCs w:val="28"/>
        </w:rPr>
        <w:t>2</w:t>
      </w:r>
      <w:r w:rsidRPr="005D6994">
        <w:rPr>
          <w:rFonts w:ascii="Times New Roman" w:hAnsi="Times New Roman"/>
          <w:bCs/>
          <w:sz w:val="28"/>
          <w:szCs w:val="28"/>
        </w:rPr>
        <w:t>8.12.2024 № 107-з, вступившего в силу с 01.01.2025) полномочия органов местного самоуправления муниципальных округов, городских округов Ярославской области по подготовке и утверждению генеральных планов, правил землепользования и застройки, единых документов территориального планирования и градостроительного зонирования и проектов о внесении изменений в указанные документы муниципальных образований Ярославской области отнесены к полномочиям Ярославской области.</w:t>
      </w:r>
    </w:p>
    <w:p w:rsidR="00FC2F69" w:rsidRPr="00FC2F69" w:rsidRDefault="00FC2F69" w:rsidP="00FC2F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Положениями части 2 статьи 2 Закона Ярославской области </w:t>
      </w:r>
      <w:r w:rsidR="002C1B16">
        <w:rPr>
          <w:rFonts w:ascii="Times New Roman" w:hAnsi="Times New Roman"/>
          <w:bCs/>
          <w:sz w:val="28"/>
          <w:szCs w:val="28"/>
        </w:rPr>
        <w:t>от </w:t>
      </w:r>
      <w:r w:rsidR="002C1B16" w:rsidRPr="002C1B16">
        <w:rPr>
          <w:rFonts w:ascii="Times New Roman" w:hAnsi="Times New Roman"/>
          <w:bCs/>
          <w:sz w:val="28"/>
          <w:szCs w:val="28"/>
        </w:rPr>
        <w:t xml:space="preserve">25.12.2017 № 60-з </w:t>
      </w:r>
      <w:r w:rsidRPr="00FC2F69">
        <w:rPr>
          <w:rFonts w:ascii="Times New Roman" w:hAnsi="Times New Roman"/>
          <w:bCs/>
          <w:sz w:val="28"/>
          <w:szCs w:val="28"/>
        </w:rPr>
        <w:t>«О перераспределении между органами местного самоуправления муниципальных об</w:t>
      </w:r>
      <w:r w:rsidR="002C1B16">
        <w:rPr>
          <w:rFonts w:ascii="Times New Roman" w:hAnsi="Times New Roman"/>
          <w:bCs/>
          <w:sz w:val="28"/>
          <w:szCs w:val="28"/>
        </w:rPr>
        <w:t>разований Ярославской области и </w:t>
      </w:r>
      <w:r w:rsidRPr="00FC2F69">
        <w:rPr>
          <w:rFonts w:ascii="Times New Roman" w:hAnsi="Times New Roman"/>
          <w:bCs/>
          <w:sz w:val="28"/>
          <w:szCs w:val="28"/>
        </w:rPr>
        <w:t>органами государственной власти Яросл</w:t>
      </w:r>
      <w:r w:rsidR="002C1B16">
        <w:rPr>
          <w:rFonts w:ascii="Times New Roman" w:hAnsi="Times New Roman"/>
          <w:bCs/>
          <w:sz w:val="28"/>
          <w:szCs w:val="28"/>
        </w:rPr>
        <w:t>авской области полномочий в </w:t>
      </w:r>
      <w:r w:rsidRPr="00FC2F69">
        <w:rPr>
          <w:rFonts w:ascii="Times New Roman" w:hAnsi="Times New Roman"/>
          <w:bCs/>
          <w:sz w:val="28"/>
          <w:szCs w:val="28"/>
        </w:rPr>
        <w:t>области градостроительной деятельности»</w:t>
      </w:r>
      <w:r>
        <w:rPr>
          <w:rFonts w:ascii="Times New Roman" w:hAnsi="Times New Roman"/>
          <w:bCs/>
          <w:sz w:val="28"/>
          <w:szCs w:val="28"/>
        </w:rPr>
        <w:t xml:space="preserve"> предусмотрено, что п</w:t>
      </w:r>
      <w:r w:rsidRPr="00FC2F69">
        <w:rPr>
          <w:rFonts w:ascii="Times New Roman" w:hAnsi="Times New Roman"/>
          <w:bCs/>
          <w:sz w:val="28"/>
          <w:szCs w:val="28"/>
        </w:rPr>
        <w:t>олномочия, пере</w:t>
      </w:r>
      <w:r w:rsidR="00644949">
        <w:rPr>
          <w:rFonts w:ascii="Times New Roman" w:hAnsi="Times New Roman"/>
          <w:bCs/>
          <w:sz w:val="28"/>
          <w:szCs w:val="28"/>
        </w:rPr>
        <w:t>распределенные в соответствии с данной</w:t>
      </w:r>
      <w:r w:rsidRPr="00FC2F69">
        <w:rPr>
          <w:rFonts w:ascii="Times New Roman" w:hAnsi="Times New Roman"/>
          <w:bCs/>
          <w:sz w:val="28"/>
          <w:szCs w:val="28"/>
        </w:rPr>
        <w:t xml:space="preserve"> статьей, осуществляются органами исполнительной власти Ярославской области.</w:t>
      </w:r>
    </w:p>
    <w:p w:rsidR="005D6994" w:rsidRDefault="00F831FA" w:rsidP="00FC2F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Проектом закона в целях конкретизации объема мероприятий, осуществляемых органами исполнительной власти Ярославской области </w:t>
      </w:r>
      <w:r w:rsidR="00644949">
        <w:rPr>
          <w:rFonts w:ascii="Times New Roman" w:hAnsi="Times New Roman"/>
          <w:bCs/>
          <w:sz w:val="28"/>
          <w:szCs w:val="28"/>
        </w:rPr>
        <w:t>при </w:t>
      </w:r>
      <w:r w:rsidR="00FC2F69">
        <w:rPr>
          <w:rFonts w:ascii="Times New Roman" w:hAnsi="Times New Roman"/>
          <w:bCs/>
          <w:sz w:val="28"/>
          <w:szCs w:val="28"/>
        </w:rPr>
        <w:t xml:space="preserve">перераспределении рассматриваемых полномочий, и мероприятий, осуществление которых сохраняется за органами местного самоуправления муниципальных образований Ярославской области 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предлагается </w:t>
      </w:r>
      <w:r w:rsidR="00207E7C">
        <w:rPr>
          <w:rFonts w:ascii="Times New Roman" w:hAnsi="Times New Roman"/>
          <w:bCs/>
          <w:sz w:val="28"/>
          <w:szCs w:val="28"/>
        </w:rPr>
        <w:t>уточнить положения</w:t>
      </w:r>
      <w:r w:rsidR="00207E7C" w:rsidRPr="00207E7C">
        <w:t xml:space="preserve"> </w:t>
      </w:r>
      <w:r w:rsidR="00207E7C" w:rsidRPr="00207E7C">
        <w:rPr>
          <w:rFonts w:ascii="Times New Roman" w:hAnsi="Times New Roman"/>
          <w:bCs/>
          <w:sz w:val="28"/>
          <w:szCs w:val="28"/>
        </w:rPr>
        <w:t>Закон</w:t>
      </w:r>
      <w:r w:rsidR="00207E7C">
        <w:rPr>
          <w:rFonts w:ascii="Times New Roman" w:hAnsi="Times New Roman"/>
          <w:bCs/>
          <w:sz w:val="28"/>
          <w:szCs w:val="28"/>
        </w:rPr>
        <w:t>а</w:t>
      </w:r>
      <w:r w:rsidR="00207E7C" w:rsidRPr="00207E7C">
        <w:rPr>
          <w:rFonts w:ascii="Times New Roman" w:hAnsi="Times New Roman"/>
          <w:bCs/>
          <w:sz w:val="28"/>
          <w:szCs w:val="28"/>
        </w:rPr>
        <w:t xml:space="preserve"> Ярославской области</w:t>
      </w:r>
      <w:r w:rsidR="00644949" w:rsidRPr="00644949">
        <w:rPr>
          <w:rFonts w:ascii="Times New Roman" w:hAnsi="Times New Roman"/>
          <w:bCs/>
          <w:sz w:val="28"/>
          <w:szCs w:val="28"/>
        </w:rPr>
        <w:t xml:space="preserve"> от 25.12.2017 № 60-з</w:t>
      </w:r>
      <w:r w:rsidR="00644949">
        <w:rPr>
          <w:rFonts w:ascii="Times New Roman" w:hAnsi="Times New Roman"/>
          <w:bCs/>
          <w:sz w:val="28"/>
          <w:szCs w:val="28"/>
        </w:rPr>
        <w:t xml:space="preserve"> «О </w:t>
      </w:r>
      <w:r w:rsidR="00207E7C" w:rsidRPr="00207E7C">
        <w:rPr>
          <w:rFonts w:ascii="Times New Roman" w:hAnsi="Times New Roman"/>
          <w:bCs/>
          <w:sz w:val="28"/>
          <w:szCs w:val="28"/>
        </w:rPr>
        <w:t>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деятельности»</w:t>
      </w:r>
      <w:r w:rsidR="00FC2F69">
        <w:rPr>
          <w:rFonts w:ascii="Times New Roman" w:hAnsi="Times New Roman"/>
          <w:bCs/>
          <w:sz w:val="28"/>
          <w:szCs w:val="28"/>
        </w:rPr>
        <w:t xml:space="preserve">, </w:t>
      </w:r>
      <w:r w:rsidR="005D6994">
        <w:rPr>
          <w:rFonts w:ascii="Times New Roman" w:hAnsi="Times New Roman"/>
          <w:bCs/>
          <w:sz w:val="28"/>
          <w:szCs w:val="28"/>
        </w:rPr>
        <w:t>определив, что сбор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 предложений заинтересованных лиц при подготовке генеральных планов, правил землепользования и застройки, единых документов территориального планирования и градостроительного зонирования и проектов о внесении </w:t>
      </w:r>
      <w:r w:rsidR="005D6994" w:rsidRPr="005D6994">
        <w:rPr>
          <w:rFonts w:ascii="Times New Roman" w:hAnsi="Times New Roman"/>
          <w:bCs/>
          <w:sz w:val="28"/>
          <w:szCs w:val="28"/>
        </w:rPr>
        <w:lastRenderedPageBreak/>
        <w:t>изменений в указанные документы муниципальных</w:t>
      </w:r>
      <w:r w:rsidR="005D6994">
        <w:rPr>
          <w:rFonts w:ascii="Times New Roman" w:hAnsi="Times New Roman"/>
          <w:bCs/>
          <w:sz w:val="28"/>
          <w:szCs w:val="28"/>
        </w:rPr>
        <w:t xml:space="preserve"> образований Ярославской област</w:t>
      </w:r>
      <w:r w:rsidR="005D6994" w:rsidRPr="005D6994">
        <w:rPr>
          <w:rFonts w:ascii="Times New Roman" w:hAnsi="Times New Roman"/>
          <w:bCs/>
          <w:sz w:val="28"/>
          <w:szCs w:val="28"/>
        </w:rPr>
        <w:t>и</w:t>
      </w:r>
      <w:r w:rsidR="005D6994">
        <w:rPr>
          <w:rFonts w:ascii="Times New Roman" w:hAnsi="Times New Roman"/>
          <w:bCs/>
          <w:sz w:val="28"/>
          <w:szCs w:val="28"/>
        </w:rPr>
        <w:t>, а также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 </w:t>
      </w:r>
      <w:r w:rsidR="005D6994">
        <w:rPr>
          <w:rFonts w:ascii="Times New Roman" w:hAnsi="Times New Roman"/>
          <w:bCs/>
          <w:sz w:val="28"/>
          <w:szCs w:val="28"/>
        </w:rPr>
        <w:t>создание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 </w:t>
      </w:r>
      <w:r w:rsidR="005D6994">
        <w:rPr>
          <w:rFonts w:ascii="Times New Roman" w:hAnsi="Times New Roman"/>
          <w:bCs/>
          <w:sz w:val="28"/>
          <w:szCs w:val="28"/>
        </w:rPr>
        <w:t>при их </w:t>
      </w:r>
      <w:r w:rsidR="005D6994" w:rsidRPr="005D6994">
        <w:rPr>
          <w:rFonts w:ascii="Times New Roman" w:hAnsi="Times New Roman"/>
          <w:bCs/>
          <w:sz w:val="28"/>
          <w:szCs w:val="28"/>
        </w:rPr>
        <w:t>подготовке соответствующих комиссий</w:t>
      </w:r>
      <w:r w:rsidR="005D6994">
        <w:rPr>
          <w:rFonts w:ascii="Times New Roman" w:hAnsi="Times New Roman"/>
          <w:bCs/>
          <w:sz w:val="28"/>
          <w:szCs w:val="28"/>
        </w:rPr>
        <w:t xml:space="preserve"> осуществляется органами</w:t>
      </w:r>
      <w:r w:rsidR="005D6994" w:rsidRPr="005D6994">
        <w:rPr>
          <w:rFonts w:ascii="Times New Roman" w:hAnsi="Times New Roman"/>
          <w:bCs/>
          <w:sz w:val="28"/>
          <w:szCs w:val="28"/>
        </w:rPr>
        <w:t xml:space="preserve"> местного самоуправления муниципальных образований Ярославской области.</w:t>
      </w:r>
    </w:p>
    <w:p w:rsidR="00CD6409" w:rsidRDefault="00FC2F69" w:rsidP="00180F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702587">
        <w:rPr>
          <w:rFonts w:ascii="Times New Roman" w:hAnsi="Times New Roman"/>
          <w:bCs/>
          <w:sz w:val="28"/>
          <w:szCs w:val="28"/>
        </w:rPr>
        <w:t>редусмотренный законопроектом</w:t>
      </w:r>
      <w:r>
        <w:rPr>
          <w:rFonts w:ascii="Times New Roman" w:hAnsi="Times New Roman"/>
          <w:bCs/>
          <w:sz w:val="28"/>
          <w:szCs w:val="28"/>
        </w:rPr>
        <w:t xml:space="preserve"> механизм </w:t>
      </w:r>
      <w:r w:rsidR="00CD6409" w:rsidRPr="00CD6409">
        <w:rPr>
          <w:rFonts w:ascii="Times New Roman" w:hAnsi="Times New Roman"/>
          <w:bCs/>
          <w:sz w:val="28"/>
          <w:szCs w:val="28"/>
        </w:rPr>
        <w:t>подготовки генеральных планов, правил землепользования и застройки, единых документов территориального планирования и г</w:t>
      </w:r>
      <w:r w:rsidR="00644949">
        <w:rPr>
          <w:rFonts w:ascii="Times New Roman" w:hAnsi="Times New Roman"/>
          <w:bCs/>
          <w:sz w:val="28"/>
          <w:szCs w:val="28"/>
        </w:rPr>
        <w:t>радостроительного зонирования и </w:t>
      </w:r>
      <w:r w:rsidR="00CD6409" w:rsidRPr="00CD6409">
        <w:rPr>
          <w:rFonts w:ascii="Times New Roman" w:hAnsi="Times New Roman"/>
          <w:bCs/>
          <w:sz w:val="28"/>
          <w:szCs w:val="28"/>
        </w:rPr>
        <w:t xml:space="preserve">проектов о внесении изменений в указанные документы муниципальных образований Ярославской области с осуществлением отдельных мероприятий по подготовке документов </w:t>
      </w:r>
      <w:r w:rsidR="00644949">
        <w:rPr>
          <w:rFonts w:ascii="Times New Roman" w:hAnsi="Times New Roman"/>
          <w:bCs/>
          <w:sz w:val="28"/>
          <w:szCs w:val="28"/>
        </w:rPr>
        <w:t>территориального планирования и </w:t>
      </w:r>
      <w:r w:rsidR="00CD6409" w:rsidRPr="00CD6409">
        <w:rPr>
          <w:rFonts w:ascii="Times New Roman" w:hAnsi="Times New Roman"/>
          <w:bCs/>
          <w:sz w:val="28"/>
          <w:szCs w:val="28"/>
        </w:rPr>
        <w:t>градостроительного зонирования органами местного самоуправления муниципальных образований Ярославской области</w:t>
      </w:r>
      <w:r w:rsidR="00180FDE">
        <w:rPr>
          <w:rFonts w:ascii="Times New Roman" w:hAnsi="Times New Roman"/>
          <w:bCs/>
          <w:sz w:val="28"/>
          <w:szCs w:val="28"/>
        </w:rPr>
        <w:t xml:space="preserve"> </w:t>
      </w:r>
      <w:r w:rsidR="00CD6409">
        <w:rPr>
          <w:rFonts w:ascii="Times New Roman" w:hAnsi="Times New Roman"/>
          <w:bCs/>
          <w:sz w:val="28"/>
          <w:szCs w:val="28"/>
        </w:rPr>
        <w:t>позволяет</w:t>
      </w:r>
      <w:r w:rsidR="00CD6409" w:rsidRPr="00CD6409">
        <w:rPr>
          <w:rFonts w:ascii="Times New Roman" w:hAnsi="Times New Roman"/>
          <w:bCs/>
          <w:sz w:val="28"/>
          <w:szCs w:val="28"/>
        </w:rPr>
        <w:t xml:space="preserve"> выстроить эффективную градостроительную политику в части синхронизации предложений заинтересованных лиц по развитию территорий муниципальных образований Ярославской области с осуществляемыми органами местного самоуправления муниципальных образований Ярославской области в рамках решения вопросов местного значения полномочиями</w:t>
      </w:r>
      <w:r w:rsidR="00180FDE">
        <w:rPr>
          <w:rFonts w:ascii="Times New Roman" w:hAnsi="Times New Roman"/>
          <w:bCs/>
          <w:sz w:val="28"/>
          <w:szCs w:val="28"/>
        </w:rPr>
        <w:t>, в том числе по </w:t>
      </w:r>
      <w:r w:rsidR="00CD6409" w:rsidRPr="00CD6409">
        <w:rPr>
          <w:rFonts w:ascii="Times New Roman" w:hAnsi="Times New Roman"/>
          <w:bCs/>
          <w:sz w:val="28"/>
          <w:szCs w:val="28"/>
        </w:rPr>
        <w:t>распоряжению земельны</w:t>
      </w:r>
      <w:r w:rsidR="00180FDE">
        <w:rPr>
          <w:rFonts w:ascii="Times New Roman" w:hAnsi="Times New Roman"/>
          <w:bCs/>
          <w:sz w:val="28"/>
          <w:szCs w:val="28"/>
        </w:rPr>
        <w:t>ми участками, с реализуемыми на </w:t>
      </w:r>
      <w:r w:rsidR="00CD6409" w:rsidRPr="00CD6409">
        <w:rPr>
          <w:rFonts w:ascii="Times New Roman" w:hAnsi="Times New Roman"/>
          <w:bCs/>
          <w:sz w:val="28"/>
          <w:szCs w:val="28"/>
        </w:rPr>
        <w:t>соответствующей территории муниципальными программами</w:t>
      </w:r>
      <w:r w:rsidR="00CD6409">
        <w:rPr>
          <w:rFonts w:ascii="Times New Roman" w:hAnsi="Times New Roman"/>
          <w:bCs/>
          <w:sz w:val="28"/>
          <w:szCs w:val="28"/>
        </w:rPr>
        <w:t>.</w:t>
      </w:r>
    </w:p>
    <w:p w:rsidR="00702587" w:rsidRDefault="00180FDE" w:rsidP="00180F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Указанный механизм </w:t>
      </w:r>
      <w:r w:rsidR="00702587">
        <w:rPr>
          <w:rFonts w:ascii="Times New Roman" w:hAnsi="Times New Roman"/>
          <w:bCs/>
          <w:sz w:val="28"/>
          <w:szCs w:val="28"/>
        </w:rPr>
        <w:t xml:space="preserve">был </w:t>
      </w:r>
      <w:r w:rsidR="00CD6409">
        <w:rPr>
          <w:rFonts w:ascii="Times New Roman" w:hAnsi="Times New Roman"/>
          <w:bCs/>
          <w:sz w:val="28"/>
          <w:szCs w:val="28"/>
        </w:rPr>
        <w:t>положен в </w:t>
      </w:r>
      <w:r w:rsidR="00702587">
        <w:rPr>
          <w:rFonts w:ascii="Times New Roman" w:hAnsi="Times New Roman"/>
          <w:bCs/>
          <w:sz w:val="28"/>
          <w:szCs w:val="28"/>
        </w:rPr>
        <w:t xml:space="preserve">основу принятия решения </w:t>
      </w:r>
      <w:r>
        <w:rPr>
          <w:rFonts w:ascii="Times New Roman" w:hAnsi="Times New Roman"/>
          <w:bCs/>
          <w:sz w:val="28"/>
          <w:szCs w:val="28"/>
        </w:rPr>
        <w:t>о </w:t>
      </w:r>
      <w:r w:rsidR="00CD6409">
        <w:rPr>
          <w:rFonts w:ascii="Times New Roman" w:hAnsi="Times New Roman"/>
          <w:bCs/>
          <w:sz w:val="28"/>
          <w:szCs w:val="28"/>
        </w:rPr>
        <w:t xml:space="preserve">порядке осуществления </w:t>
      </w:r>
      <w:r>
        <w:rPr>
          <w:rFonts w:ascii="Times New Roman" w:hAnsi="Times New Roman"/>
          <w:bCs/>
          <w:sz w:val="28"/>
          <w:szCs w:val="28"/>
        </w:rPr>
        <w:t xml:space="preserve">перераспределяемых полномочий в соответствии с положениями </w:t>
      </w:r>
      <w:r w:rsidRPr="00180FDE">
        <w:rPr>
          <w:rFonts w:ascii="Times New Roman" w:hAnsi="Times New Roman"/>
          <w:bCs/>
          <w:sz w:val="28"/>
          <w:szCs w:val="28"/>
        </w:rPr>
        <w:t>Закона Ярославской области от 25.12.2017 № 60-з «О 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области градостроительной деятельности» (в редакции Закона Ярославской области от  </w:t>
      </w:r>
      <w:r>
        <w:rPr>
          <w:rFonts w:ascii="Times New Roman" w:hAnsi="Times New Roman"/>
          <w:bCs/>
          <w:sz w:val="28"/>
          <w:szCs w:val="28"/>
        </w:rPr>
        <w:t>2</w:t>
      </w:r>
      <w:r w:rsidRPr="00180FDE">
        <w:rPr>
          <w:rFonts w:ascii="Times New Roman" w:hAnsi="Times New Roman"/>
          <w:bCs/>
          <w:sz w:val="28"/>
          <w:szCs w:val="28"/>
        </w:rPr>
        <w:t>8.12.2024 № 107-з)</w:t>
      </w:r>
      <w:r w:rsidR="00CD6409">
        <w:rPr>
          <w:rFonts w:ascii="Times New Roman" w:hAnsi="Times New Roman"/>
          <w:bCs/>
          <w:sz w:val="28"/>
          <w:szCs w:val="28"/>
        </w:rPr>
        <w:t xml:space="preserve">, в связи с чем положения законопроекта носят уточняющий характер по отношению к положениям </w:t>
      </w:r>
      <w:r>
        <w:rPr>
          <w:rFonts w:ascii="Times New Roman" w:hAnsi="Times New Roman"/>
          <w:bCs/>
          <w:sz w:val="28"/>
          <w:szCs w:val="28"/>
        </w:rPr>
        <w:t xml:space="preserve">указанного </w:t>
      </w:r>
      <w:r w:rsidR="00CD6409">
        <w:rPr>
          <w:rFonts w:ascii="Times New Roman" w:hAnsi="Times New Roman"/>
          <w:bCs/>
          <w:sz w:val="28"/>
          <w:szCs w:val="28"/>
        </w:rPr>
        <w:t>Закона</w:t>
      </w:r>
      <w:r w:rsidR="0037312C">
        <w:rPr>
          <w:rFonts w:ascii="Times New Roman" w:hAnsi="Times New Roman"/>
          <w:bCs/>
          <w:sz w:val="28"/>
          <w:szCs w:val="28"/>
        </w:rPr>
        <w:t> </w:t>
      </w:r>
      <w:r w:rsidR="00CD6409" w:rsidRPr="00CD6409">
        <w:rPr>
          <w:rFonts w:ascii="Times New Roman" w:hAnsi="Times New Roman"/>
          <w:bCs/>
          <w:sz w:val="28"/>
          <w:szCs w:val="28"/>
        </w:rPr>
        <w:t>Ярославской области</w:t>
      </w:r>
      <w:r w:rsidR="00CD6409">
        <w:rPr>
          <w:rFonts w:ascii="Times New Roman" w:hAnsi="Times New Roman"/>
          <w:bCs/>
          <w:sz w:val="28"/>
          <w:szCs w:val="28"/>
        </w:rPr>
        <w:t xml:space="preserve">, не изменяя </w:t>
      </w:r>
      <w:r>
        <w:rPr>
          <w:rFonts w:ascii="Times New Roman" w:hAnsi="Times New Roman"/>
          <w:bCs/>
          <w:sz w:val="28"/>
          <w:szCs w:val="28"/>
        </w:rPr>
        <w:t xml:space="preserve">объема </w:t>
      </w:r>
      <w:r w:rsidR="00CD6409">
        <w:rPr>
          <w:rFonts w:ascii="Times New Roman" w:hAnsi="Times New Roman"/>
          <w:bCs/>
          <w:sz w:val="28"/>
          <w:szCs w:val="28"/>
        </w:rPr>
        <w:t>перераспределяемых полномочий.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0F">
        <w:rPr>
          <w:rFonts w:ascii="Times New Roman" w:hAnsi="Times New Roman"/>
          <w:sz w:val="28"/>
          <w:szCs w:val="28"/>
        </w:rPr>
        <w:t xml:space="preserve">Принятие законопроекта не повлечет за собой </w:t>
      </w:r>
      <w:r w:rsidRPr="00036DF6">
        <w:rPr>
          <w:rFonts w:ascii="Times New Roman" w:hAnsi="Times New Roman"/>
          <w:sz w:val="28"/>
          <w:szCs w:val="28"/>
        </w:rPr>
        <w:t>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FC2F6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C7E" w:rsidRDefault="00E95C7E" w:rsidP="00F44B96">
      <w:pPr>
        <w:spacing w:after="0" w:line="240" w:lineRule="auto"/>
      </w:pPr>
      <w:r>
        <w:separator/>
      </w:r>
    </w:p>
  </w:endnote>
  <w:endnote w:type="continuationSeparator" w:id="0">
    <w:p w:rsidR="00E95C7E" w:rsidRDefault="00E95C7E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C7E" w:rsidRDefault="00E95C7E" w:rsidP="00F44B96">
      <w:pPr>
        <w:spacing w:after="0" w:line="240" w:lineRule="auto"/>
      </w:pPr>
      <w:r>
        <w:separator/>
      </w:r>
    </w:p>
  </w:footnote>
  <w:footnote w:type="continuationSeparator" w:id="0">
    <w:p w:rsidR="00E95C7E" w:rsidRDefault="00E95C7E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8259B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3E03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44533"/>
    <w:rsid w:val="000553EB"/>
    <w:rsid w:val="00066110"/>
    <w:rsid w:val="00067E48"/>
    <w:rsid w:val="00071726"/>
    <w:rsid w:val="00086A0C"/>
    <w:rsid w:val="00090E70"/>
    <w:rsid w:val="00094B9D"/>
    <w:rsid w:val="00095506"/>
    <w:rsid w:val="00096158"/>
    <w:rsid w:val="000A33D9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7209"/>
    <w:rsid w:val="000E4B83"/>
    <w:rsid w:val="000F4BF3"/>
    <w:rsid w:val="00102317"/>
    <w:rsid w:val="00107269"/>
    <w:rsid w:val="0012009D"/>
    <w:rsid w:val="001213BE"/>
    <w:rsid w:val="00130BB9"/>
    <w:rsid w:val="00136857"/>
    <w:rsid w:val="0014047E"/>
    <w:rsid w:val="00146C7D"/>
    <w:rsid w:val="00160FDB"/>
    <w:rsid w:val="00165136"/>
    <w:rsid w:val="001669FC"/>
    <w:rsid w:val="00175A66"/>
    <w:rsid w:val="00177B36"/>
    <w:rsid w:val="00180FDE"/>
    <w:rsid w:val="0018259B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07E7C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46D64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3A26"/>
    <w:rsid w:val="002B6D76"/>
    <w:rsid w:val="002B7B7C"/>
    <w:rsid w:val="002C1B16"/>
    <w:rsid w:val="002C240F"/>
    <w:rsid w:val="002C3406"/>
    <w:rsid w:val="002C54E2"/>
    <w:rsid w:val="002C565C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2F6BD7"/>
    <w:rsid w:val="003009D3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312C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3FB9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034D"/>
    <w:rsid w:val="00421C53"/>
    <w:rsid w:val="004231C5"/>
    <w:rsid w:val="00426138"/>
    <w:rsid w:val="004262F8"/>
    <w:rsid w:val="00426BFC"/>
    <w:rsid w:val="00430524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27D"/>
    <w:rsid w:val="00482CE1"/>
    <w:rsid w:val="00486249"/>
    <w:rsid w:val="004934A4"/>
    <w:rsid w:val="00496859"/>
    <w:rsid w:val="004A0707"/>
    <w:rsid w:val="004A6098"/>
    <w:rsid w:val="004B7990"/>
    <w:rsid w:val="004C1822"/>
    <w:rsid w:val="004C35BA"/>
    <w:rsid w:val="004E5CDF"/>
    <w:rsid w:val="004E7071"/>
    <w:rsid w:val="004E77F5"/>
    <w:rsid w:val="00502D58"/>
    <w:rsid w:val="00503378"/>
    <w:rsid w:val="0050438E"/>
    <w:rsid w:val="005046E0"/>
    <w:rsid w:val="005070C3"/>
    <w:rsid w:val="00512A12"/>
    <w:rsid w:val="00512BDA"/>
    <w:rsid w:val="00513585"/>
    <w:rsid w:val="00517702"/>
    <w:rsid w:val="00532C16"/>
    <w:rsid w:val="005357BB"/>
    <w:rsid w:val="00545893"/>
    <w:rsid w:val="005549A0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86B2F"/>
    <w:rsid w:val="005A532C"/>
    <w:rsid w:val="005A63B8"/>
    <w:rsid w:val="005B0454"/>
    <w:rsid w:val="005B67FF"/>
    <w:rsid w:val="005C1B4B"/>
    <w:rsid w:val="005C553D"/>
    <w:rsid w:val="005C6EB8"/>
    <w:rsid w:val="005D273C"/>
    <w:rsid w:val="005D3170"/>
    <w:rsid w:val="005D6311"/>
    <w:rsid w:val="005D6994"/>
    <w:rsid w:val="005E33C0"/>
    <w:rsid w:val="005E7952"/>
    <w:rsid w:val="005F01BA"/>
    <w:rsid w:val="00605C32"/>
    <w:rsid w:val="0060615D"/>
    <w:rsid w:val="006227B4"/>
    <w:rsid w:val="00623836"/>
    <w:rsid w:val="00630E85"/>
    <w:rsid w:val="006351E7"/>
    <w:rsid w:val="0063799D"/>
    <w:rsid w:val="00644949"/>
    <w:rsid w:val="00645DC7"/>
    <w:rsid w:val="006510FD"/>
    <w:rsid w:val="00651CC7"/>
    <w:rsid w:val="006669F0"/>
    <w:rsid w:val="006759A7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2587"/>
    <w:rsid w:val="0070413D"/>
    <w:rsid w:val="007062AE"/>
    <w:rsid w:val="007112F4"/>
    <w:rsid w:val="00712677"/>
    <w:rsid w:val="00730155"/>
    <w:rsid w:val="00731A74"/>
    <w:rsid w:val="007323F8"/>
    <w:rsid w:val="00744665"/>
    <w:rsid w:val="00745578"/>
    <w:rsid w:val="00752842"/>
    <w:rsid w:val="00753307"/>
    <w:rsid w:val="0075551C"/>
    <w:rsid w:val="00772147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4B66"/>
    <w:rsid w:val="007F6FF2"/>
    <w:rsid w:val="008048D1"/>
    <w:rsid w:val="008049D6"/>
    <w:rsid w:val="00815315"/>
    <w:rsid w:val="00815A13"/>
    <w:rsid w:val="0082035B"/>
    <w:rsid w:val="008206FF"/>
    <w:rsid w:val="008232BF"/>
    <w:rsid w:val="0082583D"/>
    <w:rsid w:val="008263B3"/>
    <w:rsid w:val="00827A91"/>
    <w:rsid w:val="00834361"/>
    <w:rsid w:val="0084221C"/>
    <w:rsid w:val="008520BA"/>
    <w:rsid w:val="00854848"/>
    <w:rsid w:val="00862230"/>
    <w:rsid w:val="00877DF2"/>
    <w:rsid w:val="008848F8"/>
    <w:rsid w:val="00885F94"/>
    <w:rsid w:val="008918A6"/>
    <w:rsid w:val="00893C7C"/>
    <w:rsid w:val="008955C6"/>
    <w:rsid w:val="008959C6"/>
    <w:rsid w:val="00897BEE"/>
    <w:rsid w:val="008A01A0"/>
    <w:rsid w:val="008A48BC"/>
    <w:rsid w:val="008A7D4D"/>
    <w:rsid w:val="008B23E7"/>
    <w:rsid w:val="008B2DBB"/>
    <w:rsid w:val="008B367F"/>
    <w:rsid w:val="008C0B89"/>
    <w:rsid w:val="008C6A8C"/>
    <w:rsid w:val="008D4568"/>
    <w:rsid w:val="008D699B"/>
    <w:rsid w:val="008E1E53"/>
    <w:rsid w:val="008E54EE"/>
    <w:rsid w:val="008F39B7"/>
    <w:rsid w:val="00904730"/>
    <w:rsid w:val="009069DC"/>
    <w:rsid w:val="00911CC2"/>
    <w:rsid w:val="0091667D"/>
    <w:rsid w:val="009211B9"/>
    <w:rsid w:val="00922EB8"/>
    <w:rsid w:val="00923CB1"/>
    <w:rsid w:val="00927DCD"/>
    <w:rsid w:val="009321D5"/>
    <w:rsid w:val="00945AFB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920AD"/>
    <w:rsid w:val="009A0779"/>
    <w:rsid w:val="009A2C9E"/>
    <w:rsid w:val="009A5D7A"/>
    <w:rsid w:val="009B705A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17217"/>
    <w:rsid w:val="00A2395E"/>
    <w:rsid w:val="00A30264"/>
    <w:rsid w:val="00A32BF7"/>
    <w:rsid w:val="00A32F32"/>
    <w:rsid w:val="00A3674E"/>
    <w:rsid w:val="00A402CF"/>
    <w:rsid w:val="00A524EF"/>
    <w:rsid w:val="00A53D51"/>
    <w:rsid w:val="00A630AA"/>
    <w:rsid w:val="00A64119"/>
    <w:rsid w:val="00A66AAB"/>
    <w:rsid w:val="00A67095"/>
    <w:rsid w:val="00A73B45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2149"/>
    <w:rsid w:val="00AD59B9"/>
    <w:rsid w:val="00AD6E96"/>
    <w:rsid w:val="00AE63E7"/>
    <w:rsid w:val="00AF11C9"/>
    <w:rsid w:val="00B01F3F"/>
    <w:rsid w:val="00B075FC"/>
    <w:rsid w:val="00B10264"/>
    <w:rsid w:val="00B13844"/>
    <w:rsid w:val="00B14CB6"/>
    <w:rsid w:val="00B176A0"/>
    <w:rsid w:val="00B2096A"/>
    <w:rsid w:val="00B32454"/>
    <w:rsid w:val="00B3352E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2FFA"/>
    <w:rsid w:val="00B733AB"/>
    <w:rsid w:val="00B92D14"/>
    <w:rsid w:val="00B95FBF"/>
    <w:rsid w:val="00BA32DF"/>
    <w:rsid w:val="00BA62D6"/>
    <w:rsid w:val="00BB4E43"/>
    <w:rsid w:val="00BB66D4"/>
    <w:rsid w:val="00BC1232"/>
    <w:rsid w:val="00BC1511"/>
    <w:rsid w:val="00BC4ED8"/>
    <w:rsid w:val="00BC522F"/>
    <w:rsid w:val="00BD2410"/>
    <w:rsid w:val="00BD7886"/>
    <w:rsid w:val="00BE0FDF"/>
    <w:rsid w:val="00BF0AD3"/>
    <w:rsid w:val="00BF5104"/>
    <w:rsid w:val="00C022A1"/>
    <w:rsid w:val="00C05E00"/>
    <w:rsid w:val="00C12A20"/>
    <w:rsid w:val="00C13CB2"/>
    <w:rsid w:val="00C159F6"/>
    <w:rsid w:val="00C1779B"/>
    <w:rsid w:val="00C24656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D6409"/>
    <w:rsid w:val="00CE4C14"/>
    <w:rsid w:val="00CE7361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619F1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E67D7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4C44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95C7E"/>
    <w:rsid w:val="00EA0712"/>
    <w:rsid w:val="00EA47B0"/>
    <w:rsid w:val="00EB7CB3"/>
    <w:rsid w:val="00EC20B4"/>
    <w:rsid w:val="00EC3346"/>
    <w:rsid w:val="00EC515A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078A4"/>
    <w:rsid w:val="00F116C0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6F5D"/>
    <w:rsid w:val="00F63807"/>
    <w:rsid w:val="00F64337"/>
    <w:rsid w:val="00F67141"/>
    <w:rsid w:val="00F80427"/>
    <w:rsid w:val="00F80DF0"/>
    <w:rsid w:val="00F81E9A"/>
    <w:rsid w:val="00F82A01"/>
    <w:rsid w:val="00F831FA"/>
    <w:rsid w:val="00F847F6"/>
    <w:rsid w:val="00F85CD8"/>
    <w:rsid w:val="00F962A1"/>
    <w:rsid w:val="00FB2F9C"/>
    <w:rsid w:val="00FB5E14"/>
    <w:rsid w:val="00FB67E7"/>
    <w:rsid w:val="00FC2F69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0BAD"/>
  <w15:docId w15:val="{F663261F-5468-46AD-A9AC-B96B8C8C8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73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31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6EAA4-294B-484A-A937-2BA877B2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8</cp:revision>
  <cp:lastPrinted>2025-05-16T13:46:00Z</cp:lastPrinted>
  <dcterms:created xsi:type="dcterms:W3CDTF">2025-05-16T13:06:00Z</dcterms:created>
  <dcterms:modified xsi:type="dcterms:W3CDTF">2025-05-19T07:15:00Z</dcterms:modified>
</cp:coreProperties>
</file>