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BD3" w:rsidRPr="00C128A3" w:rsidRDefault="00B87976" w:rsidP="00CF0412">
      <w:pPr>
        <w:pStyle w:val="a3"/>
        <w:rPr>
          <w:b w:val="0"/>
          <w:szCs w:val="28"/>
        </w:rPr>
      </w:pPr>
      <w:r w:rsidRPr="00C128A3">
        <w:rPr>
          <w:b w:val="0"/>
          <w:szCs w:val="28"/>
        </w:rPr>
        <w:t>Пояснительная записка</w:t>
      </w:r>
      <w:r w:rsidR="008D6EDC" w:rsidRPr="00C128A3">
        <w:rPr>
          <w:b w:val="0"/>
          <w:szCs w:val="28"/>
        </w:rPr>
        <w:t xml:space="preserve"> </w:t>
      </w:r>
    </w:p>
    <w:p w:rsidR="00794D60" w:rsidRPr="00C128A3" w:rsidRDefault="006E09FE" w:rsidP="00CF0412">
      <w:pPr>
        <w:pStyle w:val="a3"/>
        <w:rPr>
          <w:b w:val="0"/>
          <w:szCs w:val="28"/>
        </w:rPr>
      </w:pPr>
      <w:r w:rsidRPr="00C128A3">
        <w:rPr>
          <w:b w:val="0"/>
          <w:szCs w:val="28"/>
        </w:rPr>
        <w:t>к</w:t>
      </w:r>
      <w:r w:rsidR="00FC7650" w:rsidRPr="00C128A3">
        <w:rPr>
          <w:b w:val="0"/>
          <w:szCs w:val="28"/>
        </w:rPr>
        <w:t xml:space="preserve"> </w:t>
      </w:r>
      <w:r w:rsidR="00B767E4" w:rsidRPr="00C128A3">
        <w:rPr>
          <w:b w:val="0"/>
          <w:szCs w:val="28"/>
        </w:rPr>
        <w:t xml:space="preserve">проекту </w:t>
      </w:r>
      <w:r w:rsidR="00F42C8C" w:rsidRPr="00C128A3">
        <w:rPr>
          <w:b w:val="0"/>
          <w:szCs w:val="28"/>
        </w:rPr>
        <w:t>з</w:t>
      </w:r>
      <w:r w:rsidR="00654976" w:rsidRPr="00C128A3">
        <w:rPr>
          <w:b w:val="0"/>
          <w:szCs w:val="28"/>
        </w:rPr>
        <w:t>акон</w:t>
      </w:r>
      <w:r w:rsidR="00B767E4" w:rsidRPr="00C128A3">
        <w:rPr>
          <w:b w:val="0"/>
          <w:szCs w:val="28"/>
        </w:rPr>
        <w:t>а</w:t>
      </w:r>
      <w:r w:rsidR="00654976" w:rsidRPr="00C128A3">
        <w:rPr>
          <w:b w:val="0"/>
          <w:szCs w:val="28"/>
        </w:rPr>
        <w:t xml:space="preserve"> Ярославской области</w:t>
      </w:r>
    </w:p>
    <w:p w:rsidR="00034C07" w:rsidRPr="00C128A3" w:rsidRDefault="00794D60" w:rsidP="00CF0412">
      <w:pPr>
        <w:pStyle w:val="a3"/>
        <w:rPr>
          <w:b w:val="0"/>
          <w:szCs w:val="28"/>
        </w:rPr>
      </w:pPr>
      <w:r w:rsidRPr="00C128A3">
        <w:rPr>
          <w:b w:val="0"/>
          <w:szCs w:val="28"/>
        </w:rPr>
        <w:t>«</w:t>
      </w:r>
      <w:r w:rsidR="000F2DFD" w:rsidRPr="00C128A3">
        <w:rPr>
          <w:b w:val="0"/>
          <w:szCs w:val="28"/>
        </w:rPr>
        <w:t>О бюджете Т</w:t>
      </w:r>
      <w:r w:rsidR="00654976" w:rsidRPr="00C128A3">
        <w:rPr>
          <w:b w:val="0"/>
          <w:szCs w:val="28"/>
        </w:rPr>
        <w:t>ерриториального фонда обязательного</w:t>
      </w:r>
    </w:p>
    <w:p w:rsidR="00034C07" w:rsidRPr="00C128A3" w:rsidRDefault="00034C07" w:rsidP="00CF0412">
      <w:pPr>
        <w:pStyle w:val="a3"/>
        <w:rPr>
          <w:b w:val="0"/>
          <w:szCs w:val="28"/>
        </w:rPr>
      </w:pPr>
      <w:r w:rsidRPr="00C128A3">
        <w:rPr>
          <w:b w:val="0"/>
          <w:szCs w:val="28"/>
        </w:rPr>
        <w:t>м</w:t>
      </w:r>
      <w:r w:rsidR="00654976" w:rsidRPr="00C128A3">
        <w:rPr>
          <w:b w:val="0"/>
          <w:szCs w:val="28"/>
        </w:rPr>
        <w:t>едицинского</w:t>
      </w:r>
      <w:r w:rsidRPr="00C128A3">
        <w:rPr>
          <w:b w:val="0"/>
          <w:szCs w:val="28"/>
        </w:rPr>
        <w:t xml:space="preserve"> </w:t>
      </w:r>
      <w:r w:rsidR="00654976" w:rsidRPr="00C128A3">
        <w:rPr>
          <w:b w:val="0"/>
          <w:szCs w:val="28"/>
        </w:rPr>
        <w:t>страхования Ярославской области</w:t>
      </w:r>
    </w:p>
    <w:p w:rsidR="00654976" w:rsidRPr="00C128A3" w:rsidRDefault="00654976" w:rsidP="005063A7">
      <w:pPr>
        <w:pStyle w:val="a3"/>
        <w:rPr>
          <w:b w:val="0"/>
          <w:szCs w:val="28"/>
        </w:rPr>
      </w:pPr>
      <w:r w:rsidRPr="00C128A3">
        <w:rPr>
          <w:b w:val="0"/>
          <w:szCs w:val="28"/>
        </w:rPr>
        <w:t>на 20</w:t>
      </w:r>
      <w:r w:rsidR="00D179F3" w:rsidRPr="00C128A3">
        <w:rPr>
          <w:b w:val="0"/>
          <w:szCs w:val="28"/>
        </w:rPr>
        <w:t>2</w:t>
      </w:r>
      <w:r w:rsidR="00795859" w:rsidRPr="00C128A3">
        <w:rPr>
          <w:b w:val="0"/>
          <w:szCs w:val="28"/>
        </w:rPr>
        <w:t>5</w:t>
      </w:r>
      <w:r w:rsidR="00794D60" w:rsidRPr="00C128A3">
        <w:rPr>
          <w:b w:val="0"/>
          <w:szCs w:val="28"/>
        </w:rPr>
        <w:t xml:space="preserve"> год</w:t>
      </w:r>
      <w:r w:rsidR="00064AFD" w:rsidRPr="00C128A3">
        <w:rPr>
          <w:b w:val="0"/>
          <w:szCs w:val="28"/>
        </w:rPr>
        <w:t xml:space="preserve"> и на плановый период 20</w:t>
      </w:r>
      <w:r w:rsidR="00B27AE4" w:rsidRPr="00C128A3">
        <w:rPr>
          <w:b w:val="0"/>
          <w:szCs w:val="28"/>
        </w:rPr>
        <w:t>2</w:t>
      </w:r>
      <w:r w:rsidR="00795859" w:rsidRPr="00C128A3">
        <w:rPr>
          <w:b w:val="0"/>
          <w:szCs w:val="28"/>
        </w:rPr>
        <w:t>6</w:t>
      </w:r>
      <w:r w:rsidR="00C27788" w:rsidRPr="00C128A3">
        <w:rPr>
          <w:b w:val="0"/>
          <w:szCs w:val="28"/>
        </w:rPr>
        <w:t xml:space="preserve"> </w:t>
      </w:r>
      <w:r w:rsidR="00064AFD" w:rsidRPr="00C128A3">
        <w:rPr>
          <w:b w:val="0"/>
          <w:szCs w:val="28"/>
        </w:rPr>
        <w:t>и 20</w:t>
      </w:r>
      <w:r w:rsidR="00E87703" w:rsidRPr="00C128A3">
        <w:rPr>
          <w:b w:val="0"/>
          <w:szCs w:val="28"/>
        </w:rPr>
        <w:t>2</w:t>
      </w:r>
      <w:r w:rsidR="00795859" w:rsidRPr="00C128A3">
        <w:rPr>
          <w:b w:val="0"/>
          <w:szCs w:val="28"/>
        </w:rPr>
        <w:t>7</w:t>
      </w:r>
      <w:r w:rsidR="006A3787" w:rsidRPr="00C128A3">
        <w:rPr>
          <w:b w:val="0"/>
          <w:szCs w:val="28"/>
        </w:rPr>
        <w:t xml:space="preserve"> годов</w:t>
      </w:r>
      <w:r w:rsidR="00794D60" w:rsidRPr="00C128A3">
        <w:rPr>
          <w:b w:val="0"/>
          <w:szCs w:val="28"/>
        </w:rPr>
        <w:t>»</w:t>
      </w:r>
    </w:p>
    <w:p w:rsidR="00654976" w:rsidRPr="00C128A3" w:rsidRDefault="00654976" w:rsidP="005063A7">
      <w:pPr>
        <w:ind w:firstLine="709"/>
        <w:jc w:val="both"/>
        <w:rPr>
          <w:sz w:val="28"/>
          <w:szCs w:val="28"/>
        </w:rPr>
      </w:pPr>
    </w:p>
    <w:p w:rsidR="00707B67" w:rsidRPr="00C128A3" w:rsidRDefault="00B85FF2" w:rsidP="005063A7">
      <w:pPr>
        <w:ind w:firstLine="709"/>
        <w:jc w:val="both"/>
        <w:rPr>
          <w:bCs/>
          <w:sz w:val="28"/>
          <w:szCs w:val="28"/>
        </w:rPr>
      </w:pPr>
      <w:r w:rsidRPr="00C128A3">
        <w:rPr>
          <w:bCs/>
          <w:sz w:val="28"/>
          <w:szCs w:val="28"/>
        </w:rPr>
        <w:t>Проект б</w:t>
      </w:r>
      <w:r w:rsidR="00AC3D46" w:rsidRPr="00C128A3">
        <w:rPr>
          <w:bCs/>
          <w:sz w:val="28"/>
          <w:szCs w:val="28"/>
        </w:rPr>
        <w:t>юджет</w:t>
      </w:r>
      <w:r w:rsidRPr="00C128A3">
        <w:rPr>
          <w:bCs/>
          <w:sz w:val="28"/>
          <w:szCs w:val="28"/>
        </w:rPr>
        <w:t>а</w:t>
      </w:r>
      <w:r w:rsidR="00AC3D46" w:rsidRPr="00C128A3">
        <w:rPr>
          <w:bCs/>
          <w:sz w:val="28"/>
          <w:szCs w:val="28"/>
        </w:rPr>
        <w:t xml:space="preserve"> Т</w:t>
      </w:r>
      <w:r w:rsidR="00B10E36" w:rsidRPr="00C128A3">
        <w:rPr>
          <w:bCs/>
          <w:sz w:val="28"/>
          <w:szCs w:val="28"/>
        </w:rPr>
        <w:t xml:space="preserve">ерриториального фонда </w:t>
      </w:r>
      <w:r w:rsidR="00AC3D46" w:rsidRPr="00C128A3">
        <w:rPr>
          <w:bCs/>
          <w:sz w:val="28"/>
          <w:szCs w:val="28"/>
        </w:rPr>
        <w:t xml:space="preserve">обязательного медицинского страхования Ярославской области (далее </w:t>
      </w:r>
      <w:r w:rsidR="00E7027A" w:rsidRPr="00C128A3">
        <w:rPr>
          <w:bCs/>
          <w:sz w:val="28"/>
          <w:szCs w:val="28"/>
        </w:rPr>
        <w:t>–</w:t>
      </w:r>
      <w:r w:rsidR="00AC3D46" w:rsidRPr="00C128A3">
        <w:rPr>
          <w:bCs/>
          <w:sz w:val="28"/>
          <w:szCs w:val="28"/>
        </w:rPr>
        <w:t xml:space="preserve"> Фонд) </w:t>
      </w:r>
      <w:r w:rsidR="00B10E36" w:rsidRPr="00C128A3">
        <w:rPr>
          <w:bCs/>
          <w:sz w:val="28"/>
          <w:szCs w:val="28"/>
        </w:rPr>
        <w:t xml:space="preserve">разработан </w:t>
      </w:r>
      <w:r w:rsidR="00282185" w:rsidRPr="00C128A3">
        <w:rPr>
          <w:bCs/>
          <w:sz w:val="28"/>
          <w:szCs w:val="28"/>
        </w:rPr>
        <w:t>в соответствии с положениями Бюджетного кодекса Р</w:t>
      </w:r>
      <w:r w:rsidR="00856CD0" w:rsidRPr="00C128A3">
        <w:rPr>
          <w:bCs/>
          <w:sz w:val="28"/>
          <w:szCs w:val="28"/>
        </w:rPr>
        <w:t xml:space="preserve">оссийской </w:t>
      </w:r>
      <w:r w:rsidR="00282185" w:rsidRPr="00C128A3">
        <w:rPr>
          <w:bCs/>
          <w:sz w:val="28"/>
          <w:szCs w:val="28"/>
        </w:rPr>
        <w:t>Ф</w:t>
      </w:r>
      <w:r w:rsidR="00856CD0" w:rsidRPr="00C128A3">
        <w:rPr>
          <w:bCs/>
          <w:sz w:val="28"/>
          <w:szCs w:val="28"/>
        </w:rPr>
        <w:t>едерации</w:t>
      </w:r>
      <w:r w:rsidR="00740FF8" w:rsidRPr="00C128A3">
        <w:rPr>
          <w:bCs/>
          <w:sz w:val="28"/>
          <w:szCs w:val="28"/>
        </w:rPr>
        <w:t>, Федерального закона от 29.11.2010 № 326-ФЗ «Об обязательном медицинском страховании в Российской Федерации» (далее – Федеральный закон № 326-ФЗ)</w:t>
      </w:r>
      <w:r w:rsidR="00282185" w:rsidRPr="00C128A3">
        <w:rPr>
          <w:bCs/>
          <w:sz w:val="28"/>
          <w:szCs w:val="28"/>
        </w:rPr>
        <w:t xml:space="preserve"> и иных федеральных законов в</w:t>
      </w:r>
      <w:r w:rsidR="00B10E36" w:rsidRPr="00C128A3">
        <w:rPr>
          <w:bCs/>
          <w:sz w:val="28"/>
          <w:szCs w:val="28"/>
        </w:rPr>
        <w:t xml:space="preserve"> цел</w:t>
      </w:r>
      <w:r w:rsidR="00282185" w:rsidRPr="00C128A3">
        <w:rPr>
          <w:bCs/>
          <w:sz w:val="28"/>
          <w:szCs w:val="28"/>
        </w:rPr>
        <w:t>ях</w:t>
      </w:r>
      <w:r w:rsidR="00B10E36" w:rsidRPr="00C128A3">
        <w:rPr>
          <w:bCs/>
          <w:sz w:val="28"/>
          <w:szCs w:val="28"/>
        </w:rPr>
        <w:t xml:space="preserve"> обеспечения финансовой устойчивости системы обязательного медицинского страхования</w:t>
      </w:r>
      <w:r w:rsidR="00856CD0" w:rsidRPr="00C128A3">
        <w:rPr>
          <w:bCs/>
          <w:sz w:val="28"/>
          <w:szCs w:val="28"/>
        </w:rPr>
        <w:t xml:space="preserve"> (далее </w:t>
      </w:r>
      <w:r w:rsidR="00341AE6" w:rsidRPr="00C128A3">
        <w:rPr>
          <w:bCs/>
          <w:sz w:val="28"/>
          <w:szCs w:val="28"/>
        </w:rPr>
        <w:t>–</w:t>
      </w:r>
      <w:r w:rsidR="00856CD0" w:rsidRPr="00C128A3">
        <w:rPr>
          <w:bCs/>
          <w:sz w:val="28"/>
          <w:szCs w:val="28"/>
        </w:rPr>
        <w:t xml:space="preserve"> ОМС)</w:t>
      </w:r>
      <w:r w:rsidR="00034C07" w:rsidRPr="00C128A3">
        <w:rPr>
          <w:bCs/>
          <w:sz w:val="28"/>
          <w:szCs w:val="28"/>
        </w:rPr>
        <w:t>.</w:t>
      </w:r>
      <w:bookmarkStart w:id="0" w:name="_GoBack"/>
      <w:bookmarkEnd w:id="0"/>
    </w:p>
    <w:p w:rsidR="00901ADC" w:rsidRPr="00C128A3" w:rsidRDefault="00901ADC" w:rsidP="00FE33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8A3">
        <w:rPr>
          <w:bCs/>
          <w:sz w:val="28"/>
          <w:szCs w:val="28"/>
        </w:rPr>
        <w:t>Основные характеристики бюджета Фонда на 20</w:t>
      </w:r>
      <w:r w:rsidR="00D179F3" w:rsidRPr="00C128A3">
        <w:rPr>
          <w:bCs/>
          <w:sz w:val="28"/>
          <w:szCs w:val="28"/>
        </w:rPr>
        <w:t>2</w:t>
      </w:r>
      <w:r w:rsidR="00795859" w:rsidRPr="00C128A3">
        <w:rPr>
          <w:bCs/>
          <w:sz w:val="28"/>
          <w:szCs w:val="28"/>
        </w:rPr>
        <w:t>5</w:t>
      </w:r>
      <w:r w:rsidR="00B27AE4" w:rsidRPr="00C128A3">
        <w:rPr>
          <w:bCs/>
          <w:sz w:val="28"/>
          <w:szCs w:val="28"/>
        </w:rPr>
        <w:t xml:space="preserve"> год и на плановый период 202</w:t>
      </w:r>
      <w:r w:rsidR="00795859" w:rsidRPr="00C128A3">
        <w:rPr>
          <w:bCs/>
          <w:sz w:val="28"/>
          <w:szCs w:val="28"/>
        </w:rPr>
        <w:t>6</w:t>
      </w:r>
      <w:r w:rsidRPr="00C128A3">
        <w:rPr>
          <w:bCs/>
          <w:sz w:val="28"/>
          <w:szCs w:val="28"/>
        </w:rPr>
        <w:t xml:space="preserve"> и 20</w:t>
      </w:r>
      <w:r w:rsidR="006914CE" w:rsidRPr="00C128A3">
        <w:rPr>
          <w:bCs/>
          <w:sz w:val="28"/>
          <w:szCs w:val="28"/>
        </w:rPr>
        <w:t>2</w:t>
      </w:r>
      <w:r w:rsidR="00795859" w:rsidRPr="00C128A3">
        <w:rPr>
          <w:bCs/>
          <w:sz w:val="28"/>
          <w:szCs w:val="28"/>
        </w:rPr>
        <w:t>7</w:t>
      </w:r>
      <w:r w:rsidRPr="00C128A3">
        <w:rPr>
          <w:bCs/>
          <w:sz w:val="28"/>
          <w:szCs w:val="28"/>
        </w:rPr>
        <w:t xml:space="preserve"> годов сформированы на основании </w:t>
      </w:r>
      <w:r w:rsidR="001D6EA9" w:rsidRPr="00C128A3">
        <w:rPr>
          <w:bCs/>
          <w:sz w:val="28"/>
          <w:szCs w:val="28"/>
        </w:rPr>
        <w:t xml:space="preserve">проекта </w:t>
      </w:r>
      <w:r w:rsidR="001D6EA9" w:rsidRPr="00C128A3">
        <w:rPr>
          <w:sz w:val="28"/>
          <w:szCs w:val="28"/>
        </w:rPr>
        <w:t>Программы государственных гарантий бесплатного оказания гражданам медицинской помощи на 202</w:t>
      </w:r>
      <w:r w:rsidR="00795859" w:rsidRPr="00C128A3">
        <w:rPr>
          <w:sz w:val="28"/>
          <w:szCs w:val="28"/>
        </w:rPr>
        <w:t>5</w:t>
      </w:r>
      <w:r w:rsidR="001D6EA9" w:rsidRPr="00C128A3">
        <w:rPr>
          <w:sz w:val="28"/>
          <w:szCs w:val="28"/>
        </w:rPr>
        <w:t xml:space="preserve"> год и на плановый период 202</w:t>
      </w:r>
      <w:r w:rsidR="00795859" w:rsidRPr="00C128A3">
        <w:rPr>
          <w:sz w:val="28"/>
          <w:szCs w:val="28"/>
        </w:rPr>
        <w:t>6</w:t>
      </w:r>
      <w:r w:rsidR="001D6EA9" w:rsidRPr="00C128A3">
        <w:rPr>
          <w:sz w:val="28"/>
          <w:szCs w:val="28"/>
        </w:rPr>
        <w:t xml:space="preserve"> и 202</w:t>
      </w:r>
      <w:r w:rsidR="00795859" w:rsidRPr="00C128A3">
        <w:rPr>
          <w:sz w:val="28"/>
          <w:szCs w:val="28"/>
        </w:rPr>
        <w:t>7</w:t>
      </w:r>
      <w:r w:rsidR="001D6EA9" w:rsidRPr="00C128A3">
        <w:rPr>
          <w:sz w:val="28"/>
          <w:szCs w:val="28"/>
        </w:rPr>
        <w:t xml:space="preserve"> годов (далее – проект Программы государственных гарантий)</w:t>
      </w:r>
      <w:r w:rsidR="009B5090" w:rsidRPr="00C128A3">
        <w:rPr>
          <w:sz w:val="28"/>
          <w:szCs w:val="28"/>
        </w:rPr>
        <w:t>.</w:t>
      </w:r>
    </w:p>
    <w:p w:rsidR="00557278" w:rsidRPr="00C128A3" w:rsidRDefault="007D70CD" w:rsidP="00CF0412">
      <w:pPr>
        <w:spacing w:before="100" w:after="100"/>
        <w:jc w:val="center"/>
        <w:rPr>
          <w:b/>
          <w:bCs/>
          <w:iCs/>
          <w:sz w:val="28"/>
          <w:szCs w:val="28"/>
        </w:rPr>
      </w:pPr>
      <w:r w:rsidRPr="00C128A3">
        <w:rPr>
          <w:b/>
          <w:bCs/>
          <w:iCs/>
          <w:sz w:val="28"/>
          <w:szCs w:val="28"/>
        </w:rPr>
        <w:t xml:space="preserve">1. </w:t>
      </w:r>
      <w:r w:rsidR="00557278" w:rsidRPr="00C128A3">
        <w:rPr>
          <w:b/>
          <w:bCs/>
          <w:iCs/>
          <w:sz w:val="28"/>
          <w:szCs w:val="28"/>
        </w:rPr>
        <w:t>Доходы</w:t>
      </w:r>
    </w:p>
    <w:p w:rsidR="00557278" w:rsidRPr="00C128A3" w:rsidRDefault="007D70CD" w:rsidP="0039012A">
      <w:pPr>
        <w:ind w:firstLine="709"/>
        <w:jc w:val="both"/>
        <w:rPr>
          <w:bCs/>
          <w:sz w:val="28"/>
          <w:szCs w:val="28"/>
        </w:rPr>
      </w:pPr>
      <w:r w:rsidRPr="00C128A3">
        <w:rPr>
          <w:bCs/>
          <w:sz w:val="28"/>
          <w:szCs w:val="28"/>
        </w:rPr>
        <w:t xml:space="preserve">1.1. </w:t>
      </w:r>
      <w:r w:rsidR="00557278" w:rsidRPr="00C128A3">
        <w:rPr>
          <w:bCs/>
          <w:sz w:val="28"/>
          <w:szCs w:val="28"/>
        </w:rPr>
        <w:t>Общий объем доходов</w:t>
      </w:r>
      <w:r w:rsidR="00101E3C" w:rsidRPr="00C128A3">
        <w:rPr>
          <w:bCs/>
          <w:sz w:val="28"/>
          <w:szCs w:val="28"/>
        </w:rPr>
        <w:t xml:space="preserve"> бюджета</w:t>
      </w:r>
      <w:r w:rsidR="00557278" w:rsidRPr="00C128A3">
        <w:rPr>
          <w:bCs/>
          <w:sz w:val="28"/>
          <w:szCs w:val="28"/>
        </w:rPr>
        <w:t xml:space="preserve"> Фонда планируется:</w:t>
      </w:r>
    </w:p>
    <w:p w:rsidR="00683A9F" w:rsidRPr="00C128A3" w:rsidRDefault="001B790A" w:rsidP="00F15AD8">
      <w:pPr>
        <w:ind w:firstLine="709"/>
        <w:jc w:val="both"/>
        <w:rPr>
          <w:sz w:val="28"/>
          <w:szCs w:val="28"/>
        </w:rPr>
      </w:pPr>
      <w:r w:rsidRPr="00C128A3">
        <w:rPr>
          <w:bCs/>
          <w:sz w:val="28"/>
          <w:szCs w:val="28"/>
        </w:rPr>
        <w:noBreakHyphen/>
      </w:r>
      <w:r w:rsidRPr="00C128A3">
        <w:t> </w:t>
      </w:r>
      <w:r w:rsidR="005C7887" w:rsidRPr="00C128A3">
        <w:rPr>
          <w:bCs/>
          <w:sz w:val="28"/>
          <w:szCs w:val="28"/>
        </w:rPr>
        <w:t>на 202</w:t>
      </w:r>
      <w:r w:rsidR="00795859" w:rsidRPr="00C128A3">
        <w:rPr>
          <w:bCs/>
          <w:sz w:val="28"/>
          <w:szCs w:val="28"/>
        </w:rPr>
        <w:t>5</w:t>
      </w:r>
      <w:r w:rsidR="005C7887" w:rsidRPr="00C128A3">
        <w:rPr>
          <w:bCs/>
          <w:sz w:val="28"/>
          <w:szCs w:val="28"/>
        </w:rPr>
        <w:t xml:space="preserve"> год в сумме </w:t>
      </w:r>
      <w:r w:rsidR="00795859" w:rsidRPr="00C128A3">
        <w:rPr>
          <w:bCs/>
          <w:sz w:val="28"/>
          <w:szCs w:val="28"/>
        </w:rPr>
        <w:t>27 730 621,5</w:t>
      </w:r>
      <w:r w:rsidR="006B286E" w:rsidRPr="00C128A3">
        <w:rPr>
          <w:bCs/>
          <w:sz w:val="28"/>
          <w:szCs w:val="28"/>
        </w:rPr>
        <w:t xml:space="preserve"> </w:t>
      </w:r>
      <w:r w:rsidR="005C7887" w:rsidRPr="00C128A3">
        <w:rPr>
          <w:sz w:val="28"/>
          <w:szCs w:val="28"/>
        </w:rPr>
        <w:t>тыс.</w:t>
      </w:r>
      <w:r w:rsidR="005C7887" w:rsidRPr="00C128A3">
        <w:rPr>
          <w:b/>
          <w:sz w:val="28"/>
          <w:szCs w:val="28"/>
        </w:rPr>
        <w:t xml:space="preserve"> </w:t>
      </w:r>
      <w:r w:rsidR="005C7887" w:rsidRPr="00C128A3">
        <w:rPr>
          <w:sz w:val="28"/>
          <w:szCs w:val="28"/>
        </w:rPr>
        <w:t>рублей (</w:t>
      </w:r>
      <w:r w:rsidR="006B286E" w:rsidRPr="00C128A3">
        <w:rPr>
          <w:sz w:val="28"/>
          <w:szCs w:val="28"/>
        </w:rPr>
        <w:t>1</w:t>
      </w:r>
      <w:r w:rsidR="00E06448" w:rsidRPr="00C128A3">
        <w:rPr>
          <w:sz w:val="28"/>
          <w:szCs w:val="28"/>
        </w:rPr>
        <w:t>1</w:t>
      </w:r>
      <w:r w:rsidR="00795859" w:rsidRPr="00C128A3">
        <w:rPr>
          <w:sz w:val="28"/>
          <w:szCs w:val="28"/>
        </w:rPr>
        <w:t>6</w:t>
      </w:r>
      <w:r w:rsidR="006B286E" w:rsidRPr="00C128A3">
        <w:rPr>
          <w:sz w:val="28"/>
          <w:szCs w:val="28"/>
        </w:rPr>
        <w:t>,</w:t>
      </w:r>
      <w:r w:rsidR="00795859" w:rsidRPr="00C128A3">
        <w:rPr>
          <w:sz w:val="28"/>
          <w:szCs w:val="28"/>
        </w:rPr>
        <w:t>6</w:t>
      </w:r>
      <w:r w:rsidR="006B286E" w:rsidRPr="00C128A3">
        <w:rPr>
          <w:sz w:val="28"/>
          <w:szCs w:val="28"/>
        </w:rPr>
        <w:t> </w:t>
      </w:r>
      <w:r w:rsidR="005C7887" w:rsidRPr="00C128A3">
        <w:rPr>
          <w:sz w:val="28"/>
          <w:szCs w:val="28"/>
        </w:rPr>
        <w:t>% к ожидаемым доходам 202</w:t>
      </w:r>
      <w:r w:rsidR="00795859" w:rsidRPr="00C128A3">
        <w:rPr>
          <w:sz w:val="28"/>
          <w:szCs w:val="28"/>
        </w:rPr>
        <w:t>4</w:t>
      </w:r>
      <w:r w:rsidR="005C7887" w:rsidRPr="00C128A3">
        <w:rPr>
          <w:sz w:val="28"/>
          <w:szCs w:val="28"/>
        </w:rPr>
        <w:t xml:space="preserve"> года);</w:t>
      </w:r>
    </w:p>
    <w:p w:rsidR="005C7887" w:rsidRPr="00C128A3" w:rsidRDefault="005C7887" w:rsidP="005C7887">
      <w:pPr>
        <w:ind w:firstLine="709"/>
        <w:jc w:val="both"/>
        <w:rPr>
          <w:bCs/>
          <w:sz w:val="28"/>
          <w:szCs w:val="28"/>
        </w:rPr>
      </w:pPr>
      <w:r w:rsidRPr="00C128A3">
        <w:rPr>
          <w:bCs/>
          <w:sz w:val="28"/>
          <w:szCs w:val="28"/>
        </w:rPr>
        <w:noBreakHyphen/>
      </w:r>
      <w:r w:rsidRPr="00C128A3">
        <w:t> </w:t>
      </w:r>
      <w:r w:rsidRPr="00C128A3">
        <w:rPr>
          <w:bCs/>
          <w:sz w:val="28"/>
          <w:szCs w:val="28"/>
        </w:rPr>
        <w:t>на 202</w:t>
      </w:r>
      <w:r w:rsidR="00795859" w:rsidRPr="00C128A3">
        <w:rPr>
          <w:bCs/>
          <w:sz w:val="28"/>
          <w:szCs w:val="28"/>
        </w:rPr>
        <w:t>6</w:t>
      </w:r>
      <w:r w:rsidRPr="00C128A3">
        <w:rPr>
          <w:bCs/>
          <w:sz w:val="28"/>
          <w:szCs w:val="28"/>
        </w:rPr>
        <w:t xml:space="preserve"> год в сумме </w:t>
      </w:r>
      <w:r w:rsidR="00795859" w:rsidRPr="00C128A3">
        <w:rPr>
          <w:bCs/>
          <w:sz w:val="28"/>
          <w:szCs w:val="28"/>
        </w:rPr>
        <w:t>29 892 16</w:t>
      </w:r>
      <w:r w:rsidR="003133FF" w:rsidRPr="00C128A3">
        <w:rPr>
          <w:bCs/>
          <w:sz w:val="28"/>
          <w:szCs w:val="28"/>
        </w:rPr>
        <w:t>9</w:t>
      </w:r>
      <w:r w:rsidR="00795859" w:rsidRPr="00C128A3">
        <w:rPr>
          <w:bCs/>
          <w:sz w:val="28"/>
          <w:szCs w:val="28"/>
        </w:rPr>
        <w:t>,5</w:t>
      </w:r>
      <w:r w:rsidRPr="00C128A3">
        <w:rPr>
          <w:bCs/>
          <w:sz w:val="28"/>
          <w:szCs w:val="28"/>
        </w:rPr>
        <w:t xml:space="preserve"> тыс. рублей (</w:t>
      </w:r>
      <w:r w:rsidR="00E06448" w:rsidRPr="00C128A3">
        <w:rPr>
          <w:bCs/>
          <w:sz w:val="28"/>
          <w:szCs w:val="28"/>
        </w:rPr>
        <w:t>10</w:t>
      </w:r>
      <w:r w:rsidR="00795859" w:rsidRPr="00C128A3">
        <w:rPr>
          <w:bCs/>
          <w:sz w:val="28"/>
          <w:szCs w:val="28"/>
        </w:rPr>
        <w:t>7</w:t>
      </w:r>
      <w:r w:rsidR="006B286E" w:rsidRPr="00C128A3">
        <w:rPr>
          <w:bCs/>
          <w:sz w:val="28"/>
          <w:szCs w:val="28"/>
        </w:rPr>
        <w:t>,</w:t>
      </w:r>
      <w:r w:rsidR="00795859" w:rsidRPr="00C128A3">
        <w:rPr>
          <w:bCs/>
          <w:sz w:val="28"/>
          <w:szCs w:val="28"/>
        </w:rPr>
        <w:t>8</w:t>
      </w:r>
      <w:r w:rsidR="006B286E" w:rsidRPr="00C128A3">
        <w:rPr>
          <w:bCs/>
          <w:sz w:val="28"/>
          <w:szCs w:val="28"/>
        </w:rPr>
        <w:t> </w:t>
      </w:r>
      <w:r w:rsidRPr="00C128A3">
        <w:rPr>
          <w:bCs/>
          <w:sz w:val="28"/>
          <w:szCs w:val="28"/>
        </w:rPr>
        <w:t>% к 202</w:t>
      </w:r>
      <w:r w:rsidR="00795859" w:rsidRPr="00C128A3">
        <w:rPr>
          <w:bCs/>
          <w:sz w:val="28"/>
          <w:szCs w:val="28"/>
        </w:rPr>
        <w:t>5</w:t>
      </w:r>
      <w:r w:rsidRPr="00C128A3">
        <w:rPr>
          <w:bCs/>
          <w:sz w:val="28"/>
          <w:szCs w:val="28"/>
        </w:rPr>
        <w:t xml:space="preserve"> году);</w:t>
      </w:r>
    </w:p>
    <w:p w:rsidR="005C7887" w:rsidRPr="00C128A3" w:rsidRDefault="005C7887" w:rsidP="005C7887">
      <w:pPr>
        <w:ind w:firstLine="709"/>
        <w:jc w:val="both"/>
        <w:rPr>
          <w:bCs/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на 202</w:t>
      </w:r>
      <w:r w:rsidR="00795859" w:rsidRPr="00C128A3">
        <w:rPr>
          <w:bCs/>
          <w:sz w:val="28"/>
          <w:szCs w:val="28"/>
        </w:rPr>
        <w:t>7</w:t>
      </w:r>
      <w:r w:rsidRPr="00C128A3">
        <w:rPr>
          <w:bCs/>
          <w:sz w:val="28"/>
          <w:szCs w:val="28"/>
        </w:rPr>
        <w:t xml:space="preserve"> год в сумме </w:t>
      </w:r>
      <w:r w:rsidR="00795859" w:rsidRPr="00C128A3">
        <w:rPr>
          <w:bCs/>
          <w:sz w:val="28"/>
          <w:szCs w:val="28"/>
        </w:rPr>
        <w:t>31 926 228,2</w:t>
      </w:r>
      <w:r w:rsidRPr="00C128A3">
        <w:rPr>
          <w:bCs/>
          <w:sz w:val="28"/>
          <w:szCs w:val="28"/>
        </w:rPr>
        <w:t xml:space="preserve"> тыс. рублей (</w:t>
      </w:r>
      <w:r w:rsidR="006B286E" w:rsidRPr="00C128A3">
        <w:rPr>
          <w:bCs/>
          <w:sz w:val="28"/>
          <w:szCs w:val="28"/>
        </w:rPr>
        <w:t>10</w:t>
      </w:r>
      <w:r w:rsidR="00E06448" w:rsidRPr="00C128A3">
        <w:rPr>
          <w:bCs/>
          <w:sz w:val="28"/>
          <w:szCs w:val="28"/>
        </w:rPr>
        <w:t>6</w:t>
      </w:r>
      <w:r w:rsidR="006B286E" w:rsidRPr="00C128A3">
        <w:rPr>
          <w:bCs/>
          <w:sz w:val="28"/>
          <w:szCs w:val="28"/>
        </w:rPr>
        <w:t>,</w:t>
      </w:r>
      <w:r w:rsidR="00795859" w:rsidRPr="00C128A3">
        <w:rPr>
          <w:bCs/>
          <w:sz w:val="28"/>
          <w:szCs w:val="28"/>
        </w:rPr>
        <w:t>8</w:t>
      </w:r>
      <w:r w:rsidR="006B286E" w:rsidRPr="00C128A3">
        <w:rPr>
          <w:bCs/>
          <w:sz w:val="28"/>
          <w:szCs w:val="28"/>
        </w:rPr>
        <w:t> </w:t>
      </w:r>
      <w:r w:rsidRPr="00C128A3">
        <w:rPr>
          <w:bCs/>
          <w:sz w:val="28"/>
          <w:szCs w:val="28"/>
        </w:rPr>
        <w:t>% к 202</w:t>
      </w:r>
      <w:r w:rsidR="00795859" w:rsidRPr="00C128A3">
        <w:rPr>
          <w:bCs/>
          <w:sz w:val="28"/>
          <w:szCs w:val="28"/>
        </w:rPr>
        <w:t>6</w:t>
      </w:r>
      <w:r w:rsidRPr="00C128A3">
        <w:rPr>
          <w:bCs/>
          <w:sz w:val="28"/>
          <w:szCs w:val="28"/>
        </w:rPr>
        <w:t xml:space="preserve"> году).</w:t>
      </w:r>
    </w:p>
    <w:p w:rsidR="0004482A" w:rsidRPr="00C128A3" w:rsidRDefault="007D70CD" w:rsidP="0004482A">
      <w:pPr>
        <w:ind w:firstLine="709"/>
        <w:jc w:val="both"/>
        <w:rPr>
          <w:bCs/>
          <w:sz w:val="28"/>
          <w:szCs w:val="28"/>
        </w:rPr>
      </w:pPr>
      <w:r w:rsidRPr="00C128A3">
        <w:rPr>
          <w:bCs/>
          <w:sz w:val="28"/>
          <w:szCs w:val="28"/>
        </w:rPr>
        <w:t>1.2. </w:t>
      </w:r>
      <w:r w:rsidR="0004482A" w:rsidRPr="00C128A3">
        <w:rPr>
          <w:bCs/>
          <w:sz w:val="28"/>
          <w:szCs w:val="28"/>
        </w:rPr>
        <w:t>О</w:t>
      </w:r>
      <w:r w:rsidR="00DA4B87" w:rsidRPr="00C128A3">
        <w:rPr>
          <w:bCs/>
          <w:sz w:val="28"/>
          <w:szCs w:val="28"/>
        </w:rPr>
        <w:t>сновным источником доходной части бюджета Фонда</w:t>
      </w:r>
      <w:r w:rsidR="0004482A" w:rsidRPr="00C128A3">
        <w:rPr>
          <w:bCs/>
          <w:sz w:val="28"/>
          <w:szCs w:val="28"/>
        </w:rPr>
        <w:t xml:space="preserve"> </w:t>
      </w:r>
      <w:r w:rsidR="00925924" w:rsidRPr="00C128A3">
        <w:rPr>
          <w:bCs/>
          <w:sz w:val="28"/>
          <w:szCs w:val="28"/>
        </w:rPr>
        <w:t>в </w:t>
      </w:r>
      <w:r w:rsidR="00D179F3" w:rsidRPr="00C128A3">
        <w:rPr>
          <w:bCs/>
          <w:sz w:val="28"/>
          <w:szCs w:val="28"/>
        </w:rPr>
        <w:t>202</w:t>
      </w:r>
      <w:r w:rsidR="00E33271" w:rsidRPr="00C128A3">
        <w:rPr>
          <w:bCs/>
          <w:sz w:val="28"/>
          <w:szCs w:val="28"/>
        </w:rPr>
        <w:t>5</w:t>
      </w:r>
      <w:r w:rsidR="00925924" w:rsidRPr="00C128A3">
        <w:rPr>
          <w:bCs/>
          <w:sz w:val="28"/>
          <w:szCs w:val="28"/>
        </w:rPr>
        <w:t> –</w:t>
      </w:r>
      <w:r w:rsidR="005B4C02" w:rsidRPr="00C128A3">
        <w:rPr>
          <w:bCs/>
          <w:sz w:val="28"/>
          <w:szCs w:val="28"/>
        </w:rPr>
        <w:t>20</w:t>
      </w:r>
      <w:r w:rsidR="006914CE" w:rsidRPr="00C128A3">
        <w:rPr>
          <w:bCs/>
          <w:sz w:val="28"/>
          <w:szCs w:val="28"/>
        </w:rPr>
        <w:t>2</w:t>
      </w:r>
      <w:r w:rsidR="00E33271" w:rsidRPr="00C128A3">
        <w:rPr>
          <w:bCs/>
          <w:sz w:val="28"/>
          <w:szCs w:val="28"/>
        </w:rPr>
        <w:t>7</w:t>
      </w:r>
      <w:r w:rsidR="005B4C02" w:rsidRPr="00C128A3">
        <w:rPr>
          <w:bCs/>
          <w:sz w:val="28"/>
          <w:szCs w:val="28"/>
        </w:rPr>
        <w:t xml:space="preserve"> годах</w:t>
      </w:r>
      <w:r w:rsidR="006914CE" w:rsidRPr="00C128A3">
        <w:rPr>
          <w:bCs/>
          <w:sz w:val="28"/>
          <w:szCs w:val="28"/>
        </w:rPr>
        <w:t xml:space="preserve"> </w:t>
      </w:r>
      <w:r w:rsidR="0004482A" w:rsidRPr="00C128A3">
        <w:rPr>
          <w:bCs/>
          <w:sz w:val="28"/>
          <w:szCs w:val="28"/>
        </w:rPr>
        <w:t>является субвенция</w:t>
      </w:r>
      <w:r w:rsidR="00101E3C" w:rsidRPr="00C128A3">
        <w:rPr>
          <w:bCs/>
          <w:sz w:val="28"/>
          <w:szCs w:val="28"/>
        </w:rPr>
        <w:t>, предоставляемая Фонду из</w:t>
      </w:r>
      <w:r w:rsidR="0004482A" w:rsidRPr="00C128A3">
        <w:rPr>
          <w:bCs/>
          <w:sz w:val="28"/>
          <w:szCs w:val="28"/>
        </w:rPr>
        <w:t xml:space="preserve"> </w:t>
      </w:r>
      <w:r w:rsidR="00101E3C" w:rsidRPr="00C128A3">
        <w:rPr>
          <w:bCs/>
          <w:sz w:val="28"/>
          <w:szCs w:val="28"/>
        </w:rPr>
        <w:t xml:space="preserve">бюджета Федерального фонда </w:t>
      </w:r>
      <w:r w:rsidR="00345F8C" w:rsidRPr="00C128A3">
        <w:rPr>
          <w:bCs/>
          <w:sz w:val="28"/>
          <w:szCs w:val="28"/>
        </w:rPr>
        <w:t xml:space="preserve">обязательного медицинского страхования (далее – Федеральный фонд ОМС) </w:t>
      </w:r>
      <w:r w:rsidR="005B4C02" w:rsidRPr="00C128A3">
        <w:rPr>
          <w:bCs/>
          <w:sz w:val="28"/>
          <w:szCs w:val="28"/>
        </w:rPr>
        <w:t>на финансовое обеспечение организации ОМС</w:t>
      </w:r>
      <w:r w:rsidR="0004482A" w:rsidRPr="00C128A3">
        <w:rPr>
          <w:bCs/>
          <w:sz w:val="28"/>
          <w:szCs w:val="28"/>
        </w:rPr>
        <w:t>:</w:t>
      </w:r>
    </w:p>
    <w:p w:rsidR="0004482A" w:rsidRPr="00C128A3" w:rsidRDefault="00EE6B55" w:rsidP="0004482A">
      <w:pPr>
        <w:ind w:firstLine="709"/>
        <w:jc w:val="both"/>
        <w:rPr>
          <w:bCs/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="00D179F3" w:rsidRPr="00C128A3">
        <w:rPr>
          <w:bCs/>
          <w:sz w:val="28"/>
          <w:szCs w:val="28"/>
        </w:rPr>
        <w:t>на 202</w:t>
      </w:r>
      <w:r w:rsidR="00E33271" w:rsidRPr="00C128A3">
        <w:rPr>
          <w:bCs/>
          <w:sz w:val="28"/>
          <w:szCs w:val="28"/>
        </w:rPr>
        <w:t>5</w:t>
      </w:r>
      <w:r w:rsidR="00B51FB9" w:rsidRPr="00C128A3">
        <w:rPr>
          <w:bCs/>
          <w:sz w:val="28"/>
          <w:szCs w:val="28"/>
        </w:rPr>
        <w:t xml:space="preserve"> год в сумме</w:t>
      </w:r>
      <w:r w:rsidR="007D1C27" w:rsidRPr="00C128A3">
        <w:rPr>
          <w:bCs/>
          <w:sz w:val="28"/>
          <w:szCs w:val="28"/>
        </w:rPr>
        <w:t> </w:t>
      </w:r>
      <w:r w:rsidR="00E33271" w:rsidRPr="00C128A3">
        <w:rPr>
          <w:bCs/>
          <w:sz w:val="28"/>
          <w:szCs w:val="28"/>
        </w:rPr>
        <w:t>26 800 376,2</w:t>
      </w:r>
      <w:r w:rsidR="001B790A" w:rsidRPr="00C128A3">
        <w:rPr>
          <w:bCs/>
          <w:sz w:val="28"/>
          <w:szCs w:val="28"/>
        </w:rPr>
        <w:t xml:space="preserve"> </w:t>
      </w:r>
      <w:r w:rsidR="0004482A" w:rsidRPr="00C128A3">
        <w:rPr>
          <w:bCs/>
          <w:sz w:val="28"/>
          <w:szCs w:val="28"/>
        </w:rPr>
        <w:t>тыс. рублей (</w:t>
      </w:r>
      <w:r w:rsidR="002826F2" w:rsidRPr="00C128A3">
        <w:rPr>
          <w:bCs/>
          <w:sz w:val="28"/>
          <w:szCs w:val="28"/>
        </w:rPr>
        <w:t>1</w:t>
      </w:r>
      <w:r w:rsidR="001B790A" w:rsidRPr="00C128A3">
        <w:rPr>
          <w:bCs/>
          <w:sz w:val="28"/>
          <w:szCs w:val="28"/>
        </w:rPr>
        <w:t>1</w:t>
      </w:r>
      <w:r w:rsidR="00E33271" w:rsidRPr="00C128A3">
        <w:rPr>
          <w:bCs/>
          <w:sz w:val="28"/>
          <w:szCs w:val="28"/>
        </w:rPr>
        <w:t>7</w:t>
      </w:r>
      <w:r w:rsidR="009B5090" w:rsidRPr="00C128A3">
        <w:rPr>
          <w:bCs/>
          <w:sz w:val="28"/>
          <w:szCs w:val="28"/>
        </w:rPr>
        <w:t>,</w:t>
      </w:r>
      <w:r w:rsidR="00E33271" w:rsidRPr="00C128A3">
        <w:rPr>
          <w:bCs/>
          <w:sz w:val="28"/>
          <w:szCs w:val="28"/>
        </w:rPr>
        <w:t>4</w:t>
      </w:r>
      <w:r w:rsidR="006B03F5" w:rsidRPr="00C128A3">
        <w:rPr>
          <w:bCs/>
          <w:sz w:val="28"/>
          <w:szCs w:val="28"/>
        </w:rPr>
        <w:t> </w:t>
      </w:r>
      <w:r w:rsidR="002826F2" w:rsidRPr="00C128A3">
        <w:rPr>
          <w:sz w:val="28"/>
          <w:szCs w:val="28"/>
        </w:rPr>
        <w:t>% к 20</w:t>
      </w:r>
      <w:r w:rsidR="001B790A" w:rsidRPr="00C128A3">
        <w:rPr>
          <w:sz w:val="28"/>
          <w:szCs w:val="28"/>
        </w:rPr>
        <w:t>2</w:t>
      </w:r>
      <w:r w:rsidR="00E33271" w:rsidRPr="00C128A3">
        <w:rPr>
          <w:sz w:val="28"/>
          <w:szCs w:val="28"/>
        </w:rPr>
        <w:t>4</w:t>
      </w:r>
      <w:r w:rsidR="002826F2" w:rsidRPr="00C128A3">
        <w:rPr>
          <w:sz w:val="28"/>
          <w:szCs w:val="28"/>
        </w:rPr>
        <w:t xml:space="preserve"> год</w:t>
      </w:r>
      <w:r w:rsidR="00440A84" w:rsidRPr="00C128A3">
        <w:rPr>
          <w:sz w:val="28"/>
          <w:szCs w:val="28"/>
        </w:rPr>
        <w:t>у</w:t>
      </w:r>
      <w:r w:rsidR="00617BB5" w:rsidRPr="00C128A3">
        <w:rPr>
          <w:sz w:val="28"/>
          <w:szCs w:val="28"/>
        </w:rPr>
        <w:t>, увеличение на</w:t>
      </w:r>
      <w:r w:rsidR="001B790A" w:rsidRPr="00C128A3">
        <w:rPr>
          <w:sz w:val="28"/>
          <w:szCs w:val="28"/>
        </w:rPr>
        <w:t xml:space="preserve"> </w:t>
      </w:r>
      <w:r w:rsidR="00E33271" w:rsidRPr="00C128A3">
        <w:rPr>
          <w:sz w:val="28"/>
          <w:szCs w:val="28"/>
        </w:rPr>
        <w:t>3 967 354,3</w:t>
      </w:r>
      <w:r w:rsidR="00617BB5" w:rsidRPr="00C128A3">
        <w:rPr>
          <w:sz w:val="28"/>
          <w:szCs w:val="28"/>
        </w:rPr>
        <w:t xml:space="preserve"> тыс. рублей</w:t>
      </w:r>
      <w:r w:rsidR="003B7E72" w:rsidRPr="00C128A3">
        <w:rPr>
          <w:sz w:val="28"/>
          <w:szCs w:val="28"/>
        </w:rPr>
        <w:t>,</w:t>
      </w:r>
      <w:r w:rsidR="00EC186D" w:rsidRPr="00C128A3">
        <w:rPr>
          <w:sz w:val="28"/>
          <w:szCs w:val="28"/>
        </w:rPr>
        <w:t xml:space="preserve"> </w:t>
      </w:r>
      <w:r w:rsidR="00A8033A" w:rsidRPr="00C128A3">
        <w:rPr>
          <w:sz w:val="28"/>
          <w:szCs w:val="28"/>
        </w:rPr>
        <w:t>9</w:t>
      </w:r>
      <w:r w:rsidR="00D64BD6" w:rsidRPr="00C128A3">
        <w:rPr>
          <w:sz w:val="28"/>
          <w:szCs w:val="28"/>
        </w:rPr>
        <w:t>6</w:t>
      </w:r>
      <w:r w:rsidR="001D7400" w:rsidRPr="00C128A3">
        <w:rPr>
          <w:sz w:val="28"/>
          <w:szCs w:val="28"/>
        </w:rPr>
        <w:t>,</w:t>
      </w:r>
      <w:r w:rsidR="00E33271" w:rsidRPr="00C128A3">
        <w:rPr>
          <w:sz w:val="28"/>
          <w:szCs w:val="28"/>
        </w:rPr>
        <w:t>7</w:t>
      </w:r>
      <w:r w:rsidR="00DF3D79" w:rsidRPr="00C128A3">
        <w:rPr>
          <w:sz w:val="28"/>
          <w:szCs w:val="28"/>
        </w:rPr>
        <w:t> </w:t>
      </w:r>
      <w:r w:rsidR="00840C05" w:rsidRPr="00C128A3">
        <w:rPr>
          <w:sz w:val="28"/>
          <w:szCs w:val="28"/>
        </w:rPr>
        <w:t>% в структуре доходов</w:t>
      </w:r>
      <w:r w:rsidR="00440A84" w:rsidRPr="00C128A3">
        <w:rPr>
          <w:sz w:val="28"/>
          <w:szCs w:val="28"/>
        </w:rPr>
        <w:t>)</w:t>
      </w:r>
      <w:r w:rsidR="0004482A" w:rsidRPr="00C128A3">
        <w:rPr>
          <w:sz w:val="28"/>
          <w:szCs w:val="28"/>
        </w:rPr>
        <w:t>;</w:t>
      </w:r>
    </w:p>
    <w:p w:rsidR="0004482A" w:rsidRPr="00C128A3" w:rsidRDefault="00EE6B55" w:rsidP="004C1DC1">
      <w:pPr>
        <w:ind w:firstLine="709"/>
        <w:jc w:val="both"/>
        <w:rPr>
          <w:bCs/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="00B27AE4" w:rsidRPr="00C128A3">
        <w:rPr>
          <w:bCs/>
          <w:sz w:val="28"/>
          <w:szCs w:val="28"/>
        </w:rPr>
        <w:t>на 202</w:t>
      </w:r>
      <w:r w:rsidR="00E33271" w:rsidRPr="00C128A3">
        <w:rPr>
          <w:bCs/>
          <w:sz w:val="28"/>
          <w:szCs w:val="28"/>
        </w:rPr>
        <w:t>6</w:t>
      </w:r>
      <w:r w:rsidR="0004482A" w:rsidRPr="00C128A3">
        <w:rPr>
          <w:bCs/>
          <w:sz w:val="28"/>
          <w:szCs w:val="28"/>
        </w:rPr>
        <w:t xml:space="preserve"> год в сумме </w:t>
      </w:r>
      <w:r w:rsidR="00E33271" w:rsidRPr="00C128A3">
        <w:rPr>
          <w:bCs/>
          <w:sz w:val="28"/>
          <w:szCs w:val="28"/>
        </w:rPr>
        <w:t>28 901 785,6</w:t>
      </w:r>
      <w:r w:rsidR="004C1DC1" w:rsidRPr="00C128A3">
        <w:rPr>
          <w:bCs/>
          <w:sz w:val="28"/>
          <w:szCs w:val="28"/>
        </w:rPr>
        <w:t> </w:t>
      </w:r>
      <w:r w:rsidR="0004482A" w:rsidRPr="00C128A3">
        <w:rPr>
          <w:bCs/>
          <w:sz w:val="28"/>
          <w:szCs w:val="28"/>
        </w:rPr>
        <w:t>тыс</w:t>
      </w:r>
      <w:r w:rsidR="0004482A" w:rsidRPr="00C128A3">
        <w:rPr>
          <w:sz w:val="28"/>
          <w:szCs w:val="28"/>
        </w:rPr>
        <w:t>. рублей (</w:t>
      </w:r>
      <w:r w:rsidR="000D58CC" w:rsidRPr="00C128A3">
        <w:rPr>
          <w:sz w:val="28"/>
          <w:szCs w:val="28"/>
        </w:rPr>
        <w:t>1</w:t>
      </w:r>
      <w:r w:rsidR="00310B57" w:rsidRPr="00C128A3">
        <w:rPr>
          <w:sz w:val="28"/>
          <w:szCs w:val="28"/>
        </w:rPr>
        <w:t>0</w:t>
      </w:r>
      <w:r w:rsidR="00E33271" w:rsidRPr="00C128A3">
        <w:rPr>
          <w:sz w:val="28"/>
          <w:szCs w:val="28"/>
        </w:rPr>
        <w:t>7</w:t>
      </w:r>
      <w:r w:rsidR="000D58CC" w:rsidRPr="00C128A3">
        <w:rPr>
          <w:sz w:val="28"/>
          <w:szCs w:val="28"/>
        </w:rPr>
        <w:t>,</w:t>
      </w:r>
      <w:r w:rsidR="00E33271" w:rsidRPr="00C128A3">
        <w:rPr>
          <w:sz w:val="28"/>
          <w:szCs w:val="28"/>
        </w:rPr>
        <w:t>8</w:t>
      </w:r>
      <w:r w:rsidR="006B03F5" w:rsidRPr="00C128A3">
        <w:rPr>
          <w:sz w:val="28"/>
          <w:szCs w:val="28"/>
        </w:rPr>
        <w:t> </w:t>
      </w:r>
      <w:r w:rsidR="000D58CC" w:rsidRPr="00C128A3">
        <w:rPr>
          <w:sz w:val="28"/>
          <w:szCs w:val="28"/>
        </w:rPr>
        <w:t>% к 20</w:t>
      </w:r>
      <w:r w:rsidR="00D179F3" w:rsidRPr="00C128A3">
        <w:rPr>
          <w:sz w:val="28"/>
          <w:szCs w:val="28"/>
        </w:rPr>
        <w:t>2</w:t>
      </w:r>
      <w:r w:rsidR="00E33271" w:rsidRPr="00C128A3">
        <w:rPr>
          <w:sz w:val="28"/>
          <w:szCs w:val="28"/>
        </w:rPr>
        <w:t>5</w:t>
      </w:r>
      <w:r w:rsidR="000D58CC" w:rsidRPr="00C128A3">
        <w:rPr>
          <w:sz w:val="28"/>
          <w:szCs w:val="28"/>
        </w:rPr>
        <w:t xml:space="preserve"> году</w:t>
      </w:r>
      <w:r w:rsidR="00617BB5" w:rsidRPr="00C128A3">
        <w:rPr>
          <w:sz w:val="28"/>
          <w:szCs w:val="28"/>
        </w:rPr>
        <w:t xml:space="preserve">, увеличение на </w:t>
      </w:r>
      <w:r w:rsidR="00E33271" w:rsidRPr="00C128A3">
        <w:rPr>
          <w:sz w:val="28"/>
          <w:szCs w:val="28"/>
        </w:rPr>
        <w:t>2 101 409,4</w:t>
      </w:r>
      <w:r w:rsidR="00617BB5" w:rsidRPr="00C128A3">
        <w:rPr>
          <w:sz w:val="28"/>
          <w:szCs w:val="28"/>
        </w:rPr>
        <w:t xml:space="preserve"> тыс. рублей</w:t>
      </w:r>
      <w:r w:rsidR="0004482A" w:rsidRPr="00C128A3">
        <w:rPr>
          <w:sz w:val="28"/>
          <w:szCs w:val="28"/>
        </w:rPr>
        <w:t>);</w:t>
      </w:r>
    </w:p>
    <w:p w:rsidR="0004482A" w:rsidRPr="00C128A3" w:rsidRDefault="00EE6B55" w:rsidP="0004482A">
      <w:pPr>
        <w:ind w:firstLine="709"/>
        <w:jc w:val="both"/>
        <w:rPr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="0004482A" w:rsidRPr="00C128A3">
        <w:rPr>
          <w:bCs/>
          <w:sz w:val="28"/>
          <w:szCs w:val="28"/>
        </w:rPr>
        <w:t>на 20</w:t>
      </w:r>
      <w:r w:rsidR="006914CE" w:rsidRPr="00C128A3">
        <w:rPr>
          <w:bCs/>
          <w:sz w:val="28"/>
          <w:szCs w:val="28"/>
        </w:rPr>
        <w:t>2</w:t>
      </w:r>
      <w:r w:rsidR="00E33271" w:rsidRPr="00C128A3">
        <w:rPr>
          <w:bCs/>
          <w:sz w:val="28"/>
          <w:szCs w:val="28"/>
        </w:rPr>
        <w:t>7</w:t>
      </w:r>
      <w:r w:rsidR="0004482A" w:rsidRPr="00C128A3">
        <w:rPr>
          <w:bCs/>
          <w:sz w:val="28"/>
          <w:szCs w:val="28"/>
        </w:rPr>
        <w:t xml:space="preserve"> год в сумме </w:t>
      </w:r>
      <w:r w:rsidR="00E33271" w:rsidRPr="00C128A3">
        <w:rPr>
          <w:bCs/>
          <w:sz w:val="28"/>
          <w:szCs w:val="28"/>
        </w:rPr>
        <w:t>30 878 348,8</w:t>
      </w:r>
      <w:r w:rsidR="004C1DC1" w:rsidRPr="00C128A3">
        <w:rPr>
          <w:i/>
          <w:iCs/>
        </w:rPr>
        <w:t> </w:t>
      </w:r>
      <w:r w:rsidR="0004482A" w:rsidRPr="00C128A3">
        <w:rPr>
          <w:sz w:val="28"/>
          <w:szCs w:val="28"/>
        </w:rPr>
        <w:t>тыс. рублей (</w:t>
      </w:r>
      <w:r w:rsidR="000D58CC" w:rsidRPr="00C128A3">
        <w:rPr>
          <w:sz w:val="28"/>
          <w:szCs w:val="28"/>
        </w:rPr>
        <w:t>1</w:t>
      </w:r>
      <w:r w:rsidR="004C1DC1" w:rsidRPr="00C128A3">
        <w:rPr>
          <w:sz w:val="28"/>
          <w:szCs w:val="28"/>
        </w:rPr>
        <w:t>0</w:t>
      </w:r>
      <w:r w:rsidR="009A4F95" w:rsidRPr="00C128A3">
        <w:rPr>
          <w:sz w:val="28"/>
          <w:szCs w:val="28"/>
        </w:rPr>
        <w:t>6</w:t>
      </w:r>
      <w:r w:rsidR="00A8033A" w:rsidRPr="00C128A3">
        <w:rPr>
          <w:sz w:val="28"/>
          <w:szCs w:val="28"/>
        </w:rPr>
        <w:t>,</w:t>
      </w:r>
      <w:r w:rsidR="00E33271" w:rsidRPr="00C128A3">
        <w:rPr>
          <w:sz w:val="28"/>
          <w:szCs w:val="28"/>
        </w:rPr>
        <w:t>8</w:t>
      </w:r>
      <w:r w:rsidR="006B03F5" w:rsidRPr="00C128A3">
        <w:rPr>
          <w:sz w:val="28"/>
          <w:szCs w:val="28"/>
        </w:rPr>
        <w:t> </w:t>
      </w:r>
      <w:r w:rsidR="00B27AE4" w:rsidRPr="00C128A3">
        <w:rPr>
          <w:sz w:val="28"/>
          <w:szCs w:val="28"/>
        </w:rPr>
        <w:t>% к 20</w:t>
      </w:r>
      <w:r w:rsidR="00AF2C11" w:rsidRPr="00C128A3">
        <w:rPr>
          <w:sz w:val="28"/>
          <w:szCs w:val="28"/>
        </w:rPr>
        <w:t>26</w:t>
      </w:r>
      <w:r w:rsidR="000D58CC" w:rsidRPr="00C128A3">
        <w:rPr>
          <w:sz w:val="28"/>
          <w:szCs w:val="28"/>
        </w:rPr>
        <w:t xml:space="preserve"> году</w:t>
      </w:r>
      <w:r w:rsidR="00617BB5" w:rsidRPr="00C128A3">
        <w:rPr>
          <w:sz w:val="28"/>
          <w:szCs w:val="28"/>
        </w:rPr>
        <w:t xml:space="preserve">, увеличение на </w:t>
      </w:r>
      <w:r w:rsidR="00E33271" w:rsidRPr="00C128A3">
        <w:rPr>
          <w:sz w:val="28"/>
          <w:szCs w:val="28"/>
        </w:rPr>
        <w:t>1 976 563,2</w:t>
      </w:r>
      <w:r w:rsidR="00617BB5" w:rsidRPr="00C128A3">
        <w:rPr>
          <w:sz w:val="28"/>
          <w:szCs w:val="28"/>
        </w:rPr>
        <w:t xml:space="preserve"> тыс. рублей</w:t>
      </w:r>
      <w:r w:rsidR="0004482A" w:rsidRPr="00C128A3">
        <w:rPr>
          <w:sz w:val="28"/>
          <w:szCs w:val="28"/>
        </w:rPr>
        <w:t>).</w:t>
      </w:r>
    </w:p>
    <w:p w:rsidR="00984EB7" w:rsidRPr="00C128A3" w:rsidRDefault="00984EB7" w:rsidP="00984EB7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 xml:space="preserve">Размер субвенции рассчитан в соответствии с постановлением Правительства Российской Федерации от 05.05.2012 № 462 «О порядке распределения, предоставления и расходования субвенций из бюджета Федерального фонда </w:t>
      </w:r>
      <w:r w:rsidR="00B55418" w:rsidRPr="00C128A3">
        <w:rPr>
          <w:sz w:val="28"/>
          <w:szCs w:val="28"/>
        </w:rPr>
        <w:t>обязательного медицинского страхования</w:t>
      </w:r>
      <w:r w:rsidRPr="00C128A3">
        <w:rPr>
          <w:sz w:val="28"/>
          <w:szCs w:val="28"/>
        </w:rPr>
        <w:t xml:space="preserve"> бюджетам территориальных фондов </w:t>
      </w:r>
      <w:r w:rsidR="00B55418" w:rsidRPr="00C128A3">
        <w:rPr>
          <w:sz w:val="28"/>
          <w:szCs w:val="28"/>
        </w:rPr>
        <w:t>обязательного медицинского страхования</w:t>
      </w:r>
      <w:r w:rsidRPr="00C128A3">
        <w:rPr>
          <w:sz w:val="28"/>
          <w:szCs w:val="28"/>
        </w:rPr>
        <w:t xml:space="preserve"> на осуществление переданных органам государственной власти субъектов </w:t>
      </w:r>
      <w:r w:rsidR="00BA3049" w:rsidRPr="00C128A3">
        <w:rPr>
          <w:sz w:val="28"/>
          <w:szCs w:val="28"/>
        </w:rPr>
        <w:t>Российской Федерации</w:t>
      </w:r>
      <w:r w:rsidRPr="00C128A3">
        <w:rPr>
          <w:sz w:val="28"/>
          <w:szCs w:val="28"/>
        </w:rPr>
        <w:t xml:space="preserve"> полномочий Р</w:t>
      </w:r>
      <w:r w:rsidR="00B55418" w:rsidRPr="00C128A3">
        <w:rPr>
          <w:sz w:val="28"/>
          <w:szCs w:val="28"/>
        </w:rPr>
        <w:t xml:space="preserve">оссийской </w:t>
      </w:r>
      <w:r w:rsidRPr="00C128A3">
        <w:rPr>
          <w:sz w:val="28"/>
          <w:szCs w:val="28"/>
        </w:rPr>
        <w:t>Ф</w:t>
      </w:r>
      <w:r w:rsidR="00B55418" w:rsidRPr="00C128A3">
        <w:rPr>
          <w:sz w:val="28"/>
          <w:szCs w:val="28"/>
        </w:rPr>
        <w:t>едерации</w:t>
      </w:r>
      <w:r w:rsidRPr="00C128A3">
        <w:rPr>
          <w:sz w:val="28"/>
          <w:szCs w:val="28"/>
        </w:rPr>
        <w:t xml:space="preserve"> в сфере </w:t>
      </w:r>
      <w:r w:rsidR="00B55418" w:rsidRPr="00C128A3">
        <w:rPr>
          <w:sz w:val="28"/>
          <w:szCs w:val="28"/>
        </w:rPr>
        <w:t>обязательного медицинского страхования</w:t>
      </w:r>
      <w:r w:rsidRPr="00C128A3">
        <w:rPr>
          <w:sz w:val="28"/>
          <w:szCs w:val="28"/>
        </w:rPr>
        <w:t>»</w:t>
      </w:r>
      <w:r w:rsidR="007037C4" w:rsidRPr="00C128A3">
        <w:rPr>
          <w:sz w:val="28"/>
          <w:szCs w:val="28"/>
        </w:rPr>
        <w:t>,</w:t>
      </w:r>
      <w:r w:rsidR="007D54DB" w:rsidRPr="00C128A3">
        <w:rPr>
          <w:sz w:val="28"/>
          <w:szCs w:val="28"/>
        </w:rPr>
        <w:t xml:space="preserve"> </w:t>
      </w:r>
      <w:r w:rsidRPr="00C128A3">
        <w:rPr>
          <w:sz w:val="28"/>
          <w:szCs w:val="28"/>
        </w:rPr>
        <w:t>исходя</w:t>
      </w:r>
      <w:r w:rsidR="0056589E" w:rsidRPr="00C128A3">
        <w:rPr>
          <w:sz w:val="28"/>
          <w:szCs w:val="28"/>
        </w:rPr>
        <w:t xml:space="preserve"> из</w:t>
      </w:r>
      <w:r w:rsidRPr="00C128A3">
        <w:rPr>
          <w:sz w:val="28"/>
          <w:szCs w:val="28"/>
        </w:rPr>
        <w:t>:</w:t>
      </w:r>
    </w:p>
    <w:p w:rsidR="00126D81" w:rsidRPr="00C128A3" w:rsidRDefault="0023236D" w:rsidP="00413E05">
      <w:pPr>
        <w:ind w:firstLine="709"/>
        <w:jc w:val="both"/>
        <w:rPr>
          <w:sz w:val="28"/>
          <w:szCs w:val="28"/>
        </w:rPr>
      </w:pPr>
      <w:r w:rsidRPr="00C128A3">
        <w:rPr>
          <w:bCs/>
          <w:sz w:val="28"/>
          <w:szCs w:val="28"/>
        </w:rPr>
        <w:noBreakHyphen/>
      </w:r>
      <w:r w:rsidR="00413E05" w:rsidRPr="00C128A3">
        <w:rPr>
          <w:sz w:val="28"/>
          <w:szCs w:val="28"/>
          <w:lang w:val="en-US"/>
        </w:rPr>
        <w:t> </w:t>
      </w:r>
      <w:r w:rsidR="00984EB7" w:rsidRPr="00C128A3">
        <w:rPr>
          <w:sz w:val="28"/>
          <w:szCs w:val="28"/>
        </w:rPr>
        <w:t>норматива финансового обеспечения базовой программы ОМС</w:t>
      </w:r>
      <w:r w:rsidR="00DD6B4F" w:rsidRPr="00C128A3">
        <w:rPr>
          <w:sz w:val="28"/>
          <w:szCs w:val="28"/>
        </w:rPr>
        <w:t>, установленного в проекте Программы государственных гарантий,</w:t>
      </w:r>
      <w:r w:rsidR="00984EB7" w:rsidRPr="00C128A3">
        <w:rPr>
          <w:sz w:val="28"/>
          <w:szCs w:val="28"/>
        </w:rPr>
        <w:t xml:space="preserve"> </w:t>
      </w:r>
      <w:r w:rsidR="00642503" w:rsidRPr="00C128A3">
        <w:rPr>
          <w:sz w:val="28"/>
          <w:szCs w:val="28"/>
        </w:rPr>
        <w:t xml:space="preserve">в размере </w:t>
      </w:r>
      <w:r w:rsidR="001B12F8" w:rsidRPr="00C128A3">
        <w:rPr>
          <w:sz w:val="28"/>
          <w:szCs w:val="28"/>
        </w:rPr>
        <w:t>21 080,3</w:t>
      </w:r>
      <w:r w:rsidR="00413E05" w:rsidRPr="00C128A3">
        <w:rPr>
          <w:sz w:val="28"/>
          <w:szCs w:val="28"/>
        </w:rPr>
        <w:t xml:space="preserve"> </w:t>
      </w:r>
      <w:r w:rsidR="00984EB7" w:rsidRPr="00C128A3">
        <w:rPr>
          <w:sz w:val="28"/>
          <w:szCs w:val="28"/>
        </w:rPr>
        <w:t>рубл</w:t>
      </w:r>
      <w:r w:rsidR="00A85EAA" w:rsidRPr="00C128A3">
        <w:rPr>
          <w:sz w:val="28"/>
          <w:szCs w:val="28"/>
        </w:rPr>
        <w:t>я</w:t>
      </w:r>
      <w:r w:rsidR="00984EB7" w:rsidRPr="00C128A3">
        <w:rPr>
          <w:sz w:val="28"/>
          <w:szCs w:val="28"/>
        </w:rPr>
        <w:t xml:space="preserve"> на 1 застрахованное лицо</w:t>
      </w:r>
      <w:r w:rsidR="00642503" w:rsidRPr="00C128A3">
        <w:rPr>
          <w:sz w:val="28"/>
          <w:szCs w:val="28"/>
        </w:rPr>
        <w:t xml:space="preserve"> </w:t>
      </w:r>
      <w:r w:rsidR="004E7626" w:rsidRPr="00C128A3">
        <w:rPr>
          <w:sz w:val="28"/>
          <w:szCs w:val="28"/>
        </w:rPr>
        <w:t>на 20</w:t>
      </w:r>
      <w:r w:rsidR="00E20823" w:rsidRPr="00C128A3">
        <w:rPr>
          <w:sz w:val="28"/>
          <w:szCs w:val="28"/>
        </w:rPr>
        <w:t>2</w:t>
      </w:r>
      <w:r w:rsidR="001B12F8" w:rsidRPr="00C128A3">
        <w:rPr>
          <w:sz w:val="28"/>
          <w:szCs w:val="28"/>
        </w:rPr>
        <w:t>5</w:t>
      </w:r>
      <w:r w:rsidR="00852A25" w:rsidRPr="00C128A3">
        <w:rPr>
          <w:sz w:val="28"/>
          <w:szCs w:val="28"/>
        </w:rPr>
        <w:t xml:space="preserve"> </w:t>
      </w:r>
      <w:r w:rsidR="004E7626" w:rsidRPr="00C128A3">
        <w:rPr>
          <w:sz w:val="28"/>
          <w:szCs w:val="28"/>
        </w:rPr>
        <w:t>год</w:t>
      </w:r>
      <w:r w:rsidR="00852A25" w:rsidRPr="00C128A3">
        <w:rPr>
          <w:sz w:val="28"/>
          <w:szCs w:val="28"/>
        </w:rPr>
        <w:t>,</w:t>
      </w:r>
      <w:r w:rsidR="004E7626" w:rsidRPr="00C128A3">
        <w:rPr>
          <w:sz w:val="28"/>
          <w:szCs w:val="28"/>
        </w:rPr>
        <w:t xml:space="preserve"> </w:t>
      </w:r>
      <w:r w:rsidR="00642503" w:rsidRPr="00C128A3">
        <w:rPr>
          <w:sz w:val="28"/>
          <w:szCs w:val="28"/>
        </w:rPr>
        <w:t>в размере</w:t>
      </w:r>
      <w:r w:rsidR="00B63BE7" w:rsidRPr="00C128A3">
        <w:rPr>
          <w:sz w:val="28"/>
          <w:szCs w:val="28"/>
        </w:rPr>
        <w:t xml:space="preserve"> </w:t>
      </w:r>
      <w:r w:rsidR="001B12F8" w:rsidRPr="00C128A3">
        <w:rPr>
          <w:sz w:val="28"/>
          <w:szCs w:val="28"/>
        </w:rPr>
        <w:t>22 733,2</w:t>
      </w:r>
      <w:r w:rsidR="00413E05" w:rsidRPr="00C128A3">
        <w:rPr>
          <w:sz w:val="28"/>
          <w:szCs w:val="28"/>
        </w:rPr>
        <w:t xml:space="preserve"> </w:t>
      </w:r>
      <w:r w:rsidR="00642503" w:rsidRPr="00C128A3">
        <w:rPr>
          <w:sz w:val="28"/>
          <w:szCs w:val="28"/>
        </w:rPr>
        <w:t>руб</w:t>
      </w:r>
      <w:r w:rsidR="00642503" w:rsidRPr="00C128A3">
        <w:rPr>
          <w:sz w:val="28"/>
          <w:szCs w:val="28"/>
        </w:rPr>
        <w:lastRenderedPageBreak/>
        <w:t>л</w:t>
      </w:r>
      <w:r w:rsidR="00A85EAA" w:rsidRPr="00C128A3">
        <w:rPr>
          <w:sz w:val="28"/>
          <w:szCs w:val="28"/>
        </w:rPr>
        <w:t>я</w:t>
      </w:r>
      <w:r w:rsidR="00440A84" w:rsidRPr="00C128A3">
        <w:rPr>
          <w:sz w:val="28"/>
          <w:szCs w:val="28"/>
        </w:rPr>
        <w:t xml:space="preserve"> </w:t>
      </w:r>
      <w:r w:rsidR="00B27AE4" w:rsidRPr="00C128A3">
        <w:rPr>
          <w:sz w:val="28"/>
          <w:szCs w:val="28"/>
        </w:rPr>
        <w:t>на 202</w:t>
      </w:r>
      <w:r w:rsidR="001B12F8" w:rsidRPr="00C128A3">
        <w:rPr>
          <w:sz w:val="28"/>
          <w:szCs w:val="28"/>
        </w:rPr>
        <w:t>6</w:t>
      </w:r>
      <w:r w:rsidR="00440A84" w:rsidRPr="00C128A3">
        <w:rPr>
          <w:sz w:val="28"/>
          <w:szCs w:val="28"/>
        </w:rPr>
        <w:t xml:space="preserve"> год </w:t>
      </w:r>
      <w:r w:rsidR="003038AD" w:rsidRPr="00C128A3">
        <w:rPr>
          <w:sz w:val="28"/>
          <w:szCs w:val="28"/>
        </w:rPr>
        <w:t>и</w:t>
      </w:r>
      <w:r w:rsidR="007B1B04" w:rsidRPr="00C128A3">
        <w:rPr>
          <w:sz w:val="28"/>
          <w:szCs w:val="28"/>
        </w:rPr>
        <w:t xml:space="preserve"> в размере </w:t>
      </w:r>
      <w:r w:rsidR="001B12F8" w:rsidRPr="00C128A3">
        <w:rPr>
          <w:sz w:val="28"/>
          <w:szCs w:val="28"/>
        </w:rPr>
        <w:t>24 287,9</w:t>
      </w:r>
      <w:r w:rsidR="00413E05" w:rsidRPr="00C128A3">
        <w:rPr>
          <w:sz w:val="28"/>
          <w:szCs w:val="28"/>
          <w:lang w:val="en-US"/>
        </w:rPr>
        <w:t> </w:t>
      </w:r>
      <w:r w:rsidR="00642503" w:rsidRPr="00C128A3">
        <w:rPr>
          <w:sz w:val="28"/>
          <w:szCs w:val="28"/>
        </w:rPr>
        <w:t>рубл</w:t>
      </w:r>
      <w:r w:rsidR="00A85EAA" w:rsidRPr="00C128A3">
        <w:rPr>
          <w:sz w:val="28"/>
          <w:szCs w:val="28"/>
        </w:rPr>
        <w:t>я</w:t>
      </w:r>
      <w:r w:rsidR="00642503" w:rsidRPr="00C128A3">
        <w:rPr>
          <w:sz w:val="28"/>
          <w:szCs w:val="28"/>
        </w:rPr>
        <w:t xml:space="preserve"> на </w:t>
      </w:r>
      <w:r w:rsidR="00440A84" w:rsidRPr="00C128A3">
        <w:rPr>
          <w:sz w:val="28"/>
          <w:szCs w:val="28"/>
        </w:rPr>
        <w:t>20</w:t>
      </w:r>
      <w:r w:rsidR="00121A65" w:rsidRPr="00C128A3">
        <w:rPr>
          <w:sz w:val="28"/>
          <w:szCs w:val="28"/>
        </w:rPr>
        <w:t>2</w:t>
      </w:r>
      <w:r w:rsidR="001B12F8" w:rsidRPr="00C128A3">
        <w:rPr>
          <w:sz w:val="28"/>
          <w:szCs w:val="28"/>
        </w:rPr>
        <w:t>7</w:t>
      </w:r>
      <w:r w:rsidR="00EC186D" w:rsidRPr="00C128A3">
        <w:rPr>
          <w:sz w:val="28"/>
          <w:szCs w:val="28"/>
        </w:rPr>
        <w:t xml:space="preserve"> </w:t>
      </w:r>
      <w:r w:rsidR="00440A84" w:rsidRPr="00C128A3">
        <w:rPr>
          <w:sz w:val="28"/>
          <w:szCs w:val="28"/>
        </w:rPr>
        <w:t>год</w:t>
      </w:r>
      <w:r w:rsidR="00E021A0" w:rsidRPr="00C128A3">
        <w:rPr>
          <w:sz w:val="28"/>
          <w:szCs w:val="28"/>
        </w:rPr>
        <w:t>.</w:t>
      </w:r>
      <w:r w:rsidR="00800C0F" w:rsidRPr="00C128A3">
        <w:rPr>
          <w:sz w:val="28"/>
          <w:szCs w:val="28"/>
        </w:rPr>
        <w:t xml:space="preserve"> Норматив финансового обеспечения базовой программы ОМС утверждается исходя из федеральных нормативов объемов медицинской помощи и федеральных нормативов стоимости;</w:t>
      </w:r>
    </w:p>
    <w:p w:rsidR="00984EB7" w:rsidRPr="00C128A3" w:rsidRDefault="0023236D" w:rsidP="00984E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128A3">
        <w:rPr>
          <w:bCs/>
          <w:sz w:val="28"/>
          <w:szCs w:val="28"/>
        </w:rPr>
        <w:noBreakHyphen/>
      </w:r>
      <w:r w:rsidR="005B4C02" w:rsidRPr="00C128A3">
        <w:rPr>
          <w:sz w:val="28"/>
          <w:szCs w:val="28"/>
          <w:lang w:val="en-US"/>
        </w:rPr>
        <w:t> </w:t>
      </w:r>
      <w:r w:rsidR="00984EB7" w:rsidRPr="00C128A3">
        <w:rPr>
          <w:sz w:val="28"/>
          <w:szCs w:val="28"/>
        </w:rPr>
        <w:t xml:space="preserve">численности застрахованного </w:t>
      </w:r>
      <w:r w:rsidR="00440A84" w:rsidRPr="00C128A3">
        <w:rPr>
          <w:sz w:val="28"/>
          <w:szCs w:val="28"/>
        </w:rPr>
        <w:t xml:space="preserve">населения </w:t>
      </w:r>
      <w:r w:rsidR="005B4C02" w:rsidRPr="00C128A3">
        <w:rPr>
          <w:sz w:val="28"/>
          <w:szCs w:val="28"/>
        </w:rPr>
        <w:t>Ярославской области</w:t>
      </w:r>
      <w:r w:rsidR="00925924" w:rsidRPr="00C128A3">
        <w:rPr>
          <w:sz w:val="28"/>
          <w:szCs w:val="28"/>
        </w:rPr>
        <w:t xml:space="preserve"> на </w:t>
      </w:r>
      <w:r w:rsidR="00440A84" w:rsidRPr="00C128A3">
        <w:rPr>
          <w:sz w:val="28"/>
          <w:szCs w:val="28"/>
        </w:rPr>
        <w:t>01.0</w:t>
      </w:r>
      <w:r w:rsidR="00B27AE4" w:rsidRPr="00C128A3">
        <w:rPr>
          <w:sz w:val="28"/>
          <w:szCs w:val="28"/>
        </w:rPr>
        <w:t>1</w:t>
      </w:r>
      <w:r w:rsidR="00440A84" w:rsidRPr="00C128A3">
        <w:rPr>
          <w:sz w:val="28"/>
          <w:szCs w:val="28"/>
        </w:rPr>
        <w:t>.20</w:t>
      </w:r>
      <w:r w:rsidR="007E7206" w:rsidRPr="00C128A3">
        <w:rPr>
          <w:sz w:val="28"/>
          <w:szCs w:val="28"/>
        </w:rPr>
        <w:t>2</w:t>
      </w:r>
      <w:r w:rsidR="001B12F8" w:rsidRPr="00C128A3">
        <w:rPr>
          <w:sz w:val="28"/>
          <w:szCs w:val="28"/>
        </w:rPr>
        <w:t>4</w:t>
      </w:r>
      <w:r w:rsidR="00984EB7" w:rsidRPr="00C128A3">
        <w:rPr>
          <w:sz w:val="28"/>
          <w:szCs w:val="28"/>
        </w:rPr>
        <w:t xml:space="preserve"> – </w:t>
      </w:r>
      <w:r w:rsidR="00C45309" w:rsidRPr="00C128A3">
        <w:rPr>
          <w:sz w:val="28"/>
          <w:szCs w:val="28"/>
        </w:rPr>
        <w:t>1</w:t>
      </w:r>
      <w:r w:rsidR="001B12F8" w:rsidRPr="00C128A3">
        <w:rPr>
          <w:sz w:val="28"/>
          <w:szCs w:val="28"/>
        </w:rPr>
        <w:t> </w:t>
      </w:r>
      <w:r w:rsidR="009A4F95" w:rsidRPr="00C128A3">
        <w:rPr>
          <w:sz w:val="28"/>
          <w:szCs w:val="28"/>
        </w:rPr>
        <w:t>27</w:t>
      </w:r>
      <w:r w:rsidR="001B12F8" w:rsidRPr="00C128A3">
        <w:rPr>
          <w:sz w:val="28"/>
          <w:szCs w:val="28"/>
        </w:rPr>
        <w:t>1 347</w:t>
      </w:r>
      <w:r w:rsidR="00161C06" w:rsidRPr="00C128A3">
        <w:rPr>
          <w:sz w:val="28"/>
          <w:szCs w:val="28"/>
        </w:rPr>
        <w:t xml:space="preserve"> </w:t>
      </w:r>
      <w:r w:rsidR="00984EB7" w:rsidRPr="00C128A3">
        <w:rPr>
          <w:sz w:val="28"/>
          <w:szCs w:val="28"/>
        </w:rPr>
        <w:t>человек.</w:t>
      </w:r>
    </w:p>
    <w:p w:rsidR="00C0284D" w:rsidRPr="00C128A3" w:rsidRDefault="002B4D7D" w:rsidP="00C0284D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>В случае изменения</w:t>
      </w:r>
      <w:r w:rsidR="00C0284D" w:rsidRPr="00C128A3">
        <w:rPr>
          <w:sz w:val="28"/>
          <w:szCs w:val="28"/>
        </w:rPr>
        <w:t xml:space="preserve"> размера нормативов финансового обеспечения базовой программы ОМС размер субвенций </w:t>
      </w:r>
      <w:r w:rsidR="00925924" w:rsidRPr="00C128A3">
        <w:rPr>
          <w:bCs/>
          <w:sz w:val="28"/>
          <w:szCs w:val="28"/>
        </w:rPr>
        <w:t xml:space="preserve">из бюджета </w:t>
      </w:r>
      <w:r w:rsidR="00C0284D" w:rsidRPr="00C128A3">
        <w:rPr>
          <w:sz w:val="28"/>
          <w:szCs w:val="28"/>
        </w:rPr>
        <w:t xml:space="preserve">Федерального фонда ОМС будет </w:t>
      </w:r>
      <w:r w:rsidR="006E5689" w:rsidRPr="00C128A3">
        <w:rPr>
          <w:sz w:val="28"/>
          <w:szCs w:val="28"/>
        </w:rPr>
        <w:t>уточнен</w:t>
      </w:r>
      <w:r w:rsidR="00C0284D" w:rsidRPr="00C128A3">
        <w:rPr>
          <w:sz w:val="28"/>
          <w:szCs w:val="28"/>
        </w:rPr>
        <w:t>.</w:t>
      </w:r>
    </w:p>
    <w:p w:rsidR="00135744" w:rsidRPr="00C128A3" w:rsidRDefault="007D70CD" w:rsidP="00F93D81">
      <w:pPr>
        <w:pStyle w:val="a4"/>
        <w:rPr>
          <w:szCs w:val="28"/>
        </w:rPr>
      </w:pPr>
      <w:r w:rsidRPr="00C128A3">
        <w:rPr>
          <w:szCs w:val="28"/>
        </w:rPr>
        <w:t>1.3. </w:t>
      </w:r>
      <w:r w:rsidR="006E5269" w:rsidRPr="00C128A3">
        <w:rPr>
          <w:szCs w:val="28"/>
        </w:rPr>
        <w:t>Прочие межбюджетные трансферты, передаваемые бюджет</w:t>
      </w:r>
      <w:r w:rsidRPr="00C128A3">
        <w:rPr>
          <w:szCs w:val="28"/>
        </w:rPr>
        <w:t>у</w:t>
      </w:r>
      <w:r w:rsidR="006E5269" w:rsidRPr="00C128A3">
        <w:rPr>
          <w:szCs w:val="28"/>
        </w:rPr>
        <w:t xml:space="preserve"> </w:t>
      </w:r>
      <w:r w:rsidRPr="00C128A3">
        <w:rPr>
          <w:szCs w:val="28"/>
        </w:rPr>
        <w:t>Фонда</w:t>
      </w:r>
      <w:r w:rsidR="006E5269" w:rsidRPr="00C128A3">
        <w:rPr>
          <w:szCs w:val="28"/>
        </w:rPr>
        <w:t xml:space="preserve"> </w:t>
      </w:r>
      <w:r w:rsidR="00DC7F2B" w:rsidRPr="00C128A3">
        <w:rPr>
          <w:szCs w:val="28"/>
        </w:rPr>
        <w:t>(</w:t>
      </w:r>
      <w:r w:rsidR="006E5269" w:rsidRPr="00C128A3">
        <w:rPr>
          <w:szCs w:val="28"/>
        </w:rPr>
        <w:t xml:space="preserve">средства, поступающие от других территориальных фондов </w:t>
      </w:r>
      <w:r w:rsidR="00925924" w:rsidRPr="00C128A3">
        <w:rPr>
          <w:szCs w:val="28"/>
        </w:rPr>
        <w:t xml:space="preserve">обязательного медицинского страхования (далее – территориальные фонды ОМС) </w:t>
      </w:r>
      <w:r w:rsidR="005B4C02" w:rsidRPr="00C128A3">
        <w:rPr>
          <w:szCs w:val="28"/>
        </w:rPr>
        <w:t>в качестве возмещения</w:t>
      </w:r>
      <w:r w:rsidR="006E5269" w:rsidRPr="00C128A3">
        <w:rPr>
          <w:szCs w:val="28"/>
        </w:rPr>
        <w:t xml:space="preserve"> </w:t>
      </w:r>
      <w:r w:rsidR="00B17311" w:rsidRPr="00C128A3">
        <w:rPr>
          <w:szCs w:val="28"/>
        </w:rPr>
        <w:t>затрат Фонда по оплате медицинским организациям</w:t>
      </w:r>
      <w:r w:rsidR="00EE7EDE" w:rsidRPr="00C128A3">
        <w:rPr>
          <w:szCs w:val="28"/>
        </w:rPr>
        <w:t>, участвующим в реализации территориальной программы ОМС</w:t>
      </w:r>
      <w:r w:rsidR="00B17311" w:rsidRPr="00C128A3">
        <w:rPr>
          <w:szCs w:val="28"/>
        </w:rPr>
        <w:t xml:space="preserve"> Ярославской области</w:t>
      </w:r>
      <w:r w:rsidR="00EE7EDE" w:rsidRPr="00C128A3">
        <w:rPr>
          <w:szCs w:val="28"/>
        </w:rPr>
        <w:t>,</w:t>
      </w:r>
      <w:r w:rsidR="00B17311" w:rsidRPr="00C128A3">
        <w:rPr>
          <w:szCs w:val="28"/>
        </w:rPr>
        <w:t xml:space="preserve"> медицинской помощи, оказанной</w:t>
      </w:r>
      <w:r w:rsidR="00EE7EDE" w:rsidRPr="00C128A3">
        <w:rPr>
          <w:szCs w:val="28"/>
        </w:rPr>
        <w:t xml:space="preserve"> лицам,</w:t>
      </w:r>
      <w:r w:rsidR="00B17311" w:rsidRPr="00C128A3">
        <w:rPr>
          <w:szCs w:val="28"/>
        </w:rPr>
        <w:t xml:space="preserve"> застрахованным на других территориях</w:t>
      </w:r>
      <w:r w:rsidR="00A62B49" w:rsidRPr="00C128A3">
        <w:rPr>
          <w:szCs w:val="28"/>
        </w:rPr>
        <w:t xml:space="preserve"> (далее – поступления в рамках межтерриториальных расчетов)</w:t>
      </w:r>
      <w:r w:rsidR="00DC7F2B" w:rsidRPr="00C128A3">
        <w:rPr>
          <w:szCs w:val="28"/>
        </w:rPr>
        <w:t>)</w:t>
      </w:r>
      <w:r w:rsidR="00957B96" w:rsidRPr="00C128A3">
        <w:rPr>
          <w:szCs w:val="28"/>
        </w:rPr>
        <w:t>, составят</w:t>
      </w:r>
      <w:r w:rsidR="000B6C5C" w:rsidRPr="00C128A3">
        <w:rPr>
          <w:szCs w:val="28"/>
        </w:rPr>
        <w:t>:</w:t>
      </w:r>
    </w:p>
    <w:p w:rsidR="007D5651" w:rsidRPr="00C128A3" w:rsidRDefault="007D5651" w:rsidP="007D5651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noBreakHyphen/>
        <w:t> </w:t>
      </w:r>
      <w:r w:rsidR="00E20823" w:rsidRPr="00C128A3">
        <w:rPr>
          <w:sz w:val="28"/>
          <w:szCs w:val="28"/>
        </w:rPr>
        <w:t>на 202</w:t>
      </w:r>
      <w:r w:rsidR="001B12F8" w:rsidRPr="00C128A3">
        <w:rPr>
          <w:sz w:val="28"/>
          <w:szCs w:val="28"/>
        </w:rPr>
        <w:t>5</w:t>
      </w:r>
      <w:r w:rsidR="00EE7EDE" w:rsidRPr="00C128A3">
        <w:rPr>
          <w:sz w:val="28"/>
          <w:szCs w:val="28"/>
        </w:rPr>
        <w:t> </w:t>
      </w:r>
      <w:r w:rsidR="000B6C5C" w:rsidRPr="00C128A3">
        <w:rPr>
          <w:sz w:val="28"/>
          <w:szCs w:val="28"/>
        </w:rPr>
        <w:t xml:space="preserve">год в сумме </w:t>
      </w:r>
      <w:r w:rsidR="001B12F8" w:rsidRPr="00C128A3">
        <w:rPr>
          <w:sz w:val="28"/>
          <w:szCs w:val="28"/>
        </w:rPr>
        <w:t>866 446,2</w:t>
      </w:r>
      <w:r w:rsidR="00DF3D79" w:rsidRPr="00C128A3">
        <w:rPr>
          <w:sz w:val="28"/>
          <w:szCs w:val="28"/>
        </w:rPr>
        <w:t xml:space="preserve"> </w:t>
      </w:r>
      <w:r w:rsidRPr="00C128A3">
        <w:rPr>
          <w:sz w:val="28"/>
          <w:szCs w:val="28"/>
        </w:rPr>
        <w:t>тыс. </w:t>
      </w:r>
      <w:r w:rsidR="00603B25" w:rsidRPr="00C128A3">
        <w:rPr>
          <w:sz w:val="28"/>
          <w:szCs w:val="28"/>
        </w:rPr>
        <w:t>рублей (</w:t>
      </w:r>
      <w:r w:rsidR="001B12F8" w:rsidRPr="00C128A3">
        <w:rPr>
          <w:sz w:val="28"/>
          <w:szCs w:val="28"/>
        </w:rPr>
        <w:t>103</w:t>
      </w:r>
      <w:r w:rsidR="006B286E" w:rsidRPr="00C128A3">
        <w:rPr>
          <w:sz w:val="28"/>
          <w:szCs w:val="28"/>
        </w:rPr>
        <w:t>,</w:t>
      </w:r>
      <w:r w:rsidR="001B12F8" w:rsidRPr="00C128A3">
        <w:rPr>
          <w:sz w:val="28"/>
          <w:szCs w:val="28"/>
        </w:rPr>
        <w:t>0</w:t>
      </w:r>
      <w:r w:rsidR="00B11564" w:rsidRPr="00C128A3">
        <w:rPr>
          <w:sz w:val="28"/>
          <w:szCs w:val="28"/>
        </w:rPr>
        <w:t> </w:t>
      </w:r>
      <w:r w:rsidR="007D70CD" w:rsidRPr="00C128A3">
        <w:rPr>
          <w:sz w:val="28"/>
          <w:szCs w:val="28"/>
        </w:rPr>
        <w:t>% к ожидаемым доходам 202</w:t>
      </w:r>
      <w:r w:rsidR="001B12F8" w:rsidRPr="00C128A3">
        <w:rPr>
          <w:sz w:val="28"/>
          <w:szCs w:val="28"/>
        </w:rPr>
        <w:t>4</w:t>
      </w:r>
      <w:r w:rsidR="007D70CD" w:rsidRPr="00C128A3">
        <w:rPr>
          <w:sz w:val="28"/>
          <w:szCs w:val="28"/>
        </w:rPr>
        <w:t xml:space="preserve"> года,</w:t>
      </w:r>
      <w:r w:rsidR="00B11564" w:rsidRPr="00C128A3">
        <w:rPr>
          <w:sz w:val="28"/>
          <w:szCs w:val="28"/>
        </w:rPr>
        <w:t xml:space="preserve"> </w:t>
      </w:r>
      <w:r w:rsidR="00D64BD6" w:rsidRPr="00C128A3">
        <w:rPr>
          <w:sz w:val="28"/>
          <w:szCs w:val="28"/>
        </w:rPr>
        <w:t>3</w:t>
      </w:r>
      <w:r w:rsidR="006B286E" w:rsidRPr="00C128A3">
        <w:rPr>
          <w:sz w:val="28"/>
          <w:szCs w:val="28"/>
        </w:rPr>
        <w:t>,</w:t>
      </w:r>
      <w:r w:rsidR="001B12F8" w:rsidRPr="00C128A3">
        <w:rPr>
          <w:sz w:val="28"/>
          <w:szCs w:val="28"/>
        </w:rPr>
        <w:t>1</w:t>
      </w:r>
      <w:r w:rsidR="006B286E" w:rsidRPr="00C128A3">
        <w:rPr>
          <w:sz w:val="28"/>
          <w:szCs w:val="28"/>
        </w:rPr>
        <w:t> </w:t>
      </w:r>
      <w:r w:rsidRPr="00C128A3">
        <w:rPr>
          <w:sz w:val="28"/>
          <w:szCs w:val="28"/>
        </w:rPr>
        <w:t>% в структуре доходов)</w:t>
      </w:r>
      <w:r w:rsidR="007B71C3" w:rsidRPr="00C128A3">
        <w:rPr>
          <w:sz w:val="28"/>
          <w:szCs w:val="28"/>
        </w:rPr>
        <w:t xml:space="preserve">, из них </w:t>
      </w:r>
      <w:r w:rsidR="001B12F8" w:rsidRPr="00C128A3">
        <w:rPr>
          <w:sz w:val="28"/>
          <w:szCs w:val="28"/>
        </w:rPr>
        <w:t>950,0</w:t>
      </w:r>
      <w:r w:rsidR="00957B96" w:rsidRPr="00C128A3">
        <w:rPr>
          <w:sz w:val="28"/>
          <w:szCs w:val="28"/>
        </w:rPr>
        <w:t xml:space="preserve"> тыс. рублей – ожидаемые поступления средств </w:t>
      </w:r>
      <w:r w:rsidR="007B71C3" w:rsidRPr="00C128A3">
        <w:rPr>
          <w:sz w:val="28"/>
          <w:szCs w:val="28"/>
        </w:rPr>
        <w:t>в рамках погашения территориальны</w:t>
      </w:r>
      <w:r w:rsidR="00957B96" w:rsidRPr="00C128A3">
        <w:rPr>
          <w:sz w:val="28"/>
          <w:szCs w:val="28"/>
        </w:rPr>
        <w:t>ми</w:t>
      </w:r>
      <w:r w:rsidR="007B71C3" w:rsidRPr="00C128A3">
        <w:rPr>
          <w:sz w:val="28"/>
          <w:szCs w:val="28"/>
        </w:rPr>
        <w:t xml:space="preserve"> фонд</w:t>
      </w:r>
      <w:r w:rsidR="00957B96" w:rsidRPr="00C128A3">
        <w:rPr>
          <w:sz w:val="28"/>
          <w:szCs w:val="28"/>
        </w:rPr>
        <w:t>ами</w:t>
      </w:r>
      <w:r w:rsidR="007B71C3" w:rsidRPr="00C128A3">
        <w:rPr>
          <w:sz w:val="28"/>
          <w:szCs w:val="28"/>
        </w:rPr>
        <w:t xml:space="preserve"> ОМС других субъектов перед Фон</w:t>
      </w:r>
      <w:r w:rsidR="00957B96" w:rsidRPr="00C128A3">
        <w:rPr>
          <w:sz w:val="28"/>
          <w:szCs w:val="28"/>
        </w:rPr>
        <w:t xml:space="preserve">дом планируемой задолженности </w:t>
      </w:r>
      <w:r w:rsidR="007B71C3" w:rsidRPr="00C128A3">
        <w:rPr>
          <w:sz w:val="28"/>
          <w:szCs w:val="28"/>
        </w:rPr>
        <w:t>по состоянию на 01.01.202</w:t>
      </w:r>
      <w:r w:rsidR="001B12F8" w:rsidRPr="00C128A3">
        <w:rPr>
          <w:sz w:val="28"/>
          <w:szCs w:val="28"/>
        </w:rPr>
        <w:t>5</w:t>
      </w:r>
      <w:r w:rsidRPr="00C128A3">
        <w:rPr>
          <w:sz w:val="28"/>
          <w:szCs w:val="28"/>
        </w:rPr>
        <w:t>;</w:t>
      </w:r>
    </w:p>
    <w:p w:rsidR="007D5651" w:rsidRPr="00C128A3" w:rsidRDefault="00A56738" w:rsidP="007D5651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noBreakHyphen/>
        <w:t> на </w:t>
      </w:r>
      <w:r w:rsidR="007D5651" w:rsidRPr="00C128A3">
        <w:rPr>
          <w:sz w:val="28"/>
          <w:szCs w:val="28"/>
        </w:rPr>
        <w:t>20</w:t>
      </w:r>
      <w:r w:rsidR="00AB5F6B" w:rsidRPr="00C128A3">
        <w:rPr>
          <w:sz w:val="28"/>
          <w:szCs w:val="28"/>
        </w:rPr>
        <w:t>2</w:t>
      </w:r>
      <w:r w:rsidR="001B12F8" w:rsidRPr="00C128A3">
        <w:rPr>
          <w:sz w:val="28"/>
          <w:szCs w:val="28"/>
        </w:rPr>
        <w:t>6</w:t>
      </w:r>
      <w:r w:rsidRPr="00C128A3">
        <w:rPr>
          <w:sz w:val="28"/>
          <w:szCs w:val="28"/>
        </w:rPr>
        <w:t> </w:t>
      </w:r>
      <w:r w:rsidR="007D5651" w:rsidRPr="00C128A3">
        <w:rPr>
          <w:sz w:val="28"/>
          <w:szCs w:val="28"/>
        </w:rPr>
        <w:t xml:space="preserve">год в сумме </w:t>
      </w:r>
      <w:r w:rsidR="001B12F8" w:rsidRPr="00C128A3">
        <w:rPr>
          <w:sz w:val="28"/>
          <w:szCs w:val="28"/>
        </w:rPr>
        <w:t>933 004,9</w:t>
      </w:r>
      <w:r w:rsidR="00DF3D79" w:rsidRPr="00C128A3">
        <w:rPr>
          <w:sz w:val="28"/>
          <w:szCs w:val="28"/>
        </w:rPr>
        <w:t xml:space="preserve"> </w:t>
      </w:r>
      <w:r w:rsidR="007D5651" w:rsidRPr="00C128A3">
        <w:rPr>
          <w:sz w:val="28"/>
          <w:szCs w:val="28"/>
        </w:rPr>
        <w:t>тыс. рублей</w:t>
      </w:r>
      <w:r w:rsidR="00B11564" w:rsidRPr="00C128A3">
        <w:rPr>
          <w:sz w:val="28"/>
          <w:szCs w:val="28"/>
        </w:rPr>
        <w:t xml:space="preserve"> (</w:t>
      </w:r>
      <w:r w:rsidR="001B12F8" w:rsidRPr="00C128A3">
        <w:rPr>
          <w:sz w:val="28"/>
          <w:szCs w:val="28"/>
        </w:rPr>
        <w:t>107,7</w:t>
      </w:r>
      <w:r w:rsidR="00B11564" w:rsidRPr="00C128A3">
        <w:rPr>
          <w:sz w:val="28"/>
          <w:szCs w:val="28"/>
        </w:rPr>
        <w:t> % к 202</w:t>
      </w:r>
      <w:r w:rsidR="001B12F8" w:rsidRPr="00C128A3">
        <w:rPr>
          <w:sz w:val="28"/>
          <w:szCs w:val="28"/>
        </w:rPr>
        <w:t>5</w:t>
      </w:r>
      <w:r w:rsidR="00B11564" w:rsidRPr="00C128A3">
        <w:rPr>
          <w:sz w:val="28"/>
          <w:szCs w:val="28"/>
        </w:rPr>
        <w:t xml:space="preserve"> году)</w:t>
      </w:r>
      <w:r w:rsidR="007D5651" w:rsidRPr="00C128A3">
        <w:rPr>
          <w:sz w:val="28"/>
          <w:szCs w:val="28"/>
        </w:rPr>
        <w:t>;</w:t>
      </w:r>
    </w:p>
    <w:p w:rsidR="007D5651" w:rsidRPr="00C128A3" w:rsidRDefault="00A56738" w:rsidP="007D5651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noBreakHyphen/>
        <w:t> на </w:t>
      </w:r>
      <w:r w:rsidR="007D5651" w:rsidRPr="00C128A3">
        <w:rPr>
          <w:sz w:val="28"/>
          <w:szCs w:val="28"/>
        </w:rPr>
        <w:t>20</w:t>
      </w:r>
      <w:r w:rsidR="002D1D17" w:rsidRPr="00C128A3">
        <w:rPr>
          <w:sz w:val="28"/>
          <w:szCs w:val="28"/>
        </w:rPr>
        <w:t>2</w:t>
      </w:r>
      <w:r w:rsidR="001B12F8" w:rsidRPr="00C128A3">
        <w:rPr>
          <w:sz w:val="28"/>
          <w:szCs w:val="28"/>
        </w:rPr>
        <w:t>7</w:t>
      </w:r>
      <w:r w:rsidRPr="00C128A3">
        <w:rPr>
          <w:sz w:val="28"/>
          <w:szCs w:val="28"/>
        </w:rPr>
        <w:t> </w:t>
      </w:r>
      <w:r w:rsidR="007D5651" w:rsidRPr="00C128A3">
        <w:rPr>
          <w:sz w:val="28"/>
          <w:szCs w:val="28"/>
        </w:rPr>
        <w:t xml:space="preserve">год в сумме </w:t>
      </w:r>
      <w:r w:rsidR="001B12F8" w:rsidRPr="00C128A3">
        <w:rPr>
          <w:sz w:val="28"/>
          <w:szCs w:val="28"/>
        </w:rPr>
        <w:t>996 449,2</w:t>
      </w:r>
      <w:r w:rsidR="006B286E" w:rsidRPr="00C128A3">
        <w:rPr>
          <w:sz w:val="28"/>
          <w:szCs w:val="28"/>
        </w:rPr>
        <w:t xml:space="preserve"> </w:t>
      </w:r>
      <w:r w:rsidR="007D5651" w:rsidRPr="00C128A3">
        <w:rPr>
          <w:sz w:val="28"/>
          <w:szCs w:val="28"/>
        </w:rPr>
        <w:t>тыс. рублей</w:t>
      </w:r>
      <w:r w:rsidR="00B11564" w:rsidRPr="00C128A3">
        <w:rPr>
          <w:sz w:val="28"/>
          <w:szCs w:val="28"/>
        </w:rPr>
        <w:t xml:space="preserve"> (</w:t>
      </w:r>
      <w:r w:rsidR="006B286E" w:rsidRPr="00C128A3">
        <w:rPr>
          <w:sz w:val="28"/>
          <w:szCs w:val="28"/>
        </w:rPr>
        <w:t>10</w:t>
      </w:r>
      <w:r w:rsidR="001B12F8" w:rsidRPr="00C128A3">
        <w:rPr>
          <w:sz w:val="28"/>
          <w:szCs w:val="28"/>
        </w:rPr>
        <w:t>6</w:t>
      </w:r>
      <w:r w:rsidR="006B286E" w:rsidRPr="00C128A3">
        <w:rPr>
          <w:sz w:val="28"/>
          <w:szCs w:val="28"/>
        </w:rPr>
        <w:t>,</w:t>
      </w:r>
      <w:r w:rsidR="001B12F8" w:rsidRPr="00C128A3">
        <w:rPr>
          <w:sz w:val="28"/>
          <w:szCs w:val="28"/>
        </w:rPr>
        <w:t>8</w:t>
      </w:r>
      <w:r w:rsidR="006B286E" w:rsidRPr="00C128A3">
        <w:rPr>
          <w:sz w:val="28"/>
          <w:szCs w:val="28"/>
        </w:rPr>
        <w:t> </w:t>
      </w:r>
      <w:r w:rsidR="00B11564" w:rsidRPr="00C128A3">
        <w:rPr>
          <w:sz w:val="28"/>
          <w:szCs w:val="28"/>
        </w:rPr>
        <w:t>% к 202</w:t>
      </w:r>
      <w:r w:rsidR="001B12F8" w:rsidRPr="00C128A3">
        <w:rPr>
          <w:sz w:val="28"/>
          <w:szCs w:val="28"/>
        </w:rPr>
        <w:t>6</w:t>
      </w:r>
      <w:r w:rsidR="00B11564" w:rsidRPr="00C128A3">
        <w:rPr>
          <w:sz w:val="28"/>
          <w:szCs w:val="28"/>
        </w:rPr>
        <w:t xml:space="preserve"> году)</w:t>
      </w:r>
      <w:r w:rsidR="007D5651" w:rsidRPr="00C128A3">
        <w:rPr>
          <w:sz w:val="28"/>
          <w:szCs w:val="28"/>
        </w:rPr>
        <w:t>.</w:t>
      </w:r>
    </w:p>
    <w:p w:rsidR="00957B96" w:rsidRPr="00C128A3" w:rsidRDefault="00957B96" w:rsidP="007D5651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 xml:space="preserve">Расчет осуществлялся </w:t>
      </w:r>
      <w:r w:rsidR="00E70615" w:rsidRPr="00C128A3">
        <w:rPr>
          <w:sz w:val="28"/>
          <w:szCs w:val="28"/>
        </w:rPr>
        <w:t>методом</w:t>
      </w:r>
      <w:r w:rsidR="00A62B49" w:rsidRPr="00C128A3">
        <w:rPr>
          <w:sz w:val="28"/>
          <w:szCs w:val="28"/>
        </w:rPr>
        <w:t xml:space="preserve"> индексации ожидаемого</w:t>
      </w:r>
      <w:r w:rsidRPr="00C128A3">
        <w:rPr>
          <w:sz w:val="28"/>
          <w:szCs w:val="28"/>
        </w:rPr>
        <w:t xml:space="preserve"> годов</w:t>
      </w:r>
      <w:r w:rsidR="004D7B58" w:rsidRPr="00C128A3">
        <w:rPr>
          <w:sz w:val="28"/>
          <w:szCs w:val="28"/>
        </w:rPr>
        <w:t>ого</w:t>
      </w:r>
      <w:r w:rsidRPr="00C128A3">
        <w:rPr>
          <w:sz w:val="28"/>
          <w:szCs w:val="28"/>
        </w:rPr>
        <w:t xml:space="preserve"> объем</w:t>
      </w:r>
      <w:r w:rsidR="004D7B58" w:rsidRPr="00C128A3">
        <w:rPr>
          <w:sz w:val="28"/>
          <w:szCs w:val="28"/>
        </w:rPr>
        <w:t>а</w:t>
      </w:r>
      <w:r w:rsidRPr="00C128A3">
        <w:rPr>
          <w:sz w:val="28"/>
          <w:szCs w:val="28"/>
        </w:rPr>
        <w:t xml:space="preserve"> поступлений</w:t>
      </w:r>
      <w:r w:rsidR="00A62B49" w:rsidRPr="00C128A3">
        <w:rPr>
          <w:sz w:val="28"/>
          <w:szCs w:val="28"/>
        </w:rPr>
        <w:t xml:space="preserve"> в рамках межтерриториальных расчетов</w:t>
      </w:r>
      <w:r w:rsidRPr="00C128A3">
        <w:rPr>
          <w:sz w:val="28"/>
          <w:szCs w:val="28"/>
        </w:rPr>
        <w:t xml:space="preserve"> </w:t>
      </w:r>
      <w:r w:rsidR="00A62B49" w:rsidRPr="00C128A3">
        <w:rPr>
          <w:sz w:val="28"/>
          <w:szCs w:val="28"/>
        </w:rPr>
        <w:t xml:space="preserve">по данному виду доходов </w:t>
      </w:r>
      <w:r w:rsidRPr="00C128A3">
        <w:rPr>
          <w:sz w:val="28"/>
          <w:szCs w:val="28"/>
        </w:rPr>
        <w:t>за предшествующи</w:t>
      </w:r>
      <w:r w:rsidR="001503D1" w:rsidRPr="00C128A3">
        <w:rPr>
          <w:sz w:val="28"/>
          <w:szCs w:val="28"/>
        </w:rPr>
        <w:t>й</w:t>
      </w:r>
      <w:r w:rsidRPr="00C128A3">
        <w:rPr>
          <w:sz w:val="28"/>
          <w:szCs w:val="28"/>
        </w:rPr>
        <w:t xml:space="preserve"> год </w:t>
      </w:r>
      <w:r w:rsidR="00A62B49" w:rsidRPr="00C128A3">
        <w:rPr>
          <w:sz w:val="28"/>
          <w:szCs w:val="28"/>
        </w:rPr>
        <w:t xml:space="preserve">на </w:t>
      </w:r>
      <w:r w:rsidR="001B0300" w:rsidRPr="00C128A3">
        <w:rPr>
          <w:sz w:val="28"/>
          <w:szCs w:val="28"/>
        </w:rPr>
        <w:t>коэффициент</w:t>
      </w:r>
      <w:r w:rsidRPr="00C128A3">
        <w:rPr>
          <w:sz w:val="28"/>
          <w:szCs w:val="28"/>
        </w:rPr>
        <w:t xml:space="preserve"> роста субвенции </w:t>
      </w:r>
      <w:r w:rsidR="00925924" w:rsidRPr="00C128A3">
        <w:rPr>
          <w:sz w:val="28"/>
          <w:szCs w:val="28"/>
        </w:rPr>
        <w:t xml:space="preserve">бюджета </w:t>
      </w:r>
      <w:r w:rsidRPr="00C128A3">
        <w:rPr>
          <w:sz w:val="28"/>
          <w:szCs w:val="28"/>
        </w:rPr>
        <w:t xml:space="preserve">Федерального фонда ОМС </w:t>
      </w:r>
      <w:r w:rsidR="00A62B49" w:rsidRPr="00C128A3">
        <w:rPr>
          <w:sz w:val="28"/>
          <w:szCs w:val="28"/>
        </w:rPr>
        <w:t>с учетом</w:t>
      </w:r>
      <w:r w:rsidR="00E70615" w:rsidRPr="00C128A3">
        <w:rPr>
          <w:sz w:val="28"/>
          <w:szCs w:val="28"/>
        </w:rPr>
        <w:t xml:space="preserve"> наличия</w:t>
      </w:r>
      <w:r w:rsidRPr="00C128A3">
        <w:rPr>
          <w:sz w:val="28"/>
          <w:szCs w:val="28"/>
        </w:rPr>
        <w:t xml:space="preserve"> </w:t>
      </w:r>
      <w:r w:rsidR="00A62B49" w:rsidRPr="00C128A3">
        <w:rPr>
          <w:sz w:val="28"/>
          <w:szCs w:val="28"/>
        </w:rPr>
        <w:t>просроченной</w:t>
      </w:r>
      <w:r w:rsidRPr="00C128A3">
        <w:rPr>
          <w:sz w:val="28"/>
          <w:szCs w:val="28"/>
        </w:rPr>
        <w:t xml:space="preserve"> задолженности территориальных фондов ОМС других субъектов перед Фондом</w:t>
      </w:r>
      <w:r w:rsidR="00FF5122" w:rsidRPr="00C128A3">
        <w:rPr>
          <w:sz w:val="28"/>
          <w:szCs w:val="28"/>
        </w:rPr>
        <w:t>.</w:t>
      </w:r>
    </w:p>
    <w:p w:rsidR="00A923D3" w:rsidRPr="00C128A3" w:rsidRDefault="00A77BE2" w:rsidP="00A923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8A3">
        <w:rPr>
          <w:rFonts w:ascii="Times New Roman" w:hAnsi="Times New Roman" w:cs="Times New Roman"/>
          <w:sz w:val="28"/>
          <w:szCs w:val="28"/>
        </w:rPr>
        <w:t xml:space="preserve">1.4. </w:t>
      </w:r>
      <w:r w:rsidR="00A923D3" w:rsidRPr="00C128A3">
        <w:rPr>
          <w:rFonts w:ascii="Times New Roman" w:hAnsi="Times New Roman" w:cs="Times New Roman"/>
          <w:sz w:val="28"/>
          <w:szCs w:val="28"/>
        </w:rPr>
        <w:t>Неналоговые доходы, в том числе:</w:t>
      </w:r>
    </w:p>
    <w:p w:rsidR="006D03A9" w:rsidRPr="00C128A3" w:rsidRDefault="00A923D3" w:rsidP="000B39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8A3">
        <w:rPr>
          <w:rFonts w:ascii="Times New Roman" w:hAnsi="Times New Roman" w:cs="Times New Roman"/>
          <w:sz w:val="28"/>
          <w:szCs w:val="28"/>
        </w:rPr>
        <w:t>1) </w:t>
      </w:r>
      <w:r w:rsidR="003C451B" w:rsidRPr="00C128A3">
        <w:rPr>
          <w:rFonts w:ascii="Times New Roman" w:hAnsi="Times New Roman" w:cs="Times New Roman"/>
          <w:sz w:val="28"/>
          <w:szCs w:val="28"/>
        </w:rPr>
        <w:t>прочие доходы от компенсации затрат бюджетов территориальных фондов обязательного медицинского страхования</w:t>
      </w:r>
      <w:r w:rsidR="00842090" w:rsidRPr="00C128A3">
        <w:rPr>
          <w:rFonts w:ascii="Times New Roman" w:hAnsi="Times New Roman" w:cs="Times New Roman"/>
          <w:sz w:val="28"/>
          <w:szCs w:val="28"/>
        </w:rPr>
        <w:t xml:space="preserve"> – средства на формирование нормированного страхового запаса Фонда</w:t>
      </w:r>
      <w:r w:rsidR="0058396B" w:rsidRPr="00C128A3">
        <w:rPr>
          <w:rFonts w:ascii="Times New Roman" w:hAnsi="Times New Roman" w:cs="Times New Roman"/>
          <w:sz w:val="28"/>
          <w:szCs w:val="28"/>
        </w:rPr>
        <w:t xml:space="preserve"> (далее – НСЗ Фонда)</w:t>
      </w:r>
      <w:r w:rsidR="00842090" w:rsidRPr="00C128A3">
        <w:rPr>
          <w:rFonts w:ascii="Times New Roman" w:hAnsi="Times New Roman" w:cs="Times New Roman"/>
          <w:sz w:val="28"/>
          <w:szCs w:val="28"/>
        </w:rPr>
        <w:t xml:space="preserve">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(далее – финансовое обеспечение мероприятий)</w:t>
      </w:r>
      <w:r w:rsidR="006D03A9" w:rsidRPr="00C128A3">
        <w:rPr>
          <w:rFonts w:ascii="Times New Roman" w:hAnsi="Times New Roman" w:cs="Times New Roman"/>
          <w:sz w:val="28"/>
          <w:szCs w:val="28"/>
        </w:rPr>
        <w:t>:</w:t>
      </w:r>
    </w:p>
    <w:p w:rsidR="006D03A9" w:rsidRPr="00C128A3" w:rsidRDefault="000604D4" w:rsidP="000604D4">
      <w:pPr>
        <w:ind w:firstLine="709"/>
        <w:jc w:val="both"/>
        <w:rPr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="006D03A9" w:rsidRPr="00C128A3">
        <w:rPr>
          <w:sz w:val="28"/>
          <w:szCs w:val="28"/>
        </w:rPr>
        <w:t>на 202</w:t>
      </w:r>
      <w:r w:rsidR="004A6BD3" w:rsidRPr="00C128A3">
        <w:rPr>
          <w:sz w:val="28"/>
          <w:szCs w:val="28"/>
        </w:rPr>
        <w:t>5</w:t>
      </w:r>
      <w:r w:rsidR="006D03A9" w:rsidRPr="00C128A3">
        <w:rPr>
          <w:sz w:val="28"/>
          <w:szCs w:val="28"/>
        </w:rPr>
        <w:t xml:space="preserve"> год в сумме </w:t>
      </w:r>
      <w:r w:rsidR="004A6BD3" w:rsidRPr="00C128A3">
        <w:rPr>
          <w:sz w:val="28"/>
          <w:szCs w:val="28"/>
        </w:rPr>
        <w:t>57 088,2</w:t>
      </w:r>
      <w:r w:rsidR="006D03A9" w:rsidRPr="00C128A3">
        <w:rPr>
          <w:sz w:val="28"/>
          <w:szCs w:val="28"/>
        </w:rPr>
        <w:t xml:space="preserve"> тыс. рублей (</w:t>
      </w:r>
      <w:r w:rsidR="004A6BD3" w:rsidRPr="00C128A3">
        <w:rPr>
          <w:sz w:val="28"/>
          <w:szCs w:val="28"/>
        </w:rPr>
        <w:t>87</w:t>
      </w:r>
      <w:r w:rsidR="006B286E" w:rsidRPr="00C128A3">
        <w:rPr>
          <w:sz w:val="28"/>
          <w:szCs w:val="28"/>
        </w:rPr>
        <w:t>,</w:t>
      </w:r>
      <w:r w:rsidR="004A6BD3" w:rsidRPr="00C128A3">
        <w:rPr>
          <w:sz w:val="28"/>
          <w:szCs w:val="28"/>
        </w:rPr>
        <w:t>2</w:t>
      </w:r>
      <w:r w:rsidR="006D03A9" w:rsidRPr="00C128A3">
        <w:rPr>
          <w:sz w:val="28"/>
          <w:szCs w:val="28"/>
        </w:rPr>
        <w:t> % к ожидаемым доходам 202</w:t>
      </w:r>
      <w:r w:rsidR="004A6BD3" w:rsidRPr="00C128A3">
        <w:rPr>
          <w:sz w:val="28"/>
          <w:szCs w:val="28"/>
        </w:rPr>
        <w:t>4</w:t>
      </w:r>
      <w:r w:rsidR="006D03A9" w:rsidRPr="00C128A3">
        <w:rPr>
          <w:sz w:val="28"/>
          <w:szCs w:val="28"/>
        </w:rPr>
        <w:t xml:space="preserve"> года, </w:t>
      </w:r>
      <w:r w:rsidR="006B286E" w:rsidRPr="00C128A3">
        <w:rPr>
          <w:sz w:val="28"/>
          <w:szCs w:val="28"/>
        </w:rPr>
        <w:t>0,</w:t>
      </w:r>
      <w:r w:rsidR="00C5724C" w:rsidRPr="00C128A3">
        <w:rPr>
          <w:sz w:val="28"/>
          <w:szCs w:val="28"/>
        </w:rPr>
        <w:t>2</w:t>
      </w:r>
      <w:r w:rsidR="006B286E" w:rsidRPr="00C128A3">
        <w:rPr>
          <w:sz w:val="28"/>
          <w:szCs w:val="28"/>
        </w:rPr>
        <w:t> </w:t>
      </w:r>
      <w:r w:rsidR="006D03A9" w:rsidRPr="00C128A3">
        <w:rPr>
          <w:sz w:val="28"/>
          <w:szCs w:val="28"/>
        </w:rPr>
        <w:t>% в структуре доходов);</w:t>
      </w:r>
    </w:p>
    <w:p w:rsidR="006D03A9" w:rsidRPr="00C128A3" w:rsidRDefault="006D03A9" w:rsidP="006D03A9">
      <w:pPr>
        <w:ind w:firstLine="709"/>
        <w:jc w:val="both"/>
        <w:rPr>
          <w:bCs/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на 202</w:t>
      </w:r>
      <w:r w:rsidR="00C5724C" w:rsidRPr="00C128A3">
        <w:rPr>
          <w:bCs/>
          <w:sz w:val="28"/>
          <w:szCs w:val="28"/>
        </w:rPr>
        <w:t>6</w:t>
      </w:r>
      <w:r w:rsidRPr="00C128A3">
        <w:rPr>
          <w:bCs/>
          <w:sz w:val="28"/>
          <w:szCs w:val="28"/>
        </w:rPr>
        <w:t> год в сумме</w:t>
      </w:r>
      <w:r w:rsidRPr="00C128A3">
        <w:rPr>
          <w:sz w:val="28"/>
          <w:szCs w:val="28"/>
        </w:rPr>
        <w:t xml:space="preserve"> </w:t>
      </w:r>
      <w:r w:rsidR="00C5724C" w:rsidRPr="00C128A3">
        <w:rPr>
          <w:sz w:val="28"/>
          <w:szCs w:val="28"/>
        </w:rPr>
        <w:t>49 848,3</w:t>
      </w:r>
      <w:r w:rsidRPr="00C128A3">
        <w:rPr>
          <w:sz w:val="28"/>
          <w:szCs w:val="28"/>
        </w:rPr>
        <w:t xml:space="preserve"> тыс. рублей (</w:t>
      </w:r>
      <w:r w:rsidR="00C5724C" w:rsidRPr="00C128A3">
        <w:rPr>
          <w:sz w:val="28"/>
          <w:szCs w:val="28"/>
        </w:rPr>
        <w:t>87,3</w:t>
      </w:r>
      <w:r w:rsidRPr="00C128A3">
        <w:rPr>
          <w:sz w:val="28"/>
          <w:szCs w:val="28"/>
        </w:rPr>
        <w:t> % к 202</w:t>
      </w:r>
      <w:r w:rsidR="00C5724C" w:rsidRPr="00C128A3">
        <w:rPr>
          <w:sz w:val="28"/>
          <w:szCs w:val="28"/>
        </w:rPr>
        <w:t>5</w:t>
      </w:r>
      <w:r w:rsidRPr="00C128A3">
        <w:rPr>
          <w:sz w:val="28"/>
          <w:szCs w:val="28"/>
        </w:rPr>
        <w:t xml:space="preserve"> году);</w:t>
      </w:r>
    </w:p>
    <w:p w:rsidR="006D03A9" w:rsidRPr="00C128A3" w:rsidRDefault="006D03A9" w:rsidP="006D03A9">
      <w:pPr>
        <w:ind w:firstLine="709"/>
        <w:jc w:val="both"/>
        <w:rPr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на 202</w:t>
      </w:r>
      <w:r w:rsidR="00C5724C" w:rsidRPr="00C128A3">
        <w:rPr>
          <w:bCs/>
          <w:sz w:val="28"/>
          <w:szCs w:val="28"/>
        </w:rPr>
        <w:t>7</w:t>
      </w:r>
      <w:r w:rsidRPr="00C128A3">
        <w:rPr>
          <w:bCs/>
          <w:sz w:val="28"/>
          <w:szCs w:val="28"/>
        </w:rPr>
        <w:t xml:space="preserve"> год в сумме </w:t>
      </w:r>
      <w:r w:rsidR="003A6050" w:rsidRPr="00C128A3">
        <w:rPr>
          <w:bCs/>
          <w:sz w:val="28"/>
          <w:szCs w:val="28"/>
        </w:rPr>
        <w:t>43 655,1</w:t>
      </w:r>
      <w:r w:rsidRPr="00C128A3">
        <w:rPr>
          <w:bCs/>
          <w:sz w:val="28"/>
          <w:szCs w:val="28"/>
        </w:rPr>
        <w:t xml:space="preserve"> тыс</w:t>
      </w:r>
      <w:r w:rsidRPr="00C128A3">
        <w:rPr>
          <w:sz w:val="28"/>
          <w:szCs w:val="28"/>
        </w:rPr>
        <w:t>. рублей (</w:t>
      </w:r>
      <w:r w:rsidR="003A6050" w:rsidRPr="00C128A3">
        <w:rPr>
          <w:sz w:val="28"/>
          <w:szCs w:val="28"/>
        </w:rPr>
        <w:t>87</w:t>
      </w:r>
      <w:r w:rsidR="00C14A95" w:rsidRPr="00C128A3">
        <w:rPr>
          <w:sz w:val="28"/>
          <w:szCs w:val="28"/>
        </w:rPr>
        <w:t>,</w:t>
      </w:r>
      <w:r w:rsidR="003A6050" w:rsidRPr="00C128A3">
        <w:rPr>
          <w:sz w:val="28"/>
          <w:szCs w:val="28"/>
        </w:rPr>
        <w:t>6</w:t>
      </w:r>
      <w:r w:rsidR="005805C8" w:rsidRPr="00C128A3">
        <w:rPr>
          <w:sz w:val="28"/>
          <w:szCs w:val="28"/>
        </w:rPr>
        <w:t> </w:t>
      </w:r>
      <w:r w:rsidRPr="00C128A3">
        <w:rPr>
          <w:sz w:val="28"/>
          <w:szCs w:val="28"/>
        </w:rPr>
        <w:t>% к 202</w:t>
      </w:r>
      <w:r w:rsidR="003A6050" w:rsidRPr="00C128A3">
        <w:rPr>
          <w:sz w:val="28"/>
          <w:szCs w:val="28"/>
        </w:rPr>
        <w:t>6</w:t>
      </w:r>
      <w:r w:rsidRPr="00C128A3">
        <w:rPr>
          <w:sz w:val="28"/>
          <w:szCs w:val="28"/>
        </w:rPr>
        <w:t xml:space="preserve"> году).</w:t>
      </w:r>
    </w:p>
    <w:p w:rsidR="000B39EB" w:rsidRPr="00C128A3" w:rsidRDefault="00842090" w:rsidP="001503D1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 xml:space="preserve">Средства </w:t>
      </w:r>
      <w:r w:rsidR="00925924" w:rsidRPr="00C128A3">
        <w:rPr>
          <w:sz w:val="28"/>
          <w:szCs w:val="28"/>
        </w:rPr>
        <w:t xml:space="preserve">НСЗ Фонда </w:t>
      </w:r>
      <w:r w:rsidRPr="00C128A3">
        <w:rPr>
          <w:sz w:val="28"/>
          <w:szCs w:val="28"/>
        </w:rPr>
        <w:t>формируются в соответствии с частью 6</w:t>
      </w:r>
      <w:r w:rsidRPr="00C128A3">
        <w:rPr>
          <w:sz w:val="28"/>
          <w:szCs w:val="28"/>
          <w:vertAlign w:val="superscript"/>
        </w:rPr>
        <w:t>3</w:t>
      </w:r>
      <w:r w:rsidR="0023236D">
        <w:rPr>
          <w:sz w:val="28"/>
          <w:szCs w:val="28"/>
        </w:rPr>
        <w:t xml:space="preserve"> статьи </w:t>
      </w:r>
      <w:r w:rsidRPr="00C128A3">
        <w:rPr>
          <w:sz w:val="28"/>
          <w:szCs w:val="28"/>
        </w:rPr>
        <w:t>26 Федерального закона № 326-ФЗ. Источником формирования средств НСЗ Фонда на финансовое обеспечение мероприятий являются санкции</w:t>
      </w:r>
      <w:r w:rsidR="00A77BE2" w:rsidRPr="00C128A3">
        <w:rPr>
          <w:sz w:val="28"/>
          <w:szCs w:val="28"/>
        </w:rPr>
        <w:t xml:space="preserve"> (снятия)</w:t>
      </w:r>
      <w:r w:rsidRPr="00C128A3">
        <w:rPr>
          <w:sz w:val="28"/>
          <w:szCs w:val="28"/>
        </w:rPr>
        <w:t xml:space="preserve">, применяемые страховыми медицинскими организациями и Фондом к </w:t>
      </w:r>
      <w:r w:rsidRPr="00C128A3">
        <w:rPr>
          <w:sz w:val="28"/>
          <w:szCs w:val="28"/>
        </w:rPr>
        <w:lastRenderedPageBreak/>
        <w:t xml:space="preserve">медицинским организациям за нарушения, выявленные при проведении контроля объемов, сроков, качества и условий предоставления медицинской помощи. </w:t>
      </w:r>
      <w:r w:rsidR="001503D1" w:rsidRPr="00C128A3">
        <w:rPr>
          <w:sz w:val="28"/>
          <w:szCs w:val="28"/>
        </w:rPr>
        <w:t xml:space="preserve">Расчет осуществлялся </w:t>
      </w:r>
      <w:r w:rsidR="00E05C0C" w:rsidRPr="00C128A3">
        <w:rPr>
          <w:sz w:val="28"/>
          <w:szCs w:val="28"/>
        </w:rPr>
        <w:t xml:space="preserve">методом индексации ожидаемого </w:t>
      </w:r>
      <w:r w:rsidR="000E7660" w:rsidRPr="00C128A3">
        <w:rPr>
          <w:sz w:val="28"/>
          <w:szCs w:val="28"/>
        </w:rPr>
        <w:t>годов</w:t>
      </w:r>
      <w:r w:rsidR="004D7B58" w:rsidRPr="00C128A3">
        <w:rPr>
          <w:sz w:val="28"/>
          <w:szCs w:val="28"/>
        </w:rPr>
        <w:t>ого</w:t>
      </w:r>
      <w:r w:rsidR="001503D1" w:rsidRPr="00C128A3">
        <w:rPr>
          <w:sz w:val="28"/>
          <w:szCs w:val="28"/>
        </w:rPr>
        <w:t xml:space="preserve"> объем</w:t>
      </w:r>
      <w:r w:rsidR="004D7B58" w:rsidRPr="00C128A3">
        <w:rPr>
          <w:sz w:val="28"/>
          <w:szCs w:val="28"/>
        </w:rPr>
        <w:t>а</w:t>
      </w:r>
      <w:r w:rsidR="001503D1" w:rsidRPr="00C128A3">
        <w:rPr>
          <w:sz w:val="28"/>
          <w:szCs w:val="28"/>
        </w:rPr>
        <w:t xml:space="preserve"> поступлений</w:t>
      </w:r>
      <w:r w:rsidR="00E05C0C" w:rsidRPr="00C128A3">
        <w:rPr>
          <w:sz w:val="28"/>
          <w:szCs w:val="28"/>
        </w:rPr>
        <w:t xml:space="preserve"> на финансовое обеспечение мероприятий</w:t>
      </w:r>
      <w:r w:rsidR="001503D1" w:rsidRPr="00C128A3">
        <w:rPr>
          <w:sz w:val="28"/>
          <w:szCs w:val="28"/>
        </w:rPr>
        <w:t xml:space="preserve"> по данному виду доходов за предшествующий год </w:t>
      </w:r>
      <w:r w:rsidR="00B3390C" w:rsidRPr="00C128A3">
        <w:rPr>
          <w:sz w:val="28"/>
          <w:szCs w:val="28"/>
        </w:rPr>
        <w:t>с применением</w:t>
      </w:r>
      <w:r w:rsidR="001503D1" w:rsidRPr="00C128A3">
        <w:rPr>
          <w:sz w:val="28"/>
          <w:szCs w:val="28"/>
        </w:rPr>
        <w:t xml:space="preserve"> средн</w:t>
      </w:r>
      <w:r w:rsidR="00B3390C" w:rsidRPr="00C128A3">
        <w:rPr>
          <w:sz w:val="28"/>
          <w:szCs w:val="28"/>
        </w:rPr>
        <w:t>его</w:t>
      </w:r>
      <w:r w:rsidR="001503D1" w:rsidRPr="00C128A3">
        <w:rPr>
          <w:sz w:val="28"/>
          <w:szCs w:val="28"/>
        </w:rPr>
        <w:t xml:space="preserve"> коэффициент</w:t>
      </w:r>
      <w:r w:rsidR="00B3390C" w:rsidRPr="00C128A3">
        <w:rPr>
          <w:sz w:val="28"/>
          <w:szCs w:val="28"/>
        </w:rPr>
        <w:t>а</w:t>
      </w:r>
      <w:r w:rsidR="001503D1" w:rsidRPr="00C128A3">
        <w:rPr>
          <w:sz w:val="28"/>
          <w:szCs w:val="28"/>
        </w:rPr>
        <w:t xml:space="preserve"> динамики поступлений по данному виду доходов за предшеству</w:t>
      </w:r>
      <w:r w:rsidR="00E05C0C" w:rsidRPr="00C128A3">
        <w:rPr>
          <w:sz w:val="28"/>
          <w:szCs w:val="28"/>
        </w:rPr>
        <w:t>ющие годы и коэффициент</w:t>
      </w:r>
      <w:r w:rsidR="00B3390C" w:rsidRPr="00C128A3">
        <w:rPr>
          <w:sz w:val="28"/>
          <w:szCs w:val="28"/>
        </w:rPr>
        <w:t>а</w:t>
      </w:r>
      <w:r w:rsidR="001503D1" w:rsidRPr="00C128A3">
        <w:rPr>
          <w:sz w:val="28"/>
          <w:szCs w:val="28"/>
        </w:rPr>
        <w:t xml:space="preserve"> роста субвенции бюджета Федерального фонда </w:t>
      </w:r>
      <w:r w:rsidR="00B37622" w:rsidRPr="00C128A3">
        <w:rPr>
          <w:sz w:val="28"/>
          <w:szCs w:val="28"/>
        </w:rPr>
        <w:t>ОМС</w:t>
      </w:r>
      <w:r w:rsidR="000B39EB" w:rsidRPr="00C128A3">
        <w:rPr>
          <w:sz w:val="28"/>
          <w:szCs w:val="28"/>
        </w:rPr>
        <w:t>;</w:t>
      </w:r>
    </w:p>
    <w:p w:rsidR="004321BE" w:rsidRPr="00C128A3" w:rsidRDefault="004A6BD3" w:rsidP="000B6C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8A3">
        <w:rPr>
          <w:rFonts w:ascii="Times New Roman" w:hAnsi="Times New Roman" w:cs="Times New Roman"/>
          <w:sz w:val="28"/>
          <w:szCs w:val="28"/>
        </w:rPr>
        <w:t>2</w:t>
      </w:r>
      <w:r w:rsidR="00A923D3" w:rsidRPr="00C128A3">
        <w:rPr>
          <w:rFonts w:ascii="Times New Roman" w:hAnsi="Times New Roman" w:cs="Times New Roman"/>
          <w:sz w:val="28"/>
          <w:szCs w:val="28"/>
        </w:rPr>
        <w:t>) </w:t>
      </w:r>
      <w:r w:rsidR="00E20823" w:rsidRPr="00C128A3">
        <w:rPr>
          <w:rFonts w:ascii="Times New Roman" w:hAnsi="Times New Roman" w:cs="Times New Roman"/>
          <w:sz w:val="28"/>
          <w:szCs w:val="28"/>
        </w:rPr>
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</w:r>
      <w:r w:rsidR="00B91634" w:rsidRPr="00C128A3">
        <w:rPr>
          <w:rFonts w:ascii="Times New Roman" w:hAnsi="Times New Roman" w:cs="Times New Roman"/>
          <w:sz w:val="28"/>
          <w:szCs w:val="28"/>
        </w:rPr>
        <w:t>,</w:t>
      </w:r>
      <w:r w:rsidR="002E21AB" w:rsidRPr="00C128A3">
        <w:rPr>
          <w:rFonts w:ascii="Times New Roman" w:hAnsi="Times New Roman" w:cs="Times New Roman"/>
          <w:sz w:val="28"/>
          <w:szCs w:val="28"/>
        </w:rPr>
        <w:t xml:space="preserve"> запланированы на 202</w:t>
      </w:r>
      <w:r w:rsidR="00AB036E" w:rsidRPr="00C128A3">
        <w:rPr>
          <w:rFonts w:ascii="Times New Roman" w:hAnsi="Times New Roman" w:cs="Times New Roman"/>
          <w:sz w:val="28"/>
          <w:szCs w:val="28"/>
        </w:rPr>
        <w:t>5</w:t>
      </w:r>
      <w:r w:rsidR="00925924" w:rsidRPr="00C128A3">
        <w:rPr>
          <w:rFonts w:ascii="Times New Roman" w:hAnsi="Times New Roman" w:cs="Times New Roman"/>
          <w:sz w:val="28"/>
          <w:szCs w:val="28"/>
        </w:rPr>
        <w:t>, 202</w:t>
      </w:r>
      <w:r w:rsidR="00AB036E" w:rsidRPr="00C128A3">
        <w:rPr>
          <w:rFonts w:ascii="Times New Roman" w:hAnsi="Times New Roman" w:cs="Times New Roman"/>
          <w:sz w:val="28"/>
          <w:szCs w:val="28"/>
        </w:rPr>
        <w:t>6</w:t>
      </w:r>
      <w:r w:rsidR="00925924" w:rsidRPr="00C128A3">
        <w:rPr>
          <w:rFonts w:ascii="Times New Roman" w:hAnsi="Times New Roman" w:cs="Times New Roman"/>
          <w:sz w:val="28"/>
          <w:szCs w:val="28"/>
        </w:rPr>
        <w:t xml:space="preserve"> и</w:t>
      </w:r>
      <w:r w:rsidR="002E21AB" w:rsidRPr="00C128A3">
        <w:rPr>
          <w:rFonts w:ascii="Times New Roman" w:hAnsi="Times New Roman" w:cs="Times New Roman"/>
          <w:sz w:val="28"/>
          <w:szCs w:val="28"/>
        </w:rPr>
        <w:t xml:space="preserve"> 202</w:t>
      </w:r>
      <w:r w:rsidR="00AB036E" w:rsidRPr="00C128A3">
        <w:rPr>
          <w:rFonts w:ascii="Times New Roman" w:hAnsi="Times New Roman" w:cs="Times New Roman"/>
          <w:sz w:val="28"/>
          <w:szCs w:val="28"/>
        </w:rPr>
        <w:t>7</w:t>
      </w:r>
      <w:r w:rsidR="00925924" w:rsidRPr="00C128A3">
        <w:rPr>
          <w:rFonts w:ascii="Times New Roman" w:hAnsi="Times New Roman" w:cs="Times New Roman"/>
          <w:sz w:val="28"/>
          <w:szCs w:val="28"/>
        </w:rPr>
        <w:t xml:space="preserve"> </w:t>
      </w:r>
      <w:r w:rsidR="002E21AB" w:rsidRPr="00C128A3">
        <w:rPr>
          <w:rFonts w:ascii="Times New Roman" w:hAnsi="Times New Roman" w:cs="Times New Roman"/>
          <w:sz w:val="28"/>
          <w:szCs w:val="28"/>
        </w:rPr>
        <w:t xml:space="preserve">годы в сумме </w:t>
      </w:r>
      <w:r w:rsidR="00AB036E" w:rsidRPr="00C128A3">
        <w:rPr>
          <w:rFonts w:ascii="Times New Roman" w:hAnsi="Times New Roman" w:cs="Times New Roman"/>
          <w:sz w:val="28"/>
          <w:szCs w:val="28"/>
        </w:rPr>
        <w:t>6 710,9</w:t>
      </w:r>
      <w:r w:rsidR="002E21AB" w:rsidRPr="00C128A3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7C5BE1" w:rsidRPr="00C128A3">
        <w:rPr>
          <w:rFonts w:ascii="Times New Roman" w:hAnsi="Times New Roman" w:cs="Times New Roman"/>
          <w:sz w:val="28"/>
          <w:szCs w:val="28"/>
        </w:rPr>
        <w:t xml:space="preserve">лей, </w:t>
      </w:r>
      <w:r w:rsidR="00AB036E" w:rsidRPr="00C128A3">
        <w:rPr>
          <w:rFonts w:ascii="Times New Roman" w:hAnsi="Times New Roman" w:cs="Times New Roman"/>
          <w:sz w:val="28"/>
          <w:szCs w:val="28"/>
        </w:rPr>
        <w:t>7 530,7</w:t>
      </w:r>
      <w:r w:rsidR="00925924" w:rsidRPr="00C128A3">
        <w:rPr>
          <w:rFonts w:ascii="Times New Roman" w:hAnsi="Times New Roman" w:cs="Times New Roman"/>
          <w:sz w:val="28"/>
          <w:szCs w:val="28"/>
        </w:rPr>
        <w:t> </w:t>
      </w:r>
      <w:r w:rsidR="002E21AB" w:rsidRPr="00C128A3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="00AB036E" w:rsidRPr="00C128A3">
        <w:rPr>
          <w:rFonts w:ascii="Times New Roman" w:hAnsi="Times New Roman" w:cs="Times New Roman"/>
          <w:sz w:val="28"/>
          <w:szCs w:val="28"/>
        </w:rPr>
        <w:t>7 775,1</w:t>
      </w:r>
      <w:r w:rsidR="002E21AB" w:rsidRPr="00C128A3">
        <w:rPr>
          <w:rFonts w:ascii="Times New Roman" w:hAnsi="Times New Roman" w:cs="Times New Roman"/>
          <w:sz w:val="28"/>
          <w:szCs w:val="28"/>
        </w:rPr>
        <w:t xml:space="preserve"> тыс. рублей соответственно</w:t>
      </w:r>
      <w:r w:rsidR="001E6BC8" w:rsidRPr="00C128A3">
        <w:rPr>
          <w:rFonts w:ascii="Times New Roman" w:hAnsi="Times New Roman" w:cs="Times New Roman"/>
          <w:sz w:val="28"/>
          <w:szCs w:val="28"/>
        </w:rPr>
        <w:t xml:space="preserve">, в </w:t>
      </w:r>
      <w:r w:rsidR="004321BE" w:rsidRPr="00C128A3">
        <w:rPr>
          <w:rFonts w:ascii="Times New Roman" w:hAnsi="Times New Roman" w:cs="Times New Roman"/>
          <w:sz w:val="28"/>
          <w:szCs w:val="28"/>
        </w:rPr>
        <w:t>том числе</w:t>
      </w:r>
      <w:r w:rsidR="00C10AEC" w:rsidRPr="00C128A3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4321BE" w:rsidRPr="00C128A3">
        <w:rPr>
          <w:rFonts w:ascii="Times New Roman" w:hAnsi="Times New Roman" w:cs="Times New Roman"/>
          <w:sz w:val="28"/>
          <w:szCs w:val="28"/>
        </w:rPr>
        <w:t>:</w:t>
      </w:r>
    </w:p>
    <w:p w:rsidR="008E5370" w:rsidRPr="00C128A3" w:rsidRDefault="00C530FF" w:rsidP="000B6C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8A3">
        <w:rPr>
          <w:rFonts w:ascii="Times New Roman" w:hAnsi="Times New Roman" w:cs="Times New Roman"/>
          <w:sz w:val="28"/>
          <w:szCs w:val="28"/>
        </w:rPr>
        <w:t>а) </w:t>
      </w:r>
      <w:r w:rsidR="004321BE" w:rsidRPr="00C128A3">
        <w:rPr>
          <w:rFonts w:ascii="Times New Roman" w:hAnsi="Times New Roman" w:cs="Times New Roman"/>
          <w:sz w:val="28"/>
          <w:szCs w:val="28"/>
        </w:rPr>
        <w:t>с</w:t>
      </w:r>
      <w:r w:rsidR="000B6C5C" w:rsidRPr="00C128A3">
        <w:rPr>
          <w:rFonts w:ascii="Times New Roman" w:hAnsi="Times New Roman" w:cs="Times New Roman"/>
          <w:sz w:val="28"/>
          <w:szCs w:val="28"/>
        </w:rPr>
        <w:t xml:space="preserve">редств на формирование </w:t>
      </w:r>
      <w:r w:rsidR="0087303C" w:rsidRPr="00C128A3">
        <w:rPr>
          <w:rFonts w:ascii="Times New Roman" w:hAnsi="Times New Roman" w:cs="Times New Roman"/>
          <w:sz w:val="28"/>
          <w:szCs w:val="28"/>
        </w:rPr>
        <w:t>НСЗ</w:t>
      </w:r>
      <w:r w:rsidR="000B6C5C" w:rsidRPr="00C128A3">
        <w:rPr>
          <w:rFonts w:ascii="Times New Roman" w:hAnsi="Times New Roman" w:cs="Times New Roman"/>
          <w:sz w:val="28"/>
          <w:szCs w:val="28"/>
        </w:rPr>
        <w:t xml:space="preserve"> Фонда на финансовое обеспечение мероприятий</w:t>
      </w:r>
      <w:r w:rsidR="001B1886" w:rsidRPr="00C128A3">
        <w:rPr>
          <w:rFonts w:ascii="Times New Roman" w:hAnsi="Times New Roman" w:cs="Times New Roman"/>
          <w:sz w:val="28"/>
          <w:szCs w:val="28"/>
        </w:rPr>
        <w:t xml:space="preserve"> от штрафов в размере 25 %</w:t>
      </w:r>
      <w:r w:rsidR="008E5370" w:rsidRPr="00C128A3">
        <w:rPr>
          <w:rFonts w:ascii="Times New Roman" w:hAnsi="Times New Roman" w:cs="Times New Roman"/>
          <w:sz w:val="28"/>
          <w:szCs w:val="28"/>
        </w:rPr>
        <w:t>:</w:t>
      </w:r>
    </w:p>
    <w:p w:rsidR="008E5370" w:rsidRPr="00C128A3" w:rsidRDefault="000604D4" w:rsidP="008E5370">
      <w:pPr>
        <w:ind w:firstLine="709"/>
        <w:jc w:val="both"/>
        <w:rPr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="001E6BC8" w:rsidRPr="00C128A3">
        <w:rPr>
          <w:sz w:val="28"/>
          <w:szCs w:val="28"/>
        </w:rPr>
        <w:t>на 202</w:t>
      </w:r>
      <w:r w:rsidR="0090401C" w:rsidRPr="00C128A3">
        <w:rPr>
          <w:sz w:val="28"/>
          <w:szCs w:val="28"/>
        </w:rPr>
        <w:t>5</w:t>
      </w:r>
      <w:r w:rsidR="001E6BC8" w:rsidRPr="00C128A3">
        <w:rPr>
          <w:sz w:val="28"/>
          <w:szCs w:val="28"/>
        </w:rPr>
        <w:t xml:space="preserve"> год –</w:t>
      </w:r>
      <w:r w:rsidR="006B286E" w:rsidRPr="00C128A3">
        <w:rPr>
          <w:sz w:val="28"/>
          <w:szCs w:val="28"/>
        </w:rPr>
        <w:t xml:space="preserve"> </w:t>
      </w:r>
      <w:r w:rsidR="0090401C" w:rsidRPr="00C128A3">
        <w:rPr>
          <w:sz w:val="28"/>
          <w:szCs w:val="28"/>
        </w:rPr>
        <w:t>4 932,2</w:t>
      </w:r>
      <w:r w:rsidR="002D7B6E" w:rsidRPr="00C128A3">
        <w:rPr>
          <w:sz w:val="28"/>
          <w:szCs w:val="28"/>
        </w:rPr>
        <w:t xml:space="preserve"> </w:t>
      </w:r>
      <w:r w:rsidR="000B6C5C" w:rsidRPr="00C128A3">
        <w:rPr>
          <w:sz w:val="28"/>
          <w:szCs w:val="28"/>
        </w:rPr>
        <w:t>тыс. рублей</w:t>
      </w:r>
      <w:r w:rsidR="008E5370" w:rsidRPr="00C128A3">
        <w:rPr>
          <w:sz w:val="28"/>
          <w:szCs w:val="28"/>
        </w:rPr>
        <w:t xml:space="preserve"> (</w:t>
      </w:r>
      <w:r w:rsidR="0090401C" w:rsidRPr="00C128A3">
        <w:rPr>
          <w:sz w:val="28"/>
          <w:szCs w:val="28"/>
        </w:rPr>
        <w:t>67,3</w:t>
      </w:r>
      <w:r w:rsidR="008E5370" w:rsidRPr="00C128A3">
        <w:rPr>
          <w:sz w:val="28"/>
          <w:szCs w:val="28"/>
        </w:rPr>
        <w:t> % к ожидаемым доходам 202</w:t>
      </w:r>
      <w:r w:rsidR="0090401C" w:rsidRPr="00C128A3">
        <w:rPr>
          <w:sz w:val="28"/>
          <w:szCs w:val="28"/>
        </w:rPr>
        <w:t>4</w:t>
      </w:r>
      <w:r w:rsidR="00925924" w:rsidRPr="00C128A3">
        <w:rPr>
          <w:sz w:val="28"/>
          <w:szCs w:val="28"/>
        </w:rPr>
        <w:t> </w:t>
      </w:r>
      <w:r w:rsidR="008E5370" w:rsidRPr="00C128A3">
        <w:rPr>
          <w:sz w:val="28"/>
          <w:szCs w:val="28"/>
        </w:rPr>
        <w:t>года);</w:t>
      </w:r>
    </w:p>
    <w:p w:rsidR="008E5370" w:rsidRPr="00C128A3" w:rsidRDefault="000604D4" w:rsidP="000B6C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="001E6BC8" w:rsidRPr="00C128A3">
        <w:rPr>
          <w:rFonts w:ascii="Times New Roman" w:hAnsi="Times New Roman" w:cs="Times New Roman"/>
          <w:sz w:val="28"/>
          <w:szCs w:val="28"/>
        </w:rPr>
        <w:t>на 202</w:t>
      </w:r>
      <w:r w:rsidR="0090401C" w:rsidRPr="00C128A3">
        <w:rPr>
          <w:rFonts w:ascii="Times New Roman" w:hAnsi="Times New Roman" w:cs="Times New Roman"/>
          <w:sz w:val="28"/>
          <w:szCs w:val="28"/>
        </w:rPr>
        <w:t>6</w:t>
      </w:r>
      <w:r w:rsidR="001E6BC8" w:rsidRPr="00C128A3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2D7B6E" w:rsidRPr="00C128A3">
        <w:rPr>
          <w:rFonts w:ascii="Times New Roman" w:hAnsi="Times New Roman" w:cs="Times New Roman"/>
          <w:sz w:val="28"/>
          <w:szCs w:val="28"/>
        </w:rPr>
        <w:t xml:space="preserve"> </w:t>
      </w:r>
      <w:r w:rsidR="0090401C" w:rsidRPr="00C128A3">
        <w:rPr>
          <w:rFonts w:ascii="Times New Roman" w:hAnsi="Times New Roman" w:cs="Times New Roman"/>
          <w:sz w:val="28"/>
          <w:szCs w:val="28"/>
        </w:rPr>
        <w:t>5 661,3</w:t>
      </w:r>
      <w:r w:rsidR="002D7B6E" w:rsidRPr="00C128A3">
        <w:rPr>
          <w:rFonts w:ascii="Times New Roman" w:hAnsi="Times New Roman" w:cs="Times New Roman"/>
          <w:sz w:val="28"/>
          <w:szCs w:val="28"/>
        </w:rPr>
        <w:t xml:space="preserve"> </w:t>
      </w:r>
      <w:r w:rsidR="008E5370" w:rsidRPr="00C128A3">
        <w:rPr>
          <w:rFonts w:ascii="Times New Roman" w:hAnsi="Times New Roman" w:cs="Times New Roman"/>
          <w:sz w:val="28"/>
          <w:szCs w:val="28"/>
        </w:rPr>
        <w:t>тыс. рублей (</w:t>
      </w:r>
      <w:r w:rsidR="0090401C" w:rsidRPr="00C128A3">
        <w:rPr>
          <w:rFonts w:ascii="Times New Roman" w:hAnsi="Times New Roman" w:cs="Times New Roman"/>
          <w:sz w:val="28"/>
          <w:szCs w:val="28"/>
        </w:rPr>
        <w:t>114</w:t>
      </w:r>
      <w:r w:rsidR="00AD32AB" w:rsidRPr="00C128A3">
        <w:rPr>
          <w:rFonts w:ascii="Times New Roman" w:hAnsi="Times New Roman" w:cs="Times New Roman"/>
          <w:sz w:val="28"/>
          <w:szCs w:val="28"/>
        </w:rPr>
        <w:t>,</w:t>
      </w:r>
      <w:r w:rsidR="0090401C" w:rsidRPr="00C128A3">
        <w:rPr>
          <w:rFonts w:ascii="Times New Roman" w:hAnsi="Times New Roman" w:cs="Times New Roman"/>
          <w:sz w:val="28"/>
          <w:szCs w:val="28"/>
        </w:rPr>
        <w:t>8</w:t>
      </w:r>
      <w:r w:rsidR="008E5370" w:rsidRPr="00C128A3">
        <w:rPr>
          <w:rFonts w:ascii="Times New Roman" w:hAnsi="Times New Roman" w:cs="Times New Roman"/>
          <w:sz w:val="28"/>
          <w:szCs w:val="28"/>
        </w:rPr>
        <w:t> % к 202</w:t>
      </w:r>
      <w:r w:rsidR="0090401C" w:rsidRPr="00C128A3">
        <w:rPr>
          <w:rFonts w:ascii="Times New Roman" w:hAnsi="Times New Roman" w:cs="Times New Roman"/>
          <w:sz w:val="28"/>
          <w:szCs w:val="28"/>
        </w:rPr>
        <w:t>5</w:t>
      </w:r>
      <w:r w:rsidR="008E5370" w:rsidRPr="00C128A3">
        <w:rPr>
          <w:rFonts w:ascii="Times New Roman" w:hAnsi="Times New Roman" w:cs="Times New Roman"/>
          <w:sz w:val="28"/>
          <w:szCs w:val="28"/>
        </w:rPr>
        <w:t xml:space="preserve"> году);</w:t>
      </w:r>
      <w:r w:rsidR="001E6BC8" w:rsidRPr="00C128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370" w:rsidRPr="00C128A3" w:rsidRDefault="000604D4" w:rsidP="000B6C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="001E6BC8" w:rsidRPr="00C128A3">
        <w:rPr>
          <w:rFonts w:ascii="Times New Roman" w:hAnsi="Times New Roman" w:cs="Times New Roman"/>
          <w:sz w:val="28"/>
          <w:szCs w:val="28"/>
        </w:rPr>
        <w:t>на 202</w:t>
      </w:r>
      <w:r w:rsidR="0090401C" w:rsidRPr="00C128A3">
        <w:rPr>
          <w:rFonts w:ascii="Times New Roman" w:hAnsi="Times New Roman" w:cs="Times New Roman"/>
          <w:sz w:val="28"/>
          <w:szCs w:val="28"/>
        </w:rPr>
        <w:t>7</w:t>
      </w:r>
      <w:r w:rsidR="001E6BC8" w:rsidRPr="00C128A3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2D7B6E" w:rsidRPr="00C128A3">
        <w:rPr>
          <w:rFonts w:ascii="Times New Roman" w:hAnsi="Times New Roman" w:cs="Times New Roman"/>
          <w:sz w:val="28"/>
          <w:szCs w:val="28"/>
        </w:rPr>
        <w:t xml:space="preserve"> </w:t>
      </w:r>
      <w:r w:rsidR="0090401C" w:rsidRPr="00C128A3">
        <w:rPr>
          <w:rFonts w:ascii="Times New Roman" w:hAnsi="Times New Roman" w:cs="Times New Roman"/>
          <w:sz w:val="28"/>
          <w:szCs w:val="28"/>
        </w:rPr>
        <w:t>5 975,3</w:t>
      </w:r>
      <w:r w:rsidR="007C5BE1" w:rsidRPr="00C128A3">
        <w:rPr>
          <w:rFonts w:ascii="Times New Roman" w:hAnsi="Times New Roman" w:cs="Times New Roman"/>
          <w:sz w:val="28"/>
          <w:szCs w:val="28"/>
        </w:rPr>
        <w:t xml:space="preserve"> </w:t>
      </w:r>
      <w:r w:rsidR="001E6BC8" w:rsidRPr="00C128A3">
        <w:rPr>
          <w:rFonts w:ascii="Times New Roman" w:hAnsi="Times New Roman" w:cs="Times New Roman"/>
          <w:sz w:val="28"/>
          <w:szCs w:val="28"/>
        </w:rPr>
        <w:t>тыс. рублей</w:t>
      </w:r>
      <w:r w:rsidR="005D01BC" w:rsidRPr="00C128A3">
        <w:rPr>
          <w:rFonts w:ascii="Times New Roman" w:hAnsi="Times New Roman" w:cs="Times New Roman"/>
          <w:sz w:val="28"/>
          <w:szCs w:val="28"/>
        </w:rPr>
        <w:t xml:space="preserve"> </w:t>
      </w:r>
      <w:r w:rsidR="008E5370" w:rsidRPr="00C128A3">
        <w:rPr>
          <w:rFonts w:ascii="Times New Roman" w:hAnsi="Times New Roman" w:cs="Times New Roman"/>
          <w:sz w:val="28"/>
          <w:szCs w:val="28"/>
        </w:rPr>
        <w:t>(</w:t>
      </w:r>
      <w:r w:rsidR="0090401C" w:rsidRPr="00C128A3">
        <w:rPr>
          <w:rFonts w:ascii="Times New Roman" w:hAnsi="Times New Roman" w:cs="Times New Roman"/>
          <w:sz w:val="28"/>
          <w:szCs w:val="28"/>
        </w:rPr>
        <w:t>105</w:t>
      </w:r>
      <w:r w:rsidR="00AD32AB" w:rsidRPr="00C128A3">
        <w:rPr>
          <w:rFonts w:ascii="Times New Roman" w:hAnsi="Times New Roman" w:cs="Times New Roman"/>
          <w:sz w:val="28"/>
          <w:szCs w:val="28"/>
        </w:rPr>
        <w:t>,</w:t>
      </w:r>
      <w:r w:rsidR="0090401C" w:rsidRPr="00C128A3">
        <w:rPr>
          <w:rFonts w:ascii="Times New Roman" w:hAnsi="Times New Roman" w:cs="Times New Roman"/>
          <w:sz w:val="28"/>
          <w:szCs w:val="28"/>
        </w:rPr>
        <w:t>5</w:t>
      </w:r>
      <w:r w:rsidR="008E5370" w:rsidRPr="00C128A3">
        <w:rPr>
          <w:rFonts w:ascii="Times New Roman" w:hAnsi="Times New Roman" w:cs="Times New Roman"/>
          <w:sz w:val="28"/>
          <w:szCs w:val="28"/>
        </w:rPr>
        <w:t> % к 202</w:t>
      </w:r>
      <w:r w:rsidR="0090401C" w:rsidRPr="00C128A3">
        <w:rPr>
          <w:rFonts w:ascii="Times New Roman" w:hAnsi="Times New Roman" w:cs="Times New Roman"/>
          <w:sz w:val="28"/>
          <w:szCs w:val="28"/>
        </w:rPr>
        <w:t>6</w:t>
      </w:r>
      <w:r w:rsidR="008E5370" w:rsidRPr="00C128A3">
        <w:rPr>
          <w:rFonts w:ascii="Times New Roman" w:hAnsi="Times New Roman" w:cs="Times New Roman"/>
          <w:sz w:val="28"/>
          <w:szCs w:val="28"/>
        </w:rPr>
        <w:t xml:space="preserve"> году)</w:t>
      </w:r>
      <w:r w:rsidR="000B6C5C" w:rsidRPr="00C128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6C5C" w:rsidRPr="00C128A3" w:rsidRDefault="000B6C5C" w:rsidP="000B6C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8A3">
        <w:rPr>
          <w:rFonts w:ascii="Times New Roman" w:hAnsi="Times New Roman" w:cs="Times New Roman"/>
          <w:sz w:val="28"/>
          <w:szCs w:val="28"/>
        </w:rPr>
        <w:t>Средства формируются в соответствии с частью 6</w:t>
      </w:r>
      <w:r w:rsidRPr="00C128A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128A3">
        <w:rPr>
          <w:rFonts w:ascii="Times New Roman" w:hAnsi="Times New Roman" w:cs="Times New Roman"/>
          <w:sz w:val="28"/>
          <w:szCs w:val="28"/>
        </w:rPr>
        <w:t xml:space="preserve"> статьи 26 Федерального закона № 326-ФЗ. </w:t>
      </w:r>
      <w:r w:rsidR="004321BE" w:rsidRPr="00C128A3">
        <w:rPr>
          <w:rFonts w:ascii="Times New Roman" w:hAnsi="Times New Roman" w:cs="Times New Roman"/>
          <w:sz w:val="28"/>
          <w:szCs w:val="28"/>
        </w:rPr>
        <w:t>И</w:t>
      </w:r>
      <w:r w:rsidRPr="00C128A3">
        <w:rPr>
          <w:rFonts w:ascii="Times New Roman" w:hAnsi="Times New Roman" w:cs="Times New Roman"/>
          <w:sz w:val="28"/>
          <w:szCs w:val="28"/>
        </w:rPr>
        <w:t>сточником формирования средств НСЗ Фонда на финансовое обеспечение мероприятий являются</w:t>
      </w:r>
      <w:r w:rsidR="004E6CD5" w:rsidRPr="00C128A3">
        <w:rPr>
          <w:rFonts w:ascii="Times New Roman" w:hAnsi="Times New Roman" w:cs="Times New Roman"/>
          <w:sz w:val="28"/>
          <w:szCs w:val="28"/>
        </w:rPr>
        <w:t xml:space="preserve"> штрафы</w:t>
      </w:r>
      <w:r w:rsidR="004321BE" w:rsidRPr="00C128A3">
        <w:rPr>
          <w:rFonts w:ascii="Times New Roman" w:hAnsi="Times New Roman" w:cs="Times New Roman"/>
          <w:sz w:val="28"/>
          <w:szCs w:val="28"/>
        </w:rPr>
        <w:t>, применяемые</w:t>
      </w:r>
      <w:r w:rsidRPr="00C128A3">
        <w:rPr>
          <w:rFonts w:ascii="Times New Roman" w:hAnsi="Times New Roman" w:cs="Times New Roman"/>
          <w:sz w:val="28"/>
          <w:szCs w:val="28"/>
        </w:rPr>
        <w:t xml:space="preserve"> </w:t>
      </w:r>
      <w:r w:rsidR="004E6CD5" w:rsidRPr="00C128A3">
        <w:rPr>
          <w:rFonts w:ascii="Times New Roman" w:hAnsi="Times New Roman" w:cs="Times New Roman"/>
          <w:sz w:val="28"/>
          <w:szCs w:val="28"/>
        </w:rPr>
        <w:t xml:space="preserve">страховыми медицинскими организациями и Фондом </w:t>
      </w:r>
      <w:r w:rsidRPr="00C128A3">
        <w:rPr>
          <w:rFonts w:ascii="Times New Roman" w:hAnsi="Times New Roman" w:cs="Times New Roman"/>
          <w:sz w:val="28"/>
          <w:szCs w:val="28"/>
        </w:rPr>
        <w:t>к медицинским организациям за нарушения, выявленные при проведении контроля объемов, сроков, качества и условий предоставления медицинской помощи.</w:t>
      </w:r>
      <w:r w:rsidR="004321BE" w:rsidRPr="00C128A3">
        <w:rPr>
          <w:rFonts w:ascii="Times New Roman" w:hAnsi="Times New Roman" w:cs="Times New Roman"/>
          <w:sz w:val="28"/>
          <w:szCs w:val="28"/>
        </w:rPr>
        <w:t xml:space="preserve"> </w:t>
      </w:r>
      <w:r w:rsidR="00026B4B" w:rsidRPr="00C128A3">
        <w:rPr>
          <w:rFonts w:ascii="Times New Roman" w:hAnsi="Times New Roman" w:cs="Times New Roman"/>
          <w:sz w:val="28"/>
          <w:szCs w:val="28"/>
        </w:rPr>
        <w:t xml:space="preserve">Расчет осуществлялся </w:t>
      </w:r>
      <w:r w:rsidR="00EE7EDE" w:rsidRPr="00C128A3">
        <w:rPr>
          <w:rFonts w:ascii="Times New Roman" w:hAnsi="Times New Roman" w:cs="Times New Roman"/>
          <w:sz w:val="28"/>
          <w:szCs w:val="28"/>
        </w:rPr>
        <w:t>на основании усреднения годовых объемов поступлений по данному виду доходов за предшествующие годы</w:t>
      </w:r>
      <w:r w:rsidR="004321BE" w:rsidRPr="00C128A3">
        <w:rPr>
          <w:rFonts w:ascii="Times New Roman" w:hAnsi="Times New Roman" w:cs="Times New Roman"/>
          <w:sz w:val="28"/>
          <w:szCs w:val="28"/>
        </w:rPr>
        <w:t>;</w:t>
      </w:r>
    </w:p>
    <w:p w:rsidR="004720A1" w:rsidRPr="00C128A3" w:rsidRDefault="006F0FBD" w:rsidP="002B249F">
      <w:pPr>
        <w:pStyle w:val="30"/>
        <w:ind w:firstLine="709"/>
        <w:jc w:val="both"/>
        <w:rPr>
          <w:b w:val="0"/>
          <w:szCs w:val="28"/>
        </w:rPr>
      </w:pPr>
      <w:r w:rsidRPr="00C128A3">
        <w:rPr>
          <w:b w:val="0"/>
          <w:bCs w:val="0"/>
          <w:szCs w:val="28"/>
        </w:rPr>
        <w:t>б) </w:t>
      </w:r>
      <w:r w:rsidR="00E20823" w:rsidRPr="00C128A3">
        <w:rPr>
          <w:b w:val="0"/>
          <w:szCs w:val="28"/>
        </w:rPr>
        <w:t xml:space="preserve">поступления штрафов от страховых медицинских организаций за нарушение обязательств по договорам о </w:t>
      </w:r>
      <w:r w:rsidR="0023236D">
        <w:rPr>
          <w:b w:val="0"/>
          <w:szCs w:val="28"/>
        </w:rPr>
        <w:t>финансовом обеспечении ОМС и от</w:t>
      </w:r>
      <w:r w:rsidR="00A7415F">
        <w:rPr>
          <w:b w:val="0"/>
          <w:szCs w:val="28"/>
        </w:rPr>
        <w:t> </w:t>
      </w:r>
      <w:r w:rsidR="00E20823" w:rsidRPr="00C128A3">
        <w:rPr>
          <w:b w:val="0"/>
          <w:szCs w:val="28"/>
        </w:rPr>
        <w:t>медицинских организаций по результатам проведения проверок контрольно-ревизионного отдела Фонда и за нарушение обязательств по договорам на оказание и оплату медицинской помощи по ОМС</w:t>
      </w:r>
      <w:r w:rsidR="004720A1" w:rsidRPr="00C128A3">
        <w:rPr>
          <w:b w:val="0"/>
          <w:szCs w:val="28"/>
        </w:rPr>
        <w:t>:</w:t>
      </w:r>
    </w:p>
    <w:p w:rsidR="004720A1" w:rsidRPr="00C128A3" w:rsidRDefault="000604D4" w:rsidP="004720A1">
      <w:pPr>
        <w:ind w:firstLine="709"/>
        <w:jc w:val="both"/>
        <w:rPr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="001E6BC8" w:rsidRPr="00C128A3">
        <w:rPr>
          <w:bCs/>
          <w:sz w:val="28"/>
          <w:szCs w:val="28"/>
        </w:rPr>
        <w:t>на 202</w:t>
      </w:r>
      <w:r w:rsidR="00AC22C5" w:rsidRPr="00C128A3">
        <w:rPr>
          <w:bCs/>
          <w:sz w:val="28"/>
          <w:szCs w:val="28"/>
        </w:rPr>
        <w:t>5</w:t>
      </w:r>
      <w:r w:rsidR="001E6BC8" w:rsidRPr="00C128A3">
        <w:rPr>
          <w:bCs/>
          <w:sz w:val="28"/>
          <w:szCs w:val="28"/>
        </w:rPr>
        <w:t xml:space="preserve"> год –</w:t>
      </w:r>
      <w:r w:rsidR="00434F4C" w:rsidRPr="00C128A3">
        <w:rPr>
          <w:bCs/>
          <w:sz w:val="28"/>
          <w:szCs w:val="28"/>
        </w:rPr>
        <w:t xml:space="preserve"> </w:t>
      </w:r>
      <w:r w:rsidR="00AC22C5" w:rsidRPr="00C128A3">
        <w:rPr>
          <w:bCs/>
          <w:sz w:val="28"/>
          <w:szCs w:val="28"/>
        </w:rPr>
        <w:t>1 778,7</w:t>
      </w:r>
      <w:r w:rsidR="007C5BE1" w:rsidRPr="00C128A3">
        <w:rPr>
          <w:bCs/>
          <w:sz w:val="28"/>
          <w:szCs w:val="28"/>
        </w:rPr>
        <w:t xml:space="preserve"> </w:t>
      </w:r>
      <w:r w:rsidR="002B249F" w:rsidRPr="00C128A3">
        <w:rPr>
          <w:bCs/>
          <w:sz w:val="28"/>
          <w:szCs w:val="28"/>
        </w:rPr>
        <w:t>тыс. рублей</w:t>
      </w:r>
      <w:r w:rsidR="005D01BC" w:rsidRPr="00C128A3">
        <w:rPr>
          <w:bCs/>
          <w:sz w:val="28"/>
          <w:szCs w:val="28"/>
        </w:rPr>
        <w:t xml:space="preserve"> </w:t>
      </w:r>
      <w:r w:rsidR="004720A1" w:rsidRPr="00C128A3">
        <w:rPr>
          <w:bCs/>
          <w:sz w:val="28"/>
          <w:szCs w:val="28"/>
        </w:rPr>
        <w:t>(</w:t>
      </w:r>
      <w:r w:rsidR="00AC22C5" w:rsidRPr="00C128A3">
        <w:rPr>
          <w:bCs/>
          <w:sz w:val="28"/>
          <w:szCs w:val="28"/>
        </w:rPr>
        <w:t>101,6</w:t>
      </w:r>
      <w:r w:rsidR="004720A1" w:rsidRPr="00C128A3">
        <w:rPr>
          <w:bCs/>
          <w:sz w:val="28"/>
          <w:szCs w:val="28"/>
        </w:rPr>
        <w:t> % к ожидаемым</w:t>
      </w:r>
      <w:r w:rsidR="004720A1" w:rsidRPr="00C128A3">
        <w:rPr>
          <w:sz w:val="28"/>
          <w:szCs w:val="28"/>
        </w:rPr>
        <w:t xml:space="preserve"> доходам 20</w:t>
      </w:r>
      <w:r w:rsidR="00B31E01" w:rsidRPr="00C128A3">
        <w:rPr>
          <w:sz w:val="28"/>
          <w:szCs w:val="28"/>
        </w:rPr>
        <w:t>2</w:t>
      </w:r>
      <w:r w:rsidR="00AC22C5" w:rsidRPr="00C128A3">
        <w:rPr>
          <w:sz w:val="28"/>
          <w:szCs w:val="28"/>
        </w:rPr>
        <w:t>4</w:t>
      </w:r>
      <w:r w:rsidR="00925924" w:rsidRPr="00C128A3">
        <w:rPr>
          <w:sz w:val="28"/>
          <w:szCs w:val="28"/>
        </w:rPr>
        <w:t> </w:t>
      </w:r>
      <w:r w:rsidR="004720A1" w:rsidRPr="00C128A3">
        <w:rPr>
          <w:sz w:val="28"/>
          <w:szCs w:val="28"/>
        </w:rPr>
        <w:t>года);</w:t>
      </w:r>
    </w:p>
    <w:p w:rsidR="004720A1" w:rsidRPr="00C128A3" w:rsidRDefault="000604D4" w:rsidP="002B249F">
      <w:pPr>
        <w:pStyle w:val="30"/>
        <w:ind w:firstLine="709"/>
        <w:jc w:val="both"/>
        <w:rPr>
          <w:b w:val="0"/>
          <w:bCs w:val="0"/>
          <w:szCs w:val="28"/>
        </w:rPr>
      </w:pPr>
      <w:r w:rsidRPr="00C128A3">
        <w:rPr>
          <w:bCs w:val="0"/>
          <w:szCs w:val="28"/>
        </w:rPr>
        <w:noBreakHyphen/>
        <w:t> </w:t>
      </w:r>
      <w:r w:rsidR="001E6BC8" w:rsidRPr="00C128A3">
        <w:rPr>
          <w:b w:val="0"/>
          <w:bCs w:val="0"/>
          <w:szCs w:val="28"/>
        </w:rPr>
        <w:t>на 20</w:t>
      </w:r>
      <w:r w:rsidR="00B31E01" w:rsidRPr="00C128A3">
        <w:rPr>
          <w:b w:val="0"/>
          <w:bCs w:val="0"/>
          <w:szCs w:val="28"/>
        </w:rPr>
        <w:t>2</w:t>
      </w:r>
      <w:r w:rsidR="00AC22C5" w:rsidRPr="00C128A3">
        <w:rPr>
          <w:b w:val="0"/>
          <w:bCs w:val="0"/>
          <w:szCs w:val="28"/>
        </w:rPr>
        <w:t>6</w:t>
      </w:r>
      <w:r w:rsidR="001E6BC8" w:rsidRPr="00C128A3">
        <w:rPr>
          <w:b w:val="0"/>
          <w:bCs w:val="0"/>
          <w:szCs w:val="28"/>
        </w:rPr>
        <w:t xml:space="preserve"> год –</w:t>
      </w:r>
      <w:r w:rsidR="00434F4C" w:rsidRPr="00C128A3">
        <w:rPr>
          <w:b w:val="0"/>
          <w:bCs w:val="0"/>
          <w:szCs w:val="28"/>
        </w:rPr>
        <w:t xml:space="preserve"> </w:t>
      </w:r>
      <w:r w:rsidR="00AC22C5" w:rsidRPr="00C128A3">
        <w:rPr>
          <w:b w:val="0"/>
          <w:bCs w:val="0"/>
          <w:szCs w:val="28"/>
        </w:rPr>
        <w:t>1 869,4</w:t>
      </w:r>
      <w:r w:rsidR="007C5BE1" w:rsidRPr="00C128A3">
        <w:rPr>
          <w:b w:val="0"/>
          <w:bCs w:val="0"/>
          <w:szCs w:val="28"/>
        </w:rPr>
        <w:t xml:space="preserve"> </w:t>
      </w:r>
      <w:r w:rsidR="001E6BC8" w:rsidRPr="00C128A3">
        <w:rPr>
          <w:b w:val="0"/>
          <w:bCs w:val="0"/>
          <w:szCs w:val="28"/>
        </w:rPr>
        <w:t xml:space="preserve">тыс. </w:t>
      </w:r>
      <w:r w:rsidR="004720A1" w:rsidRPr="00C128A3">
        <w:rPr>
          <w:b w:val="0"/>
          <w:szCs w:val="28"/>
        </w:rPr>
        <w:t>рублей (</w:t>
      </w:r>
      <w:r w:rsidR="0041485D" w:rsidRPr="00C128A3">
        <w:rPr>
          <w:b w:val="0"/>
          <w:szCs w:val="28"/>
        </w:rPr>
        <w:t>1</w:t>
      </w:r>
      <w:r w:rsidR="00AC22C5" w:rsidRPr="00C128A3">
        <w:rPr>
          <w:b w:val="0"/>
          <w:szCs w:val="28"/>
        </w:rPr>
        <w:t>05</w:t>
      </w:r>
      <w:r w:rsidR="0041485D" w:rsidRPr="00C128A3">
        <w:rPr>
          <w:b w:val="0"/>
          <w:szCs w:val="28"/>
        </w:rPr>
        <w:t>,</w:t>
      </w:r>
      <w:r w:rsidR="00AC22C5" w:rsidRPr="00C128A3">
        <w:rPr>
          <w:b w:val="0"/>
          <w:szCs w:val="28"/>
        </w:rPr>
        <w:t>1</w:t>
      </w:r>
      <w:r w:rsidR="004720A1" w:rsidRPr="00C128A3">
        <w:rPr>
          <w:b w:val="0"/>
          <w:szCs w:val="28"/>
        </w:rPr>
        <w:t> % к 202</w:t>
      </w:r>
      <w:r w:rsidR="00AC22C5" w:rsidRPr="00C128A3">
        <w:rPr>
          <w:b w:val="0"/>
          <w:szCs w:val="28"/>
        </w:rPr>
        <w:t>5</w:t>
      </w:r>
      <w:r w:rsidR="004720A1" w:rsidRPr="00C128A3">
        <w:rPr>
          <w:b w:val="0"/>
          <w:szCs w:val="28"/>
        </w:rPr>
        <w:t xml:space="preserve"> году);</w:t>
      </w:r>
      <w:r w:rsidR="004720A1" w:rsidRPr="00C128A3">
        <w:rPr>
          <w:szCs w:val="28"/>
        </w:rPr>
        <w:t xml:space="preserve"> </w:t>
      </w:r>
      <w:r w:rsidR="001E6BC8" w:rsidRPr="00C128A3">
        <w:rPr>
          <w:b w:val="0"/>
          <w:bCs w:val="0"/>
          <w:szCs w:val="28"/>
        </w:rPr>
        <w:t xml:space="preserve"> </w:t>
      </w:r>
    </w:p>
    <w:p w:rsidR="004720A1" w:rsidRPr="00C128A3" w:rsidRDefault="000604D4" w:rsidP="002B249F">
      <w:pPr>
        <w:pStyle w:val="30"/>
        <w:ind w:firstLine="709"/>
        <w:jc w:val="both"/>
        <w:rPr>
          <w:b w:val="0"/>
          <w:bCs w:val="0"/>
          <w:szCs w:val="28"/>
        </w:rPr>
      </w:pPr>
      <w:r w:rsidRPr="00C128A3">
        <w:rPr>
          <w:bCs w:val="0"/>
          <w:szCs w:val="28"/>
        </w:rPr>
        <w:noBreakHyphen/>
        <w:t> </w:t>
      </w:r>
      <w:r w:rsidR="001E6BC8" w:rsidRPr="00C128A3">
        <w:rPr>
          <w:b w:val="0"/>
          <w:bCs w:val="0"/>
          <w:szCs w:val="28"/>
        </w:rPr>
        <w:t>на 202</w:t>
      </w:r>
      <w:r w:rsidR="00AC22C5" w:rsidRPr="00C128A3">
        <w:rPr>
          <w:b w:val="0"/>
          <w:bCs w:val="0"/>
          <w:szCs w:val="28"/>
        </w:rPr>
        <w:t>7</w:t>
      </w:r>
      <w:r w:rsidR="001E6BC8" w:rsidRPr="00C128A3">
        <w:rPr>
          <w:b w:val="0"/>
          <w:bCs w:val="0"/>
          <w:szCs w:val="28"/>
        </w:rPr>
        <w:t xml:space="preserve"> год </w:t>
      </w:r>
      <w:r w:rsidR="001E6BC8" w:rsidRPr="00C128A3">
        <w:rPr>
          <w:szCs w:val="28"/>
        </w:rPr>
        <w:t>–</w:t>
      </w:r>
      <w:r w:rsidR="00434F4C" w:rsidRPr="00C128A3">
        <w:rPr>
          <w:b w:val="0"/>
          <w:szCs w:val="28"/>
        </w:rPr>
        <w:t xml:space="preserve"> </w:t>
      </w:r>
      <w:r w:rsidR="00AC22C5" w:rsidRPr="00C128A3">
        <w:rPr>
          <w:b w:val="0"/>
          <w:szCs w:val="28"/>
        </w:rPr>
        <w:t>1 799,8</w:t>
      </w:r>
      <w:r w:rsidR="0041485D" w:rsidRPr="00C128A3">
        <w:rPr>
          <w:b w:val="0"/>
          <w:szCs w:val="28"/>
        </w:rPr>
        <w:t xml:space="preserve"> </w:t>
      </w:r>
      <w:r w:rsidR="001E6BC8" w:rsidRPr="00C128A3">
        <w:rPr>
          <w:b w:val="0"/>
          <w:bCs w:val="0"/>
          <w:szCs w:val="28"/>
        </w:rPr>
        <w:t>тыс. рублей</w:t>
      </w:r>
      <w:r w:rsidR="0085331F" w:rsidRPr="00C128A3">
        <w:rPr>
          <w:b w:val="0"/>
          <w:bCs w:val="0"/>
          <w:szCs w:val="28"/>
        </w:rPr>
        <w:t xml:space="preserve"> </w:t>
      </w:r>
      <w:r w:rsidR="004720A1" w:rsidRPr="00C128A3">
        <w:rPr>
          <w:b w:val="0"/>
          <w:bCs w:val="0"/>
          <w:szCs w:val="28"/>
        </w:rPr>
        <w:t>(</w:t>
      </w:r>
      <w:r w:rsidR="00AD32AB" w:rsidRPr="00C128A3">
        <w:rPr>
          <w:b w:val="0"/>
          <w:bCs w:val="0"/>
          <w:szCs w:val="28"/>
        </w:rPr>
        <w:t>9</w:t>
      </w:r>
      <w:r w:rsidR="00AC22C5" w:rsidRPr="00C128A3">
        <w:rPr>
          <w:b w:val="0"/>
          <w:bCs w:val="0"/>
          <w:szCs w:val="28"/>
        </w:rPr>
        <w:t>6</w:t>
      </w:r>
      <w:r w:rsidR="00AD32AB" w:rsidRPr="00C128A3">
        <w:rPr>
          <w:b w:val="0"/>
          <w:bCs w:val="0"/>
          <w:szCs w:val="28"/>
        </w:rPr>
        <w:t>,</w:t>
      </w:r>
      <w:r w:rsidR="00AC22C5" w:rsidRPr="00C128A3">
        <w:rPr>
          <w:b w:val="0"/>
          <w:bCs w:val="0"/>
          <w:szCs w:val="28"/>
        </w:rPr>
        <w:t>3</w:t>
      </w:r>
      <w:r w:rsidR="004720A1" w:rsidRPr="00C128A3">
        <w:rPr>
          <w:b w:val="0"/>
          <w:szCs w:val="28"/>
        </w:rPr>
        <w:t> % к 202</w:t>
      </w:r>
      <w:r w:rsidR="00AC22C5" w:rsidRPr="00C128A3">
        <w:rPr>
          <w:b w:val="0"/>
          <w:szCs w:val="28"/>
        </w:rPr>
        <w:t>6</w:t>
      </w:r>
      <w:r w:rsidR="004720A1" w:rsidRPr="00C128A3">
        <w:rPr>
          <w:b w:val="0"/>
          <w:szCs w:val="28"/>
        </w:rPr>
        <w:t xml:space="preserve"> году).</w:t>
      </w:r>
      <w:r w:rsidR="004720A1" w:rsidRPr="00C128A3">
        <w:rPr>
          <w:b w:val="0"/>
          <w:bCs w:val="0"/>
          <w:szCs w:val="28"/>
        </w:rPr>
        <w:t xml:space="preserve"> </w:t>
      </w:r>
    </w:p>
    <w:p w:rsidR="002B249F" w:rsidRPr="00C128A3" w:rsidRDefault="00842FE3" w:rsidP="002B249F">
      <w:pPr>
        <w:pStyle w:val="30"/>
        <w:ind w:firstLine="709"/>
        <w:jc w:val="both"/>
        <w:rPr>
          <w:b w:val="0"/>
          <w:bCs w:val="0"/>
          <w:szCs w:val="28"/>
        </w:rPr>
      </w:pPr>
      <w:r w:rsidRPr="00C128A3">
        <w:rPr>
          <w:b w:val="0"/>
          <w:bCs w:val="0"/>
          <w:szCs w:val="28"/>
        </w:rPr>
        <w:t xml:space="preserve">Расчет производился на основании </w:t>
      </w:r>
      <w:r w:rsidRPr="00C128A3">
        <w:rPr>
          <w:b w:val="0"/>
          <w:szCs w:val="28"/>
        </w:rPr>
        <w:t>усреднения годовых объемов поступлений по данному виду доходов</w:t>
      </w:r>
      <w:r w:rsidRPr="00C128A3">
        <w:t xml:space="preserve"> </w:t>
      </w:r>
      <w:r w:rsidRPr="00C128A3">
        <w:rPr>
          <w:b w:val="0"/>
          <w:szCs w:val="28"/>
        </w:rPr>
        <w:t>за предшествующи</w:t>
      </w:r>
      <w:r w:rsidR="00234907" w:rsidRPr="00C128A3">
        <w:rPr>
          <w:b w:val="0"/>
          <w:szCs w:val="28"/>
        </w:rPr>
        <w:t>е</w:t>
      </w:r>
      <w:r w:rsidRPr="00C128A3">
        <w:rPr>
          <w:b w:val="0"/>
          <w:szCs w:val="28"/>
        </w:rPr>
        <w:t xml:space="preserve"> год</w:t>
      </w:r>
      <w:r w:rsidR="00F42C8C" w:rsidRPr="00C128A3">
        <w:rPr>
          <w:b w:val="0"/>
          <w:szCs w:val="28"/>
        </w:rPr>
        <w:t>ы</w:t>
      </w:r>
      <w:r w:rsidRPr="00C128A3">
        <w:rPr>
          <w:b w:val="0"/>
          <w:szCs w:val="28"/>
        </w:rPr>
        <w:t xml:space="preserve">. </w:t>
      </w:r>
      <w:r w:rsidR="0085331F" w:rsidRPr="00C128A3">
        <w:rPr>
          <w:b w:val="0"/>
          <w:bCs w:val="0"/>
          <w:szCs w:val="28"/>
        </w:rPr>
        <w:t xml:space="preserve">Средства </w:t>
      </w:r>
      <w:r w:rsidR="002B249F" w:rsidRPr="00C128A3">
        <w:rPr>
          <w:b w:val="0"/>
          <w:bCs w:val="0"/>
          <w:szCs w:val="28"/>
        </w:rPr>
        <w:t>направл</w:t>
      </w:r>
      <w:r w:rsidR="00922B18" w:rsidRPr="00C128A3">
        <w:rPr>
          <w:b w:val="0"/>
          <w:bCs w:val="0"/>
          <w:szCs w:val="28"/>
        </w:rPr>
        <w:t>яются</w:t>
      </w:r>
      <w:r w:rsidR="002B249F" w:rsidRPr="00C128A3">
        <w:rPr>
          <w:b w:val="0"/>
          <w:bCs w:val="0"/>
          <w:szCs w:val="28"/>
        </w:rPr>
        <w:t xml:space="preserve"> на реализацию территориальной программы ОМС в рамках базовой программы ОМС</w:t>
      </w:r>
      <w:r w:rsidR="00B61845" w:rsidRPr="00C128A3">
        <w:rPr>
          <w:b w:val="0"/>
          <w:bCs w:val="0"/>
          <w:szCs w:val="28"/>
        </w:rPr>
        <w:t>.</w:t>
      </w:r>
    </w:p>
    <w:p w:rsidR="008D0B72" w:rsidRPr="00C128A3" w:rsidRDefault="008F1481" w:rsidP="008D0B72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>1.5. </w:t>
      </w:r>
      <w:r w:rsidR="008D0B72" w:rsidRPr="00C128A3">
        <w:rPr>
          <w:sz w:val="28"/>
          <w:szCs w:val="28"/>
        </w:rPr>
        <w:t xml:space="preserve">В настоящее время </w:t>
      </w:r>
      <w:r w:rsidR="00636EB4" w:rsidRPr="00C128A3">
        <w:rPr>
          <w:sz w:val="28"/>
          <w:szCs w:val="28"/>
        </w:rPr>
        <w:t xml:space="preserve">Федеральным фондом ОМС </w:t>
      </w:r>
      <w:r w:rsidR="008D0B72" w:rsidRPr="00C128A3">
        <w:rPr>
          <w:sz w:val="28"/>
          <w:szCs w:val="28"/>
        </w:rPr>
        <w:t>до Фонда не доведены бюджетные ассигнования на:</w:t>
      </w:r>
    </w:p>
    <w:p w:rsidR="008D0B72" w:rsidRPr="00C128A3" w:rsidRDefault="008D0B72" w:rsidP="008D0B72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 xml:space="preserve">1) </w:t>
      </w:r>
      <w:proofErr w:type="spellStart"/>
      <w:r w:rsidRPr="00C128A3">
        <w:rPr>
          <w:sz w:val="28"/>
          <w:szCs w:val="28"/>
        </w:rPr>
        <w:t>софинансирование</w:t>
      </w:r>
      <w:proofErr w:type="spellEnd"/>
      <w:r w:rsidRPr="00C128A3"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 за счет средств межбюд</w:t>
      </w:r>
      <w:r w:rsidRPr="00C128A3">
        <w:rPr>
          <w:sz w:val="28"/>
          <w:szCs w:val="28"/>
        </w:rPr>
        <w:lastRenderedPageBreak/>
        <w:t>жетных трансфертов из бюджета Ф</w:t>
      </w:r>
      <w:r w:rsidR="008F1481" w:rsidRPr="00C128A3">
        <w:rPr>
          <w:sz w:val="28"/>
          <w:szCs w:val="28"/>
        </w:rPr>
        <w:t xml:space="preserve">едерального фонда </w:t>
      </w:r>
      <w:r w:rsidRPr="00C128A3">
        <w:rPr>
          <w:sz w:val="28"/>
          <w:szCs w:val="28"/>
        </w:rPr>
        <w:t>ОМС, размер которых в 202</w:t>
      </w:r>
      <w:r w:rsidR="00811061" w:rsidRPr="00C128A3">
        <w:rPr>
          <w:sz w:val="28"/>
          <w:szCs w:val="28"/>
        </w:rPr>
        <w:t>4</w:t>
      </w:r>
      <w:r w:rsidRPr="00C128A3">
        <w:rPr>
          <w:sz w:val="28"/>
          <w:szCs w:val="28"/>
        </w:rPr>
        <w:t xml:space="preserve"> году соста</w:t>
      </w:r>
      <w:r w:rsidR="008F1481" w:rsidRPr="00C128A3">
        <w:rPr>
          <w:sz w:val="28"/>
          <w:szCs w:val="28"/>
        </w:rPr>
        <w:t xml:space="preserve">вил </w:t>
      </w:r>
      <w:r w:rsidR="00811061" w:rsidRPr="00C128A3">
        <w:rPr>
          <w:sz w:val="28"/>
          <w:szCs w:val="28"/>
        </w:rPr>
        <w:t>33 795,0</w:t>
      </w:r>
      <w:r w:rsidRPr="00C128A3">
        <w:rPr>
          <w:sz w:val="28"/>
          <w:szCs w:val="28"/>
        </w:rPr>
        <w:t xml:space="preserve"> тыс. рублей;</w:t>
      </w:r>
    </w:p>
    <w:p w:rsidR="008D0B72" w:rsidRPr="00C128A3" w:rsidRDefault="008D0B72" w:rsidP="008D0B72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>2)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за счет средств межбюджетных трансфертов из бюджета Ф</w:t>
      </w:r>
      <w:r w:rsidR="008F1481" w:rsidRPr="00C128A3">
        <w:rPr>
          <w:sz w:val="28"/>
          <w:szCs w:val="28"/>
        </w:rPr>
        <w:t xml:space="preserve">едерального фонда </w:t>
      </w:r>
      <w:r w:rsidRPr="00C128A3">
        <w:rPr>
          <w:sz w:val="28"/>
          <w:szCs w:val="28"/>
        </w:rPr>
        <w:t>ОМС, размер которых в 202</w:t>
      </w:r>
      <w:r w:rsidR="00811061" w:rsidRPr="00C128A3">
        <w:rPr>
          <w:sz w:val="28"/>
          <w:szCs w:val="28"/>
        </w:rPr>
        <w:t>4</w:t>
      </w:r>
      <w:r w:rsidRPr="00C128A3">
        <w:rPr>
          <w:sz w:val="28"/>
          <w:szCs w:val="28"/>
        </w:rPr>
        <w:t xml:space="preserve"> году составил </w:t>
      </w:r>
      <w:r w:rsidR="00811061" w:rsidRPr="00C128A3">
        <w:rPr>
          <w:sz w:val="28"/>
          <w:szCs w:val="28"/>
        </w:rPr>
        <w:t>296,6</w:t>
      </w:r>
      <w:r w:rsidRPr="00C128A3">
        <w:rPr>
          <w:sz w:val="28"/>
          <w:szCs w:val="28"/>
        </w:rPr>
        <w:t xml:space="preserve"> тыс. рублей.</w:t>
      </w:r>
    </w:p>
    <w:p w:rsidR="00C523F4" w:rsidRPr="00C128A3" w:rsidRDefault="008D0B72" w:rsidP="00C523F4">
      <w:pPr>
        <w:pStyle w:val="a4"/>
        <w:rPr>
          <w:szCs w:val="28"/>
        </w:rPr>
      </w:pPr>
      <w:r w:rsidRPr="00C128A3">
        <w:rPr>
          <w:szCs w:val="28"/>
        </w:rPr>
        <w:t>1.6.</w:t>
      </w:r>
      <w:r w:rsidR="008F1481" w:rsidRPr="00C128A3">
        <w:rPr>
          <w:szCs w:val="28"/>
        </w:rPr>
        <w:t> </w:t>
      </w:r>
      <w:r w:rsidR="00C523F4" w:rsidRPr="00C128A3">
        <w:rPr>
          <w:szCs w:val="28"/>
        </w:rPr>
        <w:t>Межбюджетные трансферты из областного бюджета</w:t>
      </w:r>
      <w:r w:rsidR="00817EA8" w:rsidRPr="00C128A3">
        <w:rPr>
          <w:szCs w:val="28"/>
        </w:rPr>
        <w:t xml:space="preserve"> в бюджет Фонда</w:t>
      </w:r>
      <w:r w:rsidR="00C523F4" w:rsidRPr="00C128A3">
        <w:rPr>
          <w:szCs w:val="28"/>
        </w:rPr>
        <w:t xml:space="preserve"> на</w:t>
      </w:r>
      <w:r w:rsidR="00E20823" w:rsidRPr="00C128A3">
        <w:rPr>
          <w:szCs w:val="28"/>
        </w:rPr>
        <w:t xml:space="preserve"> 202</w:t>
      </w:r>
      <w:r w:rsidR="00811061" w:rsidRPr="00C128A3">
        <w:rPr>
          <w:szCs w:val="28"/>
        </w:rPr>
        <w:t>5</w:t>
      </w:r>
      <w:r w:rsidR="00C2580B" w:rsidRPr="00C128A3">
        <w:rPr>
          <w:szCs w:val="28"/>
        </w:rPr>
        <w:t xml:space="preserve"> </w:t>
      </w:r>
      <w:r w:rsidR="00925924" w:rsidRPr="00C128A3">
        <w:rPr>
          <w:szCs w:val="28"/>
        </w:rPr>
        <w:t>–</w:t>
      </w:r>
      <w:r w:rsidR="00C2580B" w:rsidRPr="00C128A3">
        <w:rPr>
          <w:szCs w:val="28"/>
        </w:rPr>
        <w:t xml:space="preserve"> </w:t>
      </w:r>
      <w:r w:rsidR="00C523F4" w:rsidRPr="00C128A3">
        <w:rPr>
          <w:szCs w:val="28"/>
        </w:rPr>
        <w:t>20</w:t>
      </w:r>
      <w:r w:rsidR="001B3957" w:rsidRPr="00C128A3">
        <w:rPr>
          <w:szCs w:val="28"/>
        </w:rPr>
        <w:t>2</w:t>
      </w:r>
      <w:r w:rsidR="00811061" w:rsidRPr="00C128A3">
        <w:rPr>
          <w:szCs w:val="28"/>
        </w:rPr>
        <w:t>7</w:t>
      </w:r>
      <w:r w:rsidR="00925924" w:rsidRPr="00C128A3">
        <w:rPr>
          <w:szCs w:val="28"/>
        </w:rPr>
        <w:t xml:space="preserve"> </w:t>
      </w:r>
      <w:r w:rsidR="00C523F4" w:rsidRPr="00C128A3">
        <w:rPr>
          <w:szCs w:val="28"/>
        </w:rPr>
        <w:t>го</w:t>
      </w:r>
      <w:r w:rsidR="00817EA8" w:rsidRPr="00C128A3">
        <w:rPr>
          <w:szCs w:val="28"/>
        </w:rPr>
        <w:t>ды не предусмотрены.</w:t>
      </w:r>
    </w:p>
    <w:p w:rsidR="000A7A5E" w:rsidRPr="00C128A3" w:rsidRDefault="00817EA8" w:rsidP="00CF0412">
      <w:pPr>
        <w:pStyle w:val="30"/>
        <w:spacing w:before="100" w:after="100"/>
        <w:rPr>
          <w:szCs w:val="28"/>
        </w:rPr>
      </w:pPr>
      <w:r w:rsidRPr="00C128A3">
        <w:rPr>
          <w:szCs w:val="28"/>
        </w:rPr>
        <w:t xml:space="preserve">2. </w:t>
      </w:r>
      <w:r w:rsidR="000A7A5E" w:rsidRPr="00C128A3">
        <w:rPr>
          <w:szCs w:val="28"/>
        </w:rPr>
        <w:t>Расходы</w:t>
      </w:r>
    </w:p>
    <w:p w:rsidR="00125322" w:rsidRPr="00C128A3" w:rsidRDefault="00817EA8" w:rsidP="00B208B1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>2.1. </w:t>
      </w:r>
      <w:r w:rsidR="003E09A4" w:rsidRPr="00C128A3">
        <w:rPr>
          <w:sz w:val="28"/>
          <w:szCs w:val="28"/>
        </w:rPr>
        <w:t>Расходы Фонда на 20</w:t>
      </w:r>
      <w:r w:rsidR="00F60478" w:rsidRPr="00C128A3">
        <w:rPr>
          <w:sz w:val="28"/>
          <w:szCs w:val="28"/>
        </w:rPr>
        <w:t>2</w:t>
      </w:r>
      <w:r w:rsidR="00CC1F7C" w:rsidRPr="00C128A3">
        <w:rPr>
          <w:sz w:val="28"/>
          <w:szCs w:val="28"/>
        </w:rPr>
        <w:t>5</w:t>
      </w:r>
      <w:r w:rsidR="00747CC8" w:rsidRPr="00C128A3">
        <w:rPr>
          <w:sz w:val="28"/>
          <w:szCs w:val="28"/>
        </w:rPr>
        <w:t xml:space="preserve"> </w:t>
      </w:r>
      <w:r w:rsidR="003E09A4" w:rsidRPr="00C128A3">
        <w:rPr>
          <w:sz w:val="28"/>
          <w:szCs w:val="28"/>
        </w:rPr>
        <w:t xml:space="preserve">год запланированы в сумме </w:t>
      </w:r>
      <w:r w:rsidR="006E33D6" w:rsidRPr="00C128A3">
        <w:rPr>
          <w:sz w:val="28"/>
          <w:szCs w:val="28"/>
        </w:rPr>
        <w:t>27 730 621,5</w:t>
      </w:r>
      <w:r w:rsidR="00A7415F">
        <w:rPr>
          <w:sz w:val="28"/>
          <w:szCs w:val="28"/>
        </w:rPr>
        <w:t> </w:t>
      </w:r>
      <w:r w:rsidR="00125322" w:rsidRPr="00C128A3">
        <w:rPr>
          <w:sz w:val="28"/>
          <w:szCs w:val="28"/>
        </w:rPr>
        <w:t>тыс.</w:t>
      </w:r>
      <w:r w:rsidR="00D0489B" w:rsidRPr="00C128A3">
        <w:rPr>
          <w:sz w:val="28"/>
          <w:szCs w:val="28"/>
        </w:rPr>
        <w:t xml:space="preserve"> </w:t>
      </w:r>
      <w:r w:rsidR="003E09A4" w:rsidRPr="00C128A3">
        <w:rPr>
          <w:sz w:val="28"/>
          <w:szCs w:val="28"/>
        </w:rPr>
        <w:t>руб</w:t>
      </w:r>
      <w:r w:rsidR="00133ABE" w:rsidRPr="00C128A3">
        <w:rPr>
          <w:sz w:val="28"/>
          <w:szCs w:val="28"/>
        </w:rPr>
        <w:t>лей</w:t>
      </w:r>
      <w:r w:rsidR="00FF64D9" w:rsidRPr="00C128A3">
        <w:rPr>
          <w:sz w:val="28"/>
          <w:szCs w:val="28"/>
        </w:rPr>
        <w:t xml:space="preserve"> (</w:t>
      </w:r>
      <w:r w:rsidR="00AD32AB" w:rsidRPr="00C128A3">
        <w:rPr>
          <w:sz w:val="28"/>
          <w:szCs w:val="28"/>
        </w:rPr>
        <w:t>11</w:t>
      </w:r>
      <w:r w:rsidR="006E33D6" w:rsidRPr="00C128A3">
        <w:rPr>
          <w:sz w:val="28"/>
          <w:szCs w:val="28"/>
        </w:rPr>
        <w:t>6</w:t>
      </w:r>
      <w:r w:rsidR="006E4FAA" w:rsidRPr="00C128A3">
        <w:rPr>
          <w:sz w:val="28"/>
          <w:szCs w:val="28"/>
        </w:rPr>
        <w:t>,</w:t>
      </w:r>
      <w:r w:rsidR="006E33D6" w:rsidRPr="00C128A3">
        <w:rPr>
          <w:sz w:val="28"/>
          <w:szCs w:val="28"/>
        </w:rPr>
        <w:t>4</w:t>
      </w:r>
      <w:r w:rsidR="00483CC2" w:rsidRPr="00C128A3">
        <w:rPr>
          <w:sz w:val="28"/>
          <w:szCs w:val="28"/>
        </w:rPr>
        <w:t> </w:t>
      </w:r>
      <w:r w:rsidR="00B20CBC" w:rsidRPr="00C128A3">
        <w:rPr>
          <w:sz w:val="28"/>
          <w:szCs w:val="28"/>
        </w:rPr>
        <w:t xml:space="preserve">% к </w:t>
      </w:r>
      <w:r w:rsidR="008D2D31" w:rsidRPr="00C128A3">
        <w:rPr>
          <w:sz w:val="28"/>
          <w:szCs w:val="28"/>
        </w:rPr>
        <w:t xml:space="preserve">ожидаемым расходам </w:t>
      </w:r>
      <w:r w:rsidR="00B20CBC" w:rsidRPr="00C128A3">
        <w:rPr>
          <w:sz w:val="28"/>
          <w:szCs w:val="28"/>
        </w:rPr>
        <w:t>202</w:t>
      </w:r>
      <w:r w:rsidR="006E33D6" w:rsidRPr="00C128A3">
        <w:rPr>
          <w:sz w:val="28"/>
          <w:szCs w:val="28"/>
        </w:rPr>
        <w:t>4</w:t>
      </w:r>
      <w:r w:rsidR="00FF64D9" w:rsidRPr="00C128A3">
        <w:rPr>
          <w:sz w:val="28"/>
          <w:szCs w:val="28"/>
        </w:rPr>
        <w:t xml:space="preserve"> год</w:t>
      </w:r>
      <w:r w:rsidR="008D2D31" w:rsidRPr="00C128A3">
        <w:rPr>
          <w:sz w:val="28"/>
          <w:szCs w:val="28"/>
        </w:rPr>
        <w:t>а</w:t>
      </w:r>
      <w:r w:rsidR="00FF64D9" w:rsidRPr="00C128A3">
        <w:rPr>
          <w:sz w:val="28"/>
          <w:szCs w:val="28"/>
        </w:rPr>
        <w:t>)</w:t>
      </w:r>
      <w:r w:rsidR="00A7415F">
        <w:rPr>
          <w:sz w:val="28"/>
          <w:szCs w:val="28"/>
        </w:rPr>
        <w:t>, на </w:t>
      </w:r>
      <w:r w:rsidR="00125322" w:rsidRPr="00C128A3">
        <w:rPr>
          <w:sz w:val="28"/>
          <w:szCs w:val="28"/>
        </w:rPr>
        <w:t>двухлетний плановый период соответственно</w:t>
      </w:r>
      <w:r w:rsidR="004738BF" w:rsidRPr="00C128A3">
        <w:rPr>
          <w:sz w:val="28"/>
          <w:szCs w:val="28"/>
        </w:rPr>
        <w:t xml:space="preserve"> </w:t>
      </w:r>
      <w:r w:rsidR="006E33D6" w:rsidRPr="00C128A3">
        <w:rPr>
          <w:sz w:val="28"/>
          <w:szCs w:val="28"/>
        </w:rPr>
        <w:t>29 892 169,5</w:t>
      </w:r>
      <w:r w:rsidR="00595304" w:rsidRPr="00C128A3">
        <w:rPr>
          <w:sz w:val="28"/>
          <w:szCs w:val="28"/>
        </w:rPr>
        <w:t xml:space="preserve"> </w:t>
      </w:r>
      <w:r w:rsidR="00125322" w:rsidRPr="00C128A3">
        <w:rPr>
          <w:sz w:val="28"/>
          <w:szCs w:val="28"/>
        </w:rPr>
        <w:t>тыс. рублей</w:t>
      </w:r>
      <w:r w:rsidR="00FF64D9" w:rsidRPr="00C128A3">
        <w:rPr>
          <w:sz w:val="28"/>
          <w:szCs w:val="28"/>
        </w:rPr>
        <w:t xml:space="preserve"> (</w:t>
      </w:r>
      <w:r w:rsidR="006E4FAA" w:rsidRPr="00C128A3">
        <w:rPr>
          <w:sz w:val="28"/>
          <w:szCs w:val="28"/>
        </w:rPr>
        <w:t>10</w:t>
      </w:r>
      <w:r w:rsidR="006E33D6" w:rsidRPr="00C128A3">
        <w:rPr>
          <w:sz w:val="28"/>
          <w:szCs w:val="28"/>
        </w:rPr>
        <w:t>7</w:t>
      </w:r>
      <w:r w:rsidR="006E4FAA" w:rsidRPr="00C128A3">
        <w:rPr>
          <w:sz w:val="28"/>
          <w:szCs w:val="28"/>
        </w:rPr>
        <w:t>,</w:t>
      </w:r>
      <w:r w:rsidR="006E33D6" w:rsidRPr="00C128A3">
        <w:rPr>
          <w:sz w:val="28"/>
          <w:szCs w:val="28"/>
        </w:rPr>
        <w:t>8</w:t>
      </w:r>
      <w:r w:rsidR="006B03F5" w:rsidRPr="00C128A3">
        <w:rPr>
          <w:sz w:val="28"/>
          <w:szCs w:val="28"/>
        </w:rPr>
        <w:t> </w:t>
      </w:r>
      <w:r w:rsidR="00F60478" w:rsidRPr="00C128A3">
        <w:rPr>
          <w:sz w:val="28"/>
          <w:szCs w:val="28"/>
        </w:rPr>
        <w:t>% к 202</w:t>
      </w:r>
      <w:r w:rsidR="006E33D6" w:rsidRPr="00C128A3">
        <w:rPr>
          <w:sz w:val="28"/>
          <w:szCs w:val="28"/>
        </w:rPr>
        <w:t>5</w:t>
      </w:r>
      <w:r w:rsidR="00FF64D9" w:rsidRPr="00C128A3">
        <w:rPr>
          <w:sz w:val="28"/>
          <w:szCs w:val="28"/>
        </w:rPr>
        <w:t xml:space="preserve"> году)</w:t>
      </w:r>
      <w:r w:rsidR="00125322" w:rsidRPr="00C128A3">
        <w:rPr>
          <w:sz w:val="28"/>
          <w:szCs w:val="28"/>
        </w:rPr>
        <w:t xml:space="preserve"> и </w:t>
      </w:r>
      <w:r w:rsidR="006E33D6" w:rsidRPr="00C128A3">
        <w:rPr>
          <w:sz w:val="28"/>
          <w:szCs w:val="28"/>
        </w:rPr>
        <w:t>31 926 228,2</w:t>
      </w:r>
      <w:r w:rsidR="00595304" w:rsidRPr="00C128A3">
        <w:rPr>
          <w:sz w:val="28"/>
          <w:szCs w:val="28"/>
        </w:rPr>
        <w:t xml:space="preserve"> </w:t>
      </w:r>
      <w:r w:rsidR="00125322" w:rsidRPr="00C128A3">
        <w:rPr>
          <w:sz w:val="28"/>
          <w:szCs w:val="28"/>
        </w:rPr>
        <w:t>тыс.</w:t>
      </w:r>
      <w:r w:rsidR="00D0489B" w:rsidRPr="00C128A3">
        <w:rPr>
          <w:sz w:val="28"/>
          <w:szCs w:val="28"/>
        </w:rPr>
        <w:t xml:space="preserve"> </w:t>
      </w:r>
      <w:r w:rsidR="00125322" w:rsidRPr="00C128A3">
        <w:rPr>
          <w:sz w:val="28"/>
          <w:szCs w:val="28"/>
        </w:rPr>
        <w:t>рублей</w:t>
      </w:r>
      <w:r w:rsidR="00EC186D" w:rsidRPr="00C128A3">
        <w:rPr>
          <w:sz w:val="28"/>
          <w:szCs w:val="28"/>
        </w:rPr>
        <w:t xml:space="preserve"> </w:t>
      </w:r>
      <w:r w:rsidR="00FF64D9" w:rsidRPr="00C128A3">
        <w:rPr>
          <w:sz w:val="28"/>
          <w:szCs w:val="28"/>
        </w:rPr>
        <w:t>(</w:t>
      </w:r>
      <w:r w:rsidR="006E4FAA" w:rsidRPr="00C128A3">
        <w:rPr>
          <w:sz w:val="28"/>
          <w:szCs w:val="28"/>
        </w:rPr>
        <w:t>10</w:t>
      </w:r>
      <w:r w:rsidR="00AD32AB" w:rsidRPr="00C128A3">
        <w:rPr>
          <w:sz w:val="28"/>
          <w:szCs w:val="28"/>
        </w:rPr>
        <w:t>6</w:t>
      </w:r>
      <w:r w:rsidR="006E4FAA" w:rsidRPr="00C128A3">
        <w:rPr>
          <w:sz w:val="28"/>
          <w:szCs w:val="28"/>
        </w:rPr>
        <w:t>,</w:t>
      </w:r>
      <w:r w:rsidR="006E33D6" w:rsidRPr="00C128A3">
        <w:rPr>
          <w:sz w:val="28"/>
          <w:szCs w:val="28"/>
        </w:rPr>
        <w:t>8</w:t>
      </w:r>
      <w:r w:rsidR="006B03F5" w:rsidRPr="00C128A3">
        <w:rPr>
          <w:sz w:val="28"/>
          <w:szCs w:val="28"/>
        </w:rPr>
        <w:t> </w:t>
      </w:r>
      <w:r w:rsidR="00FF64D9" w:rsidRPr="00C128A3">
        <w:rPr>
          <w:sz w:val="28"/>
          <w:szCs w:val="28"/>
        </w:rPr>
        <w:t>% к 20</w:t>
      </w:r>
      <w:r w:rsidR="00F45F35" w:rsidRPr="00C128A3">
        <w:rPr>
          <w:sz w:val="28"/>
          <w:szCs w:val="28"/>
        </w:rPr>
        <w:t>2</w:t>
      </w:r>
      <w:r w:rsidR="006E33D6" w:rsidRPr="00C128A3">
        <w:rPr>
          <w:sz w:val="28"/>
          <w:szCs w:val="28"/>
        </w:rPr>
        <w:t>6</w:t>
      </w:r>
      <w:r w:rsidR="00FF64D9" w:rsidRPr="00C128A3">
        <w:rPr>
          <w:sz w:val="28"/>
          <w:szCs w:val="28"/>
        </w:rPr>
        <w:t xml:space="preserve"> году)</w:t>
      </w:r>
      <w:r w:rsidR="00125322" w:rsidRPr="00C128A3">
        <w:rPr>
          <w:sz w:val="28"/>
          <w:szCs w:val="28"/>
        </w:rPr>
        <w:t xml:space="preserve">. </w:t>
      </w:r>
      <w:r w:rsidR="00F222F5" w:rsidRPr="00C128A3">
        <w:rPr>
          <w:sz w:val="28"/>
          <w:szCs w:val="28"/>
        </w:rPr>
        <w:t>Доходы и расходы сбалансированы.</w:t>
      </w:r>
    </w:p>
    <w:p w:rsidR="00FB7E9B" w:rsidRPr="00C128A3" w:rsidRDefault="00FB7E9B" w:rsidP="00FB7E9B">
      <w:pPr>
        <w:spacing w:after="120"/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>Структура расходов бюджета Фонда на 20</w:t>
      </w:r>
      <w:r w:rsidR="00F60478" w:rsidRPr="00C128A3">
        <w:rPr>
          <w:sz w:val="28"/>
          <w:szCs w:val="28"/>
        </w:rPr>
        <w:t>2</w:t>
      </w:r>
      <w:r w:rsidR="006E33D6" w:rsidRPr="00C128A3">
        <w:rPr>
          <w:sz w:val="28"/>
          <w:szCs w:val="28"/>
        </w:rPr>
        <w:t>5</w:t>
      </w:r>
      <w:r w:rsidRPr="00C128A3">
        <w:rPr>
          <w:sz w:val="28"/>
          <w:szCs w:val="28"/>
        </w:rPr>
        <w:t xml:space="preserve"> год и на плановый период</w:t>
      </w:r>
      <w:r w:rsidR="00F45F35" w:rsidRPr="00C128A3">
        <w:rPr>
          <w:sz w:val="28"/>
          <w:szCs w:val="28"/>
        </w:rPr>
        <w:t xml:space="preserve"> 202</w:t>
      </w:r>
      <w:r w:rsidR="006E33D6" w:rsidRPr="00C128A3">
        <w:rPr>
          <w:sz w:val="28"/>
          <w:szCs w:val="28"/>
        </w:rPr>
        <w:t>6</w:t>
      </w:r>
      <w:r w:rsidRPr="00C128A3">
        <w:rPr>
          <w:sz w:val="28"/>
          <w:szCs w:val="28"/>
        </w:rPr>
        <w:t xml:space="preserve"> и 20</w:t>
      </w:r>
      <w:r w:rsidR="00A77D16" w:rsidRPr="00C128A3">
        <w:rPr>
          <w:sz w:val="28"/>
          <w:szCs w:val="28"/>
        </w:rPr>
        <w:t>2</w:t>
      </w:r>
      <w:r w:rsidR="006E33D6" w:rsidRPr="00C128A3">
        <w:rPr>
          <w:sz w:val="28"/>
          <w:szCs w:val="28"/>
        </w:rPr>
        <w:t>7</w:t>
      </w:r>
      <w:r w:rsidRPr="00C128A3">
        <w:rPr>
          <w:sz w:val="28"/>
          <w:szCs w:val="28"/>
        </w:rPr>
        <w:t xml:space="preserve"> годов характеризуется следующими данными:</w:t>
      </w:r>
    </w:p>
    <w:tbl>
      <w:tblPr>
        <w:tblW w:w="9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778"/>
        <w:gridCol w:w="1631"/>
        <w:gridCol w:w="720"/>
        <w:gridCol w:w="1548"/>
        <w:gridCol w:w="860"/>
      </w:tblGrid>
      <w:tr w:rsidR="004E1C7B" w:rsidRPr="00C128A3" w:rsidTr="00A7415F">
        <w:tc>
          <w:tcPr>
            <w:tcW w:w="2127" w:type="dxa"/>
            <w:vMerge w:val="restart"/>
            <w:vAlign w:val="center"/>
          </w:tcPr>
          <w:p w:rsidR="00FB7E9B" w:rsidRPr="00C128A3" w:rsidRDefault="00FB7E9B" w:rsidP="007433F7">
            <w:pPr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Показатели</w:t>
            </w:r>
          </w:p>
        </w:tc>
        <w:tc>
          <w:tcPr>
            <w:tcW w:w="2479" w:type="dxa"/>
            <w:gridSpan w:val="2"/>
          </w:tcPr>
          <w:p w:rsidR="00FB7E9B" w:rsidRPr="00C128A3" w:rsidRDefault="00F60478" w:rsidP="006E33D6">
            <w:pPr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202</w:t>
            </w:r>
            <w:r w:rsidR="006E33D6" w:rsidRPr="00C128A3">
              <w:rPr>
                <w:sz w:val="28"/>
                <w:szCs w:val="28"/>
              </w:rPr>
              <w:t>5</w:t>
            </w:r>
            <w:r w:rsidR="00FB7E9B" w:rsidRPr="00C128A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51" w:type="dxa"/>
            <w:gridSpan w:val="2"/>
          </w:tcPr>
          <w:p w:rsidR="00FB7E9B" w:rsidRPr="00C128A3" w:rsidRDefault="00FB7E9B" w:rsidP="006E33D6">
            <w:pPr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20</w:t>
            </w:r>
            <w:r w:rsidR="00F45F35" w:rsidRPr="00C128A3">
              <w:rPr>
                <w:sz w:val="28"/>
                <w:szCs w:val="28"/>
              </w:rPr>
              <w:t>2</w:t>
            </w:r>
            <w:r w:rsidR="006E33D6" w:rsidRPr="00C128A3">
              <w:rPr>
                <w:sz w:val="28"/>
                <w:szCs w:val="28"/>
              </w:rPr>
              <w:t>6</w:t>
            </w:r>
            <w:r w:rsidRPr="00C128A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408" w:type="dxa"/>
            <w:gridSpan w:val="2"/>
          </w:tcPr>
          <w:p w:rsidR="00FB7E9B" w:rsidRPr="00C128A3" w:rsidRDefault="00FB7E9B" w:rsidP="006E33D6">
            <w:pPr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20</w:t>
            </w:r>
            <w:r w:rsidR="006233EE" w:rsidRPr="00C128A3">
              <w:rPr>
                <w:sz w:val="28"/>
                <w:szCs w:val="28"/>
              </w:rPr>
              <w:t>2</w:t>
            </w:r>
            <w:r w:rsidR="006E33D6" w:rsidRPr="00C128A3">
              <w:rPr>
                <w:sz w:val="28"/>
                <w:szCs w:val="28"/>
              </w:rPr>
              <w:t>7</w:t>
            </w:r>
            <w:r w:rsidRPr="00C128A3">
              <w:rPr>
                <w:sz w:val="28"/>
                <w:szCs w:val="28"/>
              </w:rPr>
              <w:t xml:space="preserve"> год</w:t>
            </w:r>
          </w:p>
        </w:tc>
      </w:tr>
      <w:tr w:rsidR="004E1C7B" w:rsidRPr="00C128A3" w:rsidTr="00A7415F">
        <w:tc>
          <w:tcPr>
            <w:tcW w:w="2127" w:type="dxa"/>
            <w:vMerge/>
          </w:tcPr>
          <w:p w:rsidR="00FB7E9B" w:rsidRPr="00C128A3" w:rsidRDefault="00FB7E9B" w:rsidP="007433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B7E9B" w:rsidRPr="00C128A3" w:rsidRDefault="00FB7E9B" w:rsidP="007433F7">
            <w:pPr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тыс.</w:t>
            </w:r>
            <w:r w:rsidR="00EE1CB7" w:rsidRPr="00C128A3">
              <w:rPr>
                <w:sz w:val="28"/>
                <w:szCs w:val="28"/>
              </w:rPr>
              <w:t xml:space="preserve"> </w:t>
            </w:r>
            <w:r w:rsidRPr="00C128A3">
              <w:rPr>
                <w:sz w:val="28"/>
                <w:szCs w:val="28"/>
              </w:rPr>
              <w:t>руб.</w:t>
            </w:r>
          </w:p>
        </w:tc>
        <w:tc>
          <w:tcPr>
            <w:tcW w:w="778" w:type="dxa"/>
            <w:vAlign w:val="center"/>
          </w:tcPr>
          <w:p w:rsidR="00FB7E9B" w:rsidRPr="00C128A3" w:rsidRDefault="00FB7E9B" w:rsidP="007433F7">
            <w:pPr>
              <w:ind w:left="-100" w:right="-108" w:hanging="8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в % к итогу</w:t>
            </w:r>
          </w:p>
        </w:tc>
        <w:tc>
          <w:tcPr>
            <w:tcW w:w="1631" w:type="dxa"/>
            <w:vAlign w:val="center"/>
          </w:tcPr>
          <w:p w:rsidR="00FB7E9B" w:rsidRPr="00C128A3" w:rsidRDefault="00FB7E9B" w:rsidP="007433F7">
            <w:pPr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тыс.</w:t>
            </w:r>
            <w:r w:rsidR="00EE1CB7" w:rsidRPr="00C128A3">
              <w:rPr>
                <w:sz w:val="28"/>
                <w:szCs w:val="28"/>
              </w:rPr>
              <w:t xml:space="preserve"> </w:t>
            </w:r>
            <w:r w:rsidRPr="00C128A3">
              <w:rPr>
                <w:sz w:val="28"/>
                <w:szCs w:val="28"/>
              </w:rPr>
              <w:t>руб.</w:t>
            </w:r>
          </w:p>
        </w:tc>
        <w:tc>
          <w:tcPr>
            <w:tcW w:w="720" w:type="dxa"/>
            <w:vAlign w:val="center"/>
          </w:tcPr>
          <w:p w:rsidR="00FB7E9B" w:rsidRPr="00C128A3" w:rsidRDefault="00FB7E9B" w:rsidP="007433F7">
            <w:pPr>
              <w:ind w:left="-66" w:right="-125" w:hanging="28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в % к итогу</w:t>
            </w:r>
          </w:p>
        </w:tc>
        <w:tc>
          <w:tcPr>
            <w:tcW w:w="1548" w:type="dxa"/>
            <w:vAlign w:val="center"/>
          </w:tcPr>
          <w:p w:rsidR="00FB7E9B" w:rsidRPr="00C128A3" w:rsidRDefault="00FB7E9B" w:rsidP="007433F7">
            <w:pPr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тыс.</w:t>
            </w:r>
            <w:r w:rsidR="00EE1CB7" w:rsidRPr="00C128A3">
              <w:rPr>
                <w:sz w:val="28"/>
                <w:szCs w:val="28"/>
              </w:rPr>
              <w:t xml:space="preserve"> </w:t>
            </w:r>
            <w:r w:rsidRPr="00C128A3">
              <w:rPr>
                <w:sz w:val="28"/>
                <w:szCs w:val="28"/>
              </w:rPr>
              <w:t>руб.</w:t>
            </w:r>
          </w:p>
        </w:tc>
        <w:tc>
          <w:tcPr>
            <w:tcW w:w="860" w:type="dxa"/>
            <w:vAlign w:val="center"/>
          </w:tcPr>
          <w:p w:rsidR="00FB7E9B" w:rsidRPr="00C128A3" w:rsidRDefault="00FB7E9B" w:rsidP="007433F7">
            <w:pPr>
              <w:ind w:left="-74" w:right="-136" w:hanging="14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в % к итогу</w:t>
            </w:r>
          </w:p>
        </w:tc>
      </w:tr>
      <w:tr w:rsidR="004E1C7B" w:rsidRPr="00C128A3" w:rsidTr="00A7415F">
        <w:tc>
          <w:tcPr>
            <w:tcW w:w="2127" w:type="dxa"/>
          </w:tcPr>
          <w:p w:rsidR="00FB7E9B" w:rsidRPr="00C128A3" w:rsidRDefault="00FB7E9B" w:rsidP="007433F7">
            <w:pPr>
              <w:jc w:val="both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Расходы всего, в том числе:</w:t>
            </w:r>
          </w:p>
        </w:tc>
        <w:tc>
          <w:tcPr>
            <w:tcW w:w="1701" w:type="dxa"/>
          </w:tcPr>
          <w:p w:rsidR="00FB7E9B" w:rsidRPr="00C128A3" w:rsidRDefault="00AE4F8F" w:rsidP="00C3522A">
            <w:pPr>
              <w:ind w:right="-108" w:hanging="107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27 730 621,5</w:t>
            </w:r>
          </w:p>
        </w:tc>
        <w:tc>
          <w:tcPr>
            <w:tcW w:w="778" w:type="dxa"/>
          </w:tcPr>
          <w:p w:rsidR="00FB7E9B" w:rsidRPr="00C128A3" w:rsidRDefault="00C13420" w:rsidP="007433F7">
            <w:pPr>
              <w:ind w:right="-38" w:hanging="108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100</w:t>
            </w:r>
          </w:p>
        </w:tc>
        <w:tc>
          <w:tcPr>
            <w:tcW w:w="1631" w:type="dxa"/>
          </w:tcPr>
          <w:p w:rsidR="00FB7E9B" w:rsidRPr="00C128A3" w:rsidRDefault="00AE4F8F" w:rsidP="00C3522A">
            <w:pPr>
              <w:ind w:right="-136" w:hanging="122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29 892 169,5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FB7E9B" w:rsidRPr="00C128A3" w:rsidRDefault="00C13420" w:rsidP="001B4D2C">
            <w:pPr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100</w:t>
            </w:r>
          </w:p>
        </w:tc>
        <w:tc>
          <w:tcPr>
            <w:tcW w:w="1548" w:type="dxa"/>
          </w:tcPr>
          <w:p w:rsidR="00FB7E9B" w:rsidRPr="00C128A3" w:rsidRDefault="00AE4F8F" w:rsidP="00C3522A">
            <w:pPr>
              <w:ind w:right="-72" w:hanging="80"/>
              <w:jc w:val="both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31 926 228,2</w:t>
            </w:r>
          </w:p>
        </w:tc>
        <w:tc>
          <w:tcPr>
            <w:tcW w:w="860" w:type="dxa"/>
          </w:tcPr>
          <w:p w:rsidR="00FB7E9B" w:rsidRPr="00C128A3" w:rsidRDefault="00157458" w:rsidP="007433F7">
            <w:pPr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100</w:t>
            </w:r>
          </w:p>
        </w:tc>
      </w:tr>
      <w:tr w:rsidR="004E1C7B" w:rsidRPr="00C128A3" w:rsidTr="00A7415F">
        <w:tc>
          <w:tcPr>
            <w:tcW w:w="2127" w:type="dxa"/>
          </w:tcPr>
          <w:p w:rsidR="00FB7E9B" w:rsidRPr="00C128A3" w:rsidRDefault="00FB7E9B" w:rsidP="00002423">
            <w:pPr>
              <w:jc w:val="both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1701" w:type="dxa"/>
          </w:tcPr>
          <w:p w:rsidR="00FB7E9B" w:rsidRPr="00C128A3" w:rsidRDefault="00AE4F8F" w:rsidP="00C3522A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27 548 786,3</w:t>
            </w:r>
          </w:p>
        </w:tc>
        <w:tc>
          <w:tcPr>
            <w:tcW w:w="778" w:type="dxa"/>
          </w:tcPr>
          <w:p w:rsidR="00BA0C2E" w:rsidRPr="00C128A3" w:rsidRDefault="00BA0C2E" w:rsidP="002352D6">
            <w:pPr>
              <w:ind w:right="-38" w:hanging="108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9</w:t>
            </w:r>
            <w:r w:rsidR="00671F0F" w:rsidRPr="00C128A3">
              <w:rPr>
                <w:sz w:val="28"/>
                <w:szCs w:val="28"/>
              </w:rPr>
              <w:t>9</w:t>
            </w:r>
            <w:r w:rsidRPr="00C128A3">
              <w:rPr>
                <w:sz w:val="28"/>
                <w:szCs w:val="28"/>
              </w:rPr>
              <w:t>,</w:t>
            </w:r>
            <w:r w:rsidR="002352D6" w:rsidRPr="00C128A3">
              <w:rPr>
                <w:sz w:val="28"/>
                <w:szCs w:val="28"/>
              </w:rPr>
              <w:t>3</w:t>
            </w:r>
          </w:p>
        </w:tc>
        <w:tc>
          <w:tcPr>
            <w:tcW w:w="1631" w:type="dxa"/>
          </w:tcPr>
          <w:p w:rsidR="00FB7E9B" w:rsidRPr="00C128A3" w:rsidRDefault="00AE4F8F" w:rsidP="00C3522A">
            <w:pPr>
              <w:ind w:right="-136" w:hanging="122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29 737 095,5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FB7E9B" w:rsidRPr="00C128A3" w:rsidRDefault="00742FAE" w:rsidP="00B16F69">
            <w:pPr>
              <w:ind w:left="-221" w:right="-136" w:firstLine="2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99,</w:t>
            </w:r>
            <w:r w:rsidR="00B16F69" w:rsidRPr="00C128A3">
              <w:rPr>
                <w:sz w:val="28"/>
                <w:szCs w:val="28"/>
              </w:rPr>
              <w:t>5</w:t>
            </w:r>
          </w:p>
        </w:tc>
        <w:tc>
          <w:tcPr>
            <w:tcW w:w="1548" w:type="dxa"/>
          </w:tcPr>
          <w:p w:rsidR="00FB7E9B" w:rsidRPr="00C128A3" w:rsidRDefault="00AE4F8F" w:rsidP="00C3522A">
            <w:pPr>
              <w:ind w:right="-108" w:hanging="119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31 768 327,8</w:t>
            </w:r>
          </w:p>
        </w:tc>
        <w:tc>
          <w:tcPr>
            <w:tcW w:w="860" w:type="dxa"/>
          </w:tcPr>
          <w:p w:rsidR="00FB7E9B" w:rsidRPr="00C128A3" w:rsidRDefault="00742FAE" w:rsidP="00B16F69">
            <w:pPr>
              <w:ind w:right="-99" w:hanging="108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99,</w:t>
            </w:r>
            <w:r w:rsidR="00B16F69" w:rsidRPr="00C128A3">
              <w:rPr>
                <w:sz w:val="28"/>
                <w:szCs w:val="28"/>
              </w:rPr>
              <w:t>5</w:t>
            </w:r>
          </w:p>
        </w:tc>
      </w:tr>
      <w:tr w:rsidR="004E1C7B" w:rsidRPr="00C128A3" w:rsidTr="00A7415F">
        <w:tc>
          <w:tcPr>
            <w:tcW w:w="2127" w:type="dxa"/>
          </w:tcPr>
          <w:p w:rsidR="00A7415F" w:rsidRDefault="00D41F61" w:rsidP="007433F7">
            <w:pPr>
              <w:jc w:val="both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 xml:space="preserve">Общегосударственные </w:t>
            </w:r>
          </w:p>
          <w:p w:rsidR="00D41F61" w:rsidRPr="00C128A3" w:rsidRDefault="00D41F61" w:rsidP="007433F7">
            <w:pPr>
              <w:jc w:val="both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вопросы</w:t>
            </w:r>
          </w:p>
        </w:tc>
        <w:tc>
          <w:tcPr>
            <w:tcW w:w="1701" w:type="dxa"/>
          </w:tcPr>
          <w:p w:rsidR="00D41F61" w:rsidRPr="00C128A3" w:rsidRDefault="00AE4F8F" w:rsidP="00B20CBC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181 521,8</w:t>
            </w:r>
          </w:p>
        </w:tc>
        <w:tc>
          <w:tcPr>
            <w:tcW w:w="778" w:type="dxa"/>
          </w:tcPr>
          <w:p w:rsidR="00D41F61" w:rsidRPr="00C128A3" w:rsidRDefault="00D41F61" w:rsidP="002352D6">
            <w:pPr>
              <w:ind w:right="-38" w:hanging="108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0,</w:t>
            </w:r>
            <w:r w:rsidR="00593B77" w:rsidRPr="00C128A3">
              <w:rPr>
                <w:sz w:val="28"/>
                <w:szCs w:val="28"/>
              </w:rPr>
              <w:t>7</w:t>
            </w:r>
          </w:p>
        </w:tc>
        <w:tc>
          <w:tcPr>
            <w:tcW w:w="1631" w:type="dxa"/>
          </w:tcPr>
          <w:p w:rsidR="00D41F61" w:rsidRPr="00C128A3" w:rsidRDefault="00AE4F8F" w:rsidP="00DA3F2D">
            <w:pPr>
              <w:ind w:right="-136" w:hanging="122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154 736,2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D41F61" w:rsidRPr="00C128A3" w:rsidRDefault="00D41F61" w:rsidP="00B16F69">
            <w:pPr>
              <w:ind w:left="-157" w:right="-136"/>
              <w:jc w:val="center"/>
              <w:rPr>
                <w:sz w:val="28"/>
                <w:szCs w:val="28"/>
                <w:lang w:val="en-US"/>
              </w:rPr>
            </w:pPr>
            <w:r w:rsidRPr="00C128A3">
              <w:rPr>
                <w:sz w:val="28"/>
                <w:szCs w:val="28"/>
              </w:rPr>
              <w:t>0,</w:t>
            </w:r>
            <w:r w:rsidR="00B16F69" w:rsidRPr="00C128A3">
              <w:rPr>
                <w:sz w:val="28"/>
                <w:szCs w:val="28"/>
              </w:rPr>
              <w:t>5</w:t>
            </w:r>
          </w:p>
        </w:tc>
        <w:tc>
          <w:tcPr>
            <w:tcW w:w="1548" w:type="dxa"/>
          </w:tcPr>
          <w:p w:rsidR="00D41F61" w:rsidRPr="00C128A3" w:rsidRDefault="00AE4F8F" w:rsidP="007E5D9E">
            <w:pPr>
              <w:ind w:right="-108" w:hanging="119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157 540,3</w:t>
            </w:r>
          </w:p>
        </w:tc>
        <w:tc>
          <w:tcPr>
            <w:tcW w:w="860" w:type="dxa"/>
          </w:tcPr>
          <w:p w:rsidR="00D41F61" w:rsidRPr="00C128A3" w:rsidRDefault="00D41F61" w:rsidP="00B16F69">
            <w:pPr>
              <w:ind w:right="-99" w:hanging="108"/>
              <w:jc w:val="center"/>
              <w:rPr>
                <w:sz w:val="28"/>
                <w:szCs w:val="28"/>
                <w:lang w:val="en-US"/>
              </w:rPr>
            </w:pPr>
            <w:r w:rsidRPr="00C128A3">
              <w:rPr>
                <w:sz w:val="28"/>
                <w:szCs w:val="28"/>
              </w:rPr>
              <w:t>0,</w:t>
            </w:r>
            <w:r w:rsidR="00B16F69" w:rsidRPr="00C128A3">
              <w:rPr>
                <w:sz w:val="28"/>
                <w:szCs w:val="28"/>
              </w:rPr>
              <w:t>5</w:t>
            </w:r>
          </w:p>
        </w:tc>
      </w:tr>
      <w:tr w:rsidR="00AE4F8F" w:rsidRPr="00C128A3" w:rsidTr="00A7415F">
        <w:tc>
          <w:tcPr>
            <w:tcW w:w="2127" w:type="dxa"/>
          </w:tcPr>
          <w:p w:rsidR="00AE4F8F" w:rsidRPr="00C128A3" w:rsidRDefault="00AE4F8F" w:rsidP="007433F7">
            <w:pPr>
              <w:jc w:val="both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Образование</w:t>
            </w:r>
          </w:p>
        </w:tc>
        <w:tc>
          <w:tcPr>
            <w:tcW w:w="1701" w:type="dxa"/>
          </w:tcPr>
          <w:p w:rsidR="00AE4F8F" w:rsidRPr="00C128A3" w:rsidRDefault="00AE4F8F" w:rsidP="00B20CBC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313,4</w:t>
            </w:r>
          </w:p>
        </w:tc>
        <w:tc>
          <w:tcPr>
            <w:tcW w:w="778" w:type="dxa"/>
          </w:tcPr>
          <w:p w:rsidR="00AE4F8F" w:rsidRPr="00C128A3" w:rsidRDefault="00B16F69" w:rsidP="002352D6">
            <w:pPr>
              <w:ind w:right="-38" w:hanging="108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-</w:t>
            </w:r>
          </w:p>
        </w:tc>
        <w:tc>
          <w:tcPr>
            <w:tcW w:w="1631" w:type="dxa"/>
          </w:tcPr>
          <w:p w:rsidR="00AE4F8F" w:rsidRPr="00C128A3" w:rsidRDefault="00AE4F8F" w:rsidP="00DA3F2D">
            <w:pPr>
              <w:ind w:right="-136" w:hanging="122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337,8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AE4F8F" w:rsidRPr="00C128A3" w:rsidRDefault="00B16F69" w:rsidP="005E0871">
            <w:pPr>
              <w:ind w:left="-157" w:right="-136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AE4F8F" w:rsidRPr="00C128A3" w:rsidRDefault="00AE4F8F" w:rsidP="007E5D9E">
            <w:pPr>
              <w:ind w:right="-108" w:hanging="119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360,1</w:t>
            </w:r>
          </w:p>
        </w:tc>
        <w:tc>
          <w:tcPr>
            <w:tcW w:w="860" w:type="dxa"/>
          </w:tcPr>
          <w:p w:rsidR="00AE4F8F" w:rsidRPr="00C128A3" w:rsidRDefault="00B16F69" w:rsidP="00F60478">
            <w:pPr>
              <w:ind w:right="-99" w:hanging="108"/>
              <w:jc w:val="center"/>
              <w:rPr>
                <w:sz w:val="28"/>
                <w:szCs w:val="28"/>
              </w:rPr>
            </w:pPr>
            <w:r w:rsidRPr="00C128A3">
              <w:rPr>
                <w:sz w:val="28"/>
                <w:szCs w:val="28"/>
              </w:rPr>
              <w:t>-</w:t>
            </w:r>
          </w:p>
        </w:tc>
      </w:tr>
    </w:tbl>
    <w:p w:rsidR="00073CD1" w:rsidRPr="00C128A3" w:rsidRDefault="00817EA8" w:rsidP="00864CFB">
      <w:pPr>
        <w:pStyle w:val="a4"/>
        <w:spacing w:before="120"/>
        <w:rPr>
          <w:szCs w:val="28"/>
        </w:rPr>
      </w:pPr>
      <w:r w:rsidRPr="00C128A3">
        <w:rPr>
          <w:szCs w:val="28"/>
        </w:rPr>
        <w:t>2.2. </w:t>
      </w:r>
      <w:r w:rsidR="00826386" w:rsidRPr="00C128A3">
        <w:rPr>
          <w:szCs w:val="28"/>
        </w:rPr>
        <w:t>Расходы на выполнение территориальной программы ОМС в рамках базовой программы ОМС</w:t>
      </w:r>
      <w:r w:rsidR="000147B4" w:rsidRPr="00C128A3">
        <w:rPr>
          <w:szCs w:val="28"/>
        </w:rPr>
        <w:t xml:space="preserve"> за счет</w:t>
      </w:r>
      <w:r w:rsidR="00826386" w:rsidRPr="00C128A3">
        <w:rPr>
          <w:szCs w:val="28"/>
        </w:rPr>
        <w:t xml:space="preserve"> средств субвенции</w:t>
      </w:r>
      <w:r w:rsidR="00494555" w:rsidRPr="00C128A3">
        <w:rPr>
          <w:szCs w:val="28"/>
        </w:rPr>
        <w:t xml:space="preserve"> </w:t>
      </w:r>
      <w:r w:rsidR="00345F8C" w:rsidRPr="00C128A3">
        <w:rPr>
          <w:szCs w:val="28"/>
        </w:rPr>
        <w:t xml:space="preserve">из бюджета </w:t>
      </w:r>
      <w:r w:rsidR="00494555" w:rsidRPr="00C128A3">
        <w:rPr>
          <w:szCs w:val="28"/>
        </w:rPr>
        <w:t>Федерального фонда ОМС</w:t>
      </w:r>
      <w:r w:rsidR="007F1B47" w:rsidRPr="00C128A3">
        <w:rPr>
          <w:szCs w:val="28"/>
        </w:rPr>
        <w:t xml:space="preserve"> и неналоговых доходов</w:t>
      </w:r>
      <w:r w:rsidR="00701321" w:rsidRPr="00C128A3">
        <w:rPr>
          <w:szCs w:val="28"/>
        </w:rPr>
        <w:t xml:space="preserve"> составят</w:t>
      </w:r>
      <w:r w:rsidR="00073CD1" w:rsidRPr="00C128A3">
        <w:rPr>
          <w:szCs w:val="28"/>
        </w:rPr>
        <w:t>:</w:t>
      </w:r>
    </w:p>
    <w:p w:rsidR="007B0081" w:rsidRPr="00C128A3" w:rsidRDefault="00EE6B55" w:rsidP="00D32E45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noBreakHyphen/>
        <w:t> </w:t>
      </w:r>
      <w:r w:rsidR="007B0081" w:rsidRPr="00C128A3">
        <w:rPr>
          <w:sz w:val="28"/>
          <w:szCs w:val="28"/>
        </w:rPr>
        <w:t>на</w:t>
      </w:r>
      <w:r w:rsidR="009E18B5" w:rsidRPr="00C128A3">
        <w:rPr>
          <w:sz w:val="28"/>
          <w:szCs w:val="28"/>
        </w:rPr>
        <w:t xml:space="preserve"> 20</w:t>
      </w:r>
      <w:r w:rsidR="00F60478" w:rsidRPr="00C128A3">
        <w:rPr>
          <w:sz w:val="28"/>
          <w:szCs w:val="28"/>
        </w:rPr>
        <w:t>2</w:t>
      </w:r>
      <w:r w:rsidR="00D648DF" w:rsidRPr="00C128A3">
        <w:rPr>
          <w:sz w:val="28"/>
          <w:szCs w:val="28"/>
        </w:rPr>
        <w:t>5</w:t>
      </w:r>
      <w:r w:rsidR="009E18B5" w:rsidRPr="00C128A3">
        <w:rPr>
          <w:sz w:val="28"/>
          <w:szCs w:val="28"/>
        </w:rPr>
        <w:t xml:space="preserve"> год в сумме</w:t>
      </w:r>
      <w:r w:rsidR="006629B2" w:rsidRPr="00C128A3">
        <w:rPr>
          <w:sz w:val="28"/>
          <w:szCs w:val="28"/>
        </w:rPr>
        <w:t xml:space="preserve"> </w:t>
      </w:r>
      <w:r w:rsidR="00D648DF" w:rsidRPr="00C128A3">
        <w:rPr>
          <w:sz w:val="28"/>
          <w:szCs w:val="28"/>
        </w:rPr>
        <w:t>26 620 319,7</w:t>
      </w:r>
      <w:r w:rsidR="007E5D9E" w:rsidRPr="00C128A3">
        <w:rPr>
          <w:sz w:val="28"/>
          <w:szCs w:val="28"/>
        </w:rPr>
        <w:t xml:space="preserve"> </w:t>
      </w:r>
      <w:r w:rsidR="009E18B5" w:rsidRPr="00C128A3">
        <w:rPr>
          <w:sz w:val="28"/>
          <w:szCs w:val="28"/>
        </w:rPr>
        <w:t xml:space="preserve">тыс. </w:t>
      </w:r>
      <w:r w:rsidR="00054D2E" w:rsidRPr="00C128A3">
        <w:rPr>
          <w:sz w:val="28"/>
          <w:szCs w:val="28"/>
        </w:rPr>
        <w:t>р</w:t>
      </w:r>
      <w:r w:rsidR="00A31040" w:rsidRPr="00C128A3">
        <w:rPr>
          <w:sz w:val="28"/>
          <w:szCs w:val="28"/>
        </w:rPr>
        <w:t>ублей</w:t>
      </w:r>
      <w:r w:rsidR="007B0081" w:rsidRPr="00C128A3">
        <w:rPr>
          <w:sz w:val="28"/>
          <w:szCs w:val="28"/>
        </w:rPr>
        <w:t xml:space="preserve"> (</w:t>
      </w:r>
      <w:r w:rsidR="00A91F2D" w:rsidRPr="00C128A3">
        <w:rPr>
          <w:sz w:val="28"/>
          <w:szCs w:val="28"/>
        </w:rPr>
        <w:t>1</w:t>
      </w:r>
      <w:r w:rsidR="005F59C7" w:rsidRPr="00C128A3">
        <w:rPr>
          <w:sz w:val="28"/>
          <w:szCs w:val="28"/>
        </w:rPr>
        <w:t>1</w:t>
      </w:r>
      <w:r w:rsidR="00D648DF" w:rsidRPr="00C128A3">
        <w:rPr>
          <w:sz w:val="28"/>
          <w:szCs w:val="28"/>
        </w:rPr>
        <w:t>7</w:t>
      </w:r>
      <w:r w:rsidR="00A91F2D" w:rsidRPr="00C128A3">
        <w:rPr>
          <w:sz w:val="28"/>
          <w:szCs w:val="28"/>
        </w:rPr>
        <w:t>,</w:t>
      </w:r>
      <w:r w:rsidR="00D648DF" w:rsidRPr="00C128A3">
        <w:rPr>
          <w:sz w:val="28"/>
          <w:szCs w:val="28"/>
        </w:rPr>
        <w:t>2</w:t>
      </w:r>
      <w:r w:rsidR="00A91F2D" w:rsidRPr="00C128A3">
        <w:rPr>
          <w:sz w:val="28"/>
          <w:szCs w:val="28"/>
        </w:rPr>
        <w:t> </w:t>
      </w:r>
      <w:r w:rsidR="008B7DBF" w:rsidRPr="00C128A3">
        <w:rPr>
          <w:sz w:val="28"/>
          <w:szCs w:val="28"/>
        </w:rPr>
        <w:t xml:space="preserve">% к </w:t>
      </w:r>
      <w:r w:rsidR="004E5D47" w:rsidRPr="00C128A3">
        <w:rPr>
          <w:sz w:val="28"/>
          <w:szCs w:val="28"/>
        </w:rPr>
        <w:t xml:space="preserve">ожидаемым расходам </w:t>
      </w:r>
      <w:r w:rsidR="008B7DBF" w:rsidRPr="00C128A3">
        <w:rPr>
          <w:sz w:val="28"/>
          <w:szCs w:val="28"/>
        </w:rPr>
        <w:t>202</w:t>
      </w:r>
      <w:r w:rsidR="00D648DF" w:rsidRPr="00C128A3">
        <w:rPr>
          <w:sz w:val="28"/>
          <w:szCs w:val="28"/>
        </w:rPr>
        <w:t>4</w:t>
      </w:r>
      <w:r w:rsidR="007B0081" w:rsidRPr="00C128A3">
        <w:rPr>
          <w:sz w:val="28"/>
          <w:szCs w:val="28"/>
        </w:rPr>
        <w:t xml:space="preserve"> год</w:t>
      </w:r>
      <w:r w:rsidR="004E5D47" w:rsidRPr="00C128A3">
        <w:rPr>
          <w:sz w:val="28"/>
          <w:szCs w:val="28"/>
        </w:rPr>
        <w:t>а</w:t>
      </w:r>
      <w:r w:rsidR="00176479" w:rsidRPr="00C128A3">
        <w:rPr>
          <w:sz w:val="28"/>
          <w:szCs w:val="28"/>
        </w:rPr>
        <w:t>)</w:t>
      </w:r>
      <w:r w:rsidR="00B875F4" w:rsidRPr="00C128A3">
        <w:rPr>
          <w:sz w:val="28"/>
          <w:szCs w:val="28"/>
        </w:rPr>
        <w:t xml:space="preserve">, в том числе расходы Фонда по оплате медицинской помощи, оказанной застрахованным за пределами Ярославской области </w:t>
      </w:r>
      <w:r w:rsidR="009F110E" w:rsidRPr="00C128A3">
        <w:rPr>
          <w:sz w:val="28"/>
          <w:szCs w:val="28"/>
        </w:rPr>
        <w:t>–</w:t>
      </w:r>
      <w:r w:rsidR="00434F4C" w:rsidRPr="00C128A3">
        <w:rPr>
          <w:sz w:val="28"/>
          <w:szCs w:val="28"/>
        </w:rPr>
        <w:t xml:space="preserve"> </w:t>
      </w:r>
      <w:r w:rsidR="00D648DF" w:rsidRPr="00C128A3">
        <w:rPr>
          <w:sz w:val="28"/>
          <w:szCs w:val="28"/>
        </w:rPr>
        <w:t>838 825,9</w:t>
      </w:r>
      <w:r w:rsidR="00A91F2D" w:rsidRPr="00C128A3">
        <w:rPr>
          <w:sz w:val="28"/>
          <w:szCs w:val="28"/>
        </w:rPr>
        <w:t xml:space="preserve"> </w:t>
      </w:r>
      <w:r w:rsidR="00B875F4" w:rsidRPr="00C128A3">
        <w:rPr>
          <w:sz w:val="28"/>
          <w:szCs w:val="28"/>
        </w:rPr>
        <w:t>тыс. рублей (</w:t>
      </w:r>
      <w:r w:rsidR="00D648DF" w:rsidRPr="00C128A3">
        <w:rPr>
          <w:sz w:val="28"/>
          <w:szCs w:val="28"/>
        </w:rPr>
        <w:t>88</w:t>
      </w:r>
      <w:r w:rsidR="00A91F2D" w:rsidRPr="00C128A3">
        <w:rPr>
          <w:sz w:val="28"/>
          <w:szCs w:val="28"/>
        </w:rPr>
        <w:t>,</w:t>
      </w:r>
      <w:r w:rsidR="00D648DF" w:rsidRPr="00C128A3">
        <w:rPr>
          <w:sz w:val="28"/>
          <w:szCs w:val="28"/>
        </w:rPr>
        <w:t>2</w:t>
      </w:r>
      <w:r w:rsidR="006B03F5" w:rsidRPr="00C128A3">
        <w:rPr>
          <w:sz w:val="28"/>
          <w:szCs w:val="28"/>
        </w:rPr>
        <w:t> </w:t>
      </w:r>
      <w:r w:rsidR="00B875F4" w:rsidRPr="00C128A3">
        <w:rPr>
          <w:sz w:val="28"/>
          <w:szCs w:val="28"/>
        </w:rPr>
        <w:t>% к 202</w:t>
      </w:r>
      <w:r w:rsidR="00D648DF" w:rsidRPr="00C128A3">
        <w:rPr>
          <w:sz w:val="28"/>
          <w:szCs w:val="28"/>
        </w:rPr>
        <w:t>4</w:t>
      </w:r>
      <w:r w:rsidR="00B875F4" w:rsidRPr="00C128A3">
        <w:rPr>
          <w:sz w:val="28"/>
          <w:szCs w:val="28"/>
        </w:rPr>
        <w:t xml:space="preserve"> году</w:t>
      </w:r>
      <w:r w:rsidR="00D648DF" w:rsidRPr="00C128A3">
        <w:rPr>
          <w:sz w:val="28"/>
          <w:szCs w:val="28"/>
        </w:rPr>
        <w:t>)</w:t>
      </w:r>
      <w:r w:rsidR="0064078E" w:rsidRPr="00C128A3">
        <w:rPr>
          <w:sz w:val="28"/>
          <w:szCs w:val="28"/>
        </w:rPr>
        <w:t>;</w:t>
      </w:r>
      <w:r w:rsidR="00B875F4" w:rsidRPr="00C128A3">
        <w:rPr>
          <w:sz w:val="28"/>
          <w:szCs w:val="28"/>
        </w:rPr>
        <w:t xml:space="preserve"> </w:t>
      </w:r>
    </w:p>
    <w:p w:rsidR="00D32E45" w:rsidRPr="00C128A3" w:rsidRDefault="00EE6B55" w:rsidP="00157458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noBreakHyphen/>
        <w:t> </w:t>
      </w:r>
      <w:r w:rsidR="007B0081" w:rsidRPr="00C128A3">
        <w:rPr>
          <w:sz w:val="28"/>
          <w:szCs w:val="28"/>
        </w:rPr>
        <w:t>на 20</w:t>
      </w:r>
      <w:r w:rsidR="000E66BB" w:rsidRPr="00C128A3">
        <w:rPr>
          <w:sz w:val="28"/>
          <w:szCs w:val="28"/>
        </w:rPr>
        <w:t>2</w:t>
      </w:r>
      <w:r w:rsidR="00D648DF" w:rsidRPr="00C128A3">
        <w:rPr>
          <w:sz w:val="28"/>
          <w:szCs w:val="28"/>
        </w:rPr>
        <w:t>6</w:t>
      </w:r>
      <w:r w:rsidR="007B0081" w:rsidRPr="00C128A3">
        <w:rPr>
          <w:sz w:val="28"/>
          <w:szCs w:val="28"/>
        </w:rPr>
        <w:t xml:space="preserve"> год </w:t>
      </w:r>
      <w:r w:rsidR="00176479" w:rsidRPr="00C128A3">
        <w:rPr>
          <w:sz w:val="28"/>
          <w:szCs w:val="28"/>
        </w:rPr>
        <w:t>в сумме</w:t>
      </w:r>
      <w:r w:rsidR="00D95EA3" w:rsidRPr="00C128A3">
        <w:rPr>
          <w:sz w:val="28"/>
          <w:szCs w:val="28"/>
        </w:rPr>
        <w:t xml:space="preserve"> </w:t>
      </w:r>
      <w:r w:rsidR="00D648DF" w:rsidRPr="00C128A3">
        <w:rPr>
          <w:sz w:val="28"/>
          <w:szCs w:val="28"/>
        </w:rPr>
        <w:t>28 748 581,0</w:t>
      </w:r>
      <w:r w:rsidR="007E5D9E" w:rsidRPr="00C128A3">
        <w:rPr>
          <w:sz w:val="28"/>
          <w:szCs w:val="28"/>
        </w:rPr>
        <w:t xml:space="preserve"> </w:t>
      </w:r>
      <w:r w:rsidR="00D95EA3" w:rsidRPr="00C128A3">
        <w:rPr>
          <w:sz w:val="28"/>
          <w:szCs w:val="28"/>
        </w:rPr>
        <w:t>тыс.</w:t>
      </w:r>
      <w:r w:rsidR="007B0081" w:rsidRPr="00C128A3">
        <w:rPr>
          <w:sz w:val="28"/>
          <w:szCs w:val="28"/>
        </w:rPr>
        <w:t xml:space="preserve"> рублей (</w:t>
      </w:r>
      <w:r w:rsidR="00A91F2D" w:rsidRPr="00C128A3">
        <w:rPr>
          <w:sz w:val="28"/>
          <w:szCs w:val="28"/>
        </w:rPr>
        <w:t>10</w:t>
      </w:r>
      <w:r w:rsidR="00D648DF" w:rsidRPr="00C128A3">
        <w:rPr>
          <w:sz w:val="28"/>
          <w:szCs w:val="28"/>
        </w:rPr>
        <w:t>8</w:t>
      </w:r>
      <w:r w:rsidR="00A91F2D" w:rsidRPr="00C128A3">
        <w:rPr>
          <w:sz w:val="28"/>
          <w:szCs w:val="28"/>
        </w:rPr>
        <w:t>,</w:t>
      </w:r>
      <w:r w:rsidR="005F59C7" w:rsidRPr="00C128A3">
        <w:rPr>
          <w:sz w:val="28"/>
          <w:szCs w:val="28"/>
        </w:rPr>
        <w:t>0</w:t>
      </w:r>
      <w:r w:rsidR="00513463" w:rsidRPr="00C128A3">
        <w:rPr>
          <w:sz w:val="28"/>
          <w:szCs w:val="28"/>
        </w:rPr>
        <w:t> </w:t>
      </w:r>
      <w:r w:rsidR="007B0081" w:rsidRPr="00C128A3">
        <w:rPr>
          <w:sz w:val="28"/>
          <w:szCs w:val="28"/>
        </w:rPr>
        <w:t>% к 20</w:t>
      </w:r>
      <w:r w:rsidR="00F60478" w:rsidRPr="00C128A3">
        <w:rPr>
          <w:sz w:val="28"/>
          <w:szCs w:val="28"/>
        </w:rPr>
        <w:t>2</w:t>
      </w:r>
      <w:r w:rsidR="00D648DF" w:rsidRPr="00C128A3">
        <w:rPr>
          <w:sz w:val="28"/>
          <w:szCs w:val="28"/>
        </w:rPr>
        <w:t>5</w:t>
      </w:r>
      <w:r w:rsidR="007B0081" w:rsidRPr="00C128A3">
        <w:rPr>
          <w:sz w:val="28"/>
          <w:szCs w:val="28"/>
        </w:rPr>
        <w:t xml:space="preserve"> году)</w:t>
      </w:r>
      <w:r w:rsidR="00345F8C" w:rsidRPr="00C128A3">
        <w:rPr>
          <w:sz w:val="28"/>
          <w:szCs w:val="28"/>
        </w:rPr>
        <w:t>, в </w:t>
      </w:r>
      <w:r w:rsidRPr="00C128A3">
        <w:rPr>
          <w:sz w:val="28"/>
          <w:szCs w:val="28"/>
        </w:rPr>
        <w:t xml:space="preserve">том числе расходы Фонда по оплате медицинской помощи, оказанной застрахованным за пределами Ярославской области </w:t>
      </w:r>
      <w:r w:rsidR="00E16F20" w:rsidRPr="00C128A3">
        <w:rPr>
          <w:sz w:val="28"/>
          <w:szCs w:val="28"/>
        </w:rPr>
        <w:t>–</w:t>
      </w:r>
      <w:r w:rsidR="00434F4C" w:rsidRPr="00C128A3">
        <w:rPr>
          <w:sz w:val="28"/>
          <w:szCs w:val="28"/>
        </w:rPr>
        <w:t xml:space="preserve"> </w:t>
      </w:r>
      <w:r w:rsidR="00D648DF" w:rsidRPr="00C128A3">
        <w:rPr>
          <w:sz w:val="28"/>
          <w:szCs w:val="28"/>
        </w:rPr>
        <w:t>904 254,3</w:t>
      </w:r>
      <w:r w:rsidR="00A91F2D" w:rsidRPr="00C128A3">
        <w:rPr>
          <w:sz w:val="28"/>
          <w:szCs w:val="28"/>
        </w:rPr>
        <w:t xml:space="preserve"> </w:t>
      </w:r>
      <w:r w:rsidRPr="00C128A3">
        <w:rPr>
          <w:sz w:val="28"/>
          <w:szCs w:val="28"/>
        </w:rPr>
        <w:t>тыс. рублей (</w:t>
      </w:r>
      <w:r w:rsidR="00D648DF" w:rsidRPr="00C128A3">
        <w:rPr>
          <w:sz w:val="28"/>
          <w:szCs w:val="28"/>
        </w:rPr>
        <w:t>107,8</w:t>
      </w:r>
      <w:r w:rsidR="006B03F5" w:rsidRPr="00C128A3">
        <w:rPr>
          <w:sz w:val="28"/>
          <w:szCs w:val="28"/>
        </w:rPr>
        <w:t> </w:t>
      </w:r>
      <w:r w:rsidR="00345F8C" w:rsidRPr="00C128A3">
        <w:rPr>
          <w:sz w:val="28"/>
          <w:szCs w:val="28"/>
        </w:rPr>
        <w:t>% </w:t>
      </w:r>
      <w:r w:rsidRPr="00C128A3">
        <w:rPr>
          <w:sz w:val="28"/>
          <w:szCs w:val="28"/>
        </w:rPr>
        <w:t>к 202</w:t>
      </w:r>
      <w:r w:rsidR="00D648DF" w:rsidRPr="00C128A3">
        <w:rPr>
          <w:sz w:val="28"/>
          <w:szCs w:val="28"/>
        </w:rPr>
        <w:t>5</w:t>
      </w:r>
      <w:r w:rsidRPr="00C128A3">
        <w:rPr>
          <w:sz w:val="28"/>
          <w:szCs w:val="28"/>
        </w:rPr>
        <w:t xml:space="preserve"> году);</w:t>
      </w:r>
    </w:p>
    <w:p w:rsidR="007B0081" w:rsidRPr="00C128A3" w:rsidRDefault="00B65769" w:rsidP="00C11CD0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noBreakHyphen/>
        <w:t> </w:t>
      </w:r>
      <w:r w:rsidR="007B0081" w:rsidRPr="00C128A3">
        <w:rPr>
          <w:sz w:val="28"/>
          <w:szCs w:val="28"/>
        </w:rPr>
        <w:t>на 20</w:t>
      </w:r>
      <w:r w:rsidR="009B5802" w:rsidRPr="00C128A3">
        <w:rPr>
          <w:sz w:val="28"/>
          <w:szCs w:val="28"/>
        </w:rPr>
        <w:t>2</w:t>
      </w:r>
      <w:r w:rsidR="00D648DF" w:rsidRPr="00C128A3">
        <w:rPr>
          <w:sz w:val="28"/>
          <w:szCs w:val="28"/>
        </w:rPr>
        <w:t>7</w:t>
      </w:r>
      <w:r w:rsidR="007B0081" w:rsidRPr="00C128A3">
        <w:rPr>
          <w:sz w:val="28"/>
          <w:szCs w:val="28"/>
        </w:rPr>
        <w:t xml:space="preserve"> год </w:t>
      </w:r>
      <w:r w:rsidR="00176479" w:rsidRPr="00C128A3">
        <w:rPr>
          <w:sz w:val="28"/>
          <w:szCs w:val="28"/>
        </w:rPr>
        <w:t xml:space="preserve">в сумме </w:t>
      </w:r>
      <w:r w:rsidR="00D648DF" w:rsidRPr="00C128A3">
        <w:rPr>
          <w:sz w:val="28"/>
          <w:szCs w:val="28"/>
        </w:rPr>
        <w:t>30 722 248,2</w:t>
      </w:r>
      <w:r w:rsidR="007E5D9E" w:rsidRPr="00C128A3">
        <w:rPr>
          <w:sz w:val="28"/>
          <w:szCs w:val="28"/>
        </w:rPr>
        <w:t xml:space="preserve"> </w:t>
      </w:r>
      <w:r w:rsidR="00D32E45" w:rsidRPr="00C128A3">
        <w:rPr>
          <w:sz w:val="28"/>
          <w:szCs w:val="28"/>
        </w:rPr>
        <w:t xml:space="preserve">тыс. </w:t>
      </w:r>
      <w:r w:rsidR="004E073C" w:rsidRPr="00C128A3">
        <w:rPr>
          <w:sz w:val="28"/>
          <w:szCs w:val="28"/>
        </w:rPr>
        <w:t>рублей (</w:t>
      </w:r>
      <w:r w:rsidR="00A91F2D" w:rsidRPr="00C128A3">
        <w:rPr>
          <w:sz w:val="28"/>
          <w:szCs w:val="28"/>
        </w:rPr>
        <w:t>10</w:t>
      </w:r>
      <w:r w:rsidR="005F59C7" w:rsidRPr="00C128A3">
        <w:rPr>
          <w:sz w:val="28"/>
          <w:szCs w:val="28"/>
        </w:rPr>
        <w:t>6</w:t>
      </w:r>
      <w:r w:rsidR="00A91F2D" w:rsidRPr="00C128A3">
        <w:rPr>
          <w:sz w:val="28"/>
          <w:szCs w:val="28"/>
        </w:rPr>
        <w:t>,</w:t>
      </w:r>
      <w:r w:rsidR="00D648DF" w:rsidRPr="00C128A3">
        <w:rPr>
          <w:sz w:val="28"/>
          <w:szCs w:val="28"/>
        </w:rPr>
        <w:t>9</w:t>
      </w:r>
      <w:r w:rsidR="000E66BB" w:rsidRPr="00C128A3">
        <w:rPr>
          <w:sz w:val="28"/>
          <w:szCs w:val="28"/>
        </w:rPr>
        <w:t> % к 202</w:t>
      </w:r>
      <w:r w:rsidR="00D648DF" w:rsidRPr="00C128A3">
        <w:rPr>
          <w:sz w:val="28"/>
          <w:szCs w:val="28"/>
        </w:rPr>
        <w:t>6</w:t>
      </w:r>
      <w:r w:rsidR="004E073C" w:rsidRPr="00C128A3">
        <w:rPr>
          <w:sz w:val="28"/>
          <w:szCs w:val="28"/>
        </w:rPr>
        <w:t xml:space="preserve"> году)</w:t>
      </w:r>
      <w:r w:rsidR="00345F8C" w:rsidRPr="00C128A3">
        <w:rPr>
          <w:sz w:val="28"/>
          <w:szCs w:val="28"/>
        </w:rPr>
        <w:t>, в </w:t>
      </w:r>
      <w:r w:rsidRPr="00C128A3">
        <w:rPr>
          <w:sz w:val="28"/>
          <w:szCs w:val="28"/>
        </w:rPr>
        <w:t xml:space="preserve">том числе расходы Фонда по оплате медицинской помощи, оказанной застрахованным за пределами Ярославской области </w:t>
      </w:r>
      <w:r w:rsidR="00E16F20" w:rsidRPr="00C128A3">
        <w:rPr>
          <w:sz w:val="28"/>
          <w:szCs w:val="28"/>
        </w:rPr>
        <w:t>–</w:t>
      </w:r>
      <w:r w:rsidR="00434F4C" w:rsidRPr="00C128A3">
        <w:rPr>
          <w:sz w:val="28"/>
          <w:szCs w:val="28"/>
        </w:rPr>
        <w:t xml:space="preserve"> </w:t>
      </w:r>
      <w:r w:rsidR="00D648DF" w:rsidRPr="00C128A3">
        <w:rPr>
          <w:sz w:val="28"/>
          <w:szCs w:val="28"/>
        </w:rPr>
        <w:t>965 743,6</w:t>
      </w:r>
      <w:r w:rsidR="00A91F2D" w:rsidRPr="00C128A3">
        <w:rPr>
          <w:sz w:val="28"/>
          <w:szCs w:val="28"/>
        </w:rPr>
        <w:t xml:space="preserve"> </w:t>
      </w:r>
      <w:r w:rsidRPr="00C128A3">
        <w:rPr>
          <w:sz w:val="28"/>
          <w:szCs w:val="28"/>
        </w:rPr>
        <w:t>тыс. рублей (</w:t>
      </w:r>
      <w:r w:rsidR="00A91F2D" w:rsidRPr="00C128A3">
        <w:rPr>
          <w:sz w:val="28"/>
          <w:szCs w:val="28"/>
        </w:rPr>
        <w:t>10</w:t>
      </w:r>
      <w:r w:rsidR="005F59C7" w:rsidRPr="00C128A3">
        <w:rPr>
          <w:sz w:val="28"/>
          <w:szCs w:val="28"/>
        </w:rPr>
        <w:t>6</w:t>
      </w:r>
      <w:r w:rsidR="00A91F2D" w:rsidRPr="00C128A3">
        <w:rPr>
          <w:sz w:val="28"/>
          <w:szCs w:val="28"/>
        </w:rPr>
        <w:t>,</w:t>
      </w:r>
      <w:r w:rsidR="00D648DF" w:rsidRPr="00C128A3">
        <w:rPr>
          <w:sz w:val="28"/>
          <w:szCs w:val="28"/>
        </w:rPr>
        <w:t>8</w:t>
      </w:r>
      <w:r w:rsidR="006B03F5" w:rsidRPr="00C128A3">
        <w:rPr>
          <w:sz w:val="28"/>
          <w:szCs w:val="28"/>
        </w:rPr>
        <w:t> </w:t>
      </w:r>
      <w:r w:rsidRPr="00C128A3">
        <w:rPr>
          <w:sz w:val="28"/>
          <w:szCs w:val="28"/>
        </w:rPr>
        <w:t>% к 20</w:t>
      </w:r>
      <w:r w:rsidR="005041D9" w:rsidRPr="00C128A3">
        <w:rPr>
          <w:sz w:val="28"/>
          <w:szCs w:val="28"/>
        </w:rPr>
        <w:t>2</w:t>
      </w:r>
      <w:r w:rsidR="00D648DF" w:rsidRPr="00C128A3">
        <w:rPr>
          <w:sz w:val="28"/>
          <w:szCs w:val="28"/>
        </w:rPr>
        <w:t>6</w:t>
      </w:r>
      <w:r w:rsidRPr="00C128A3">
        <w:rPr>
          <w:sz w:val="28"/>
          <w:szCs w:val="28"/>
        </w:rPr>
        <w:t xml:space="preserve"> году)</w:t>
      </w:r>
      <w:r w:rsidR="007B0081" w:rsidRPr="00C128A3">
        <w:rPr>
          <w:szCs w:val="28"/>
        </w:rPr>
        <w:t>.</w:t>
      </w:r>
    </w:p>
    <w:p w:rsidR="00DC7F2B" w:rsidRPr="00C128A3" w:rsidRDefault="00A46DEA" w:rsidP="00DC7F2B">
      <w:pPr>
        <w:pStyle w:val="a4"/>
        <w:rPr>
          <w:rFonts w:eastAsia="Calibri"/>
          <w:szCs w:val="28"/>
        </w:rPr>
      </w:pPr>
      <w:r w:rsidRPr="00C128A3">
        <w:lastRenderedPageBreak/>
        <w:t xml:space="preserve">2.3. </w:t>
      </w:r>
      <w:r w:rsidR="00DC7F2B" w:rsidRPr="00C128A3">
        <w:t>Расходы Фонда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страхования, (</w:t>
      </w:r>
      <w:r w:rsidR="00DC7F2B" w:rsidRPr="00C128A3">
        <w:rPr>
          <w:rFonts w:eastAsia="Calibri"/>
          <w:szCs w:val="28"/>
        </w:rPr>
        <w:t>оплата стоимости медицинской помощи, оказанной медицинскими организациями</w:t>
      </w:r>
      <w:r w:rsidR="00A30B6D" w:rsidRPr="00C128A3">
        <w:rPr>
          <w:szCs w:val="28"/>
        </w:rPr>
        <w:t xml:space="preserve">, участвующими в реализации территориальной программы ОМС Ярославской области, </w:t>
      </w:r>
      <w:r w:rsidR="00DC7F2B" w:rsidRPr="00C128A3">
        <w:rPr>
          <w:rFonts w:eastAsia="Calibri"/>
          <w:szCs w:val="28"/>
        </w:rPr>
        <w:t>лицам, застрахованным за пределами территории Ярославской области) запланированы в соответствии с доходами и составят:</w:t>
      </w:r>
    </w:p>
    <w:p w:rsidR="003B3149" w:rsidRPr="00C128A3" w:rsidRDefault="000604D4" w:rsidP="003B3149">
      <w:pPr>
        <w:ind w:firstLine="709"/>
        <w:jc w:val="both"/>
        <w:rPr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="00B13762" w:rsidRPr="00C128A3">
        <w:rPr>
          <w:sz w:val="28"/>
          <w:szCs w:val="28"/>
        </w:rPr>
        <w:t>на 202</w:t>
      </w:r>
      <w:r w:rsidR="00D648DF" w:rsidRPr="00C128A3">
        <w:rPr>
          <w:sz w:val="28"/>
          <w:szCs w:val="28"/>
        </w:rPr>
        <w:t>5</w:t>
      </w:r>
      <w:r w:rsidR="005F59C7" w:rsidRPr="00C128A3">
        <w:rPr>
          <w:sz w:val="28"/>
          <w:szCs w:val="28"/>
        </w:rPr>
        <w:t xml:space="preserve"> </w:t>
      </w:r>
      <w:r w:rsidR="003B3149" w:rsidRPr="00C128A3">
        <w:rPr>
          <w:sz w:val="28"/>
          <w:szCs w:val="28"/>
        </w:rPr>
        <w:t xml:space="preserve">год в сумме </w:t>
      </w:r>
      <w:r w:rsidR="00D648DF" w:rsidRPr="00C128A3">
        <w:rPr>
          <w:sz w:val="28"/>
          <w:szCs w:val="28"/>
        </w:rPr>
        <w:t>866 446,2</w:t>
      </w:r>
      <w:r w:rsidR="00197459" w:rsidRPr="00C128A3">
        <w:rPr>
          <w:sz w:val="28"/>
          <w:szCs w:val="28"/>
        </w:rPr>
        <w:t xml:space="preserve"> </w:t>
      </w:r>
      <w:r w:rsidR="003B3149" w:rsidRPr="00C128A3">
        <w:rPr>
          <w:sz w:val="28"/>
          <w:szCs w:val="28"/>
        </w:rPr>
        <w:t>тыс. рублей (</w:t>
      </w:r>
      <w:r w:rsidR="00D648DF" w:rsidRPr="00C128A3">
        <w:rPr>
          <w:sz w:val="28"/>
          <w:szCs w:val="28"/>
        </w:rPr>
        <w:t>103</w:t>
      </w:r>
      <w:r w:rsidR="00C73EB0" w:rsidRPr="00C128A3">
        <w:rPr>
          <w:sz w:val="28"/>
          <w:szCs w:val="28"/>
        </w:rPr>
        <w:t>,</w:t>
      </w:r>
      <w:r w:rsidR="00D648DF" w:rsidRPr="00C128A3">
        <w:rPr>
          <w:sz w:val="28"/>
          <w:szCs w:val="28"/>
        </w:rPr>
        <w:t>0</w:t>
      </w:r>
      <w:r w:rsidR="003B3149" w:rsidRPr="00C128A3">
        <w:rPr>
          <w:sz w:val="28"/>
          <w:szCs w:val="28"/>
        </w:rPr>
        <w:t xml:space="preserve"> % к </w:t>
      </w:r>
      <w:r w:rsidR="00B67A00" w:rsidRPr="00C128A3">
        <w:rPr>
          <w:sz w:val="28"/>
          <w:szCs w:val="28"/>
        </w:rPr>
        <w:t xml:space="preserve">ожидаемым расходам </w:t>
      </w:r>
      <w:r w:rsidR="003B3149" w:rsidRPr="00C128A3">
        <w:rPr>
          <w:sz w:val="28"/>
          <w:szCs w:val="28"/>
        </w:rPr>
        <w:t>20</w:t>
      </w:r>
      <w:r w:rsidR="00905B61" w:rsidRPr="00C128A3">
        <w:rPr>
          <w:sz w:val="28"/>
          <w:szCs w:val="28"/>
        </w:rPr>
        <w:t>2</w:t>
      </w:r>
      <w:r w:rsidR="00D648DF" w:rsidRPr="00C128A3">
        <w:rPr>
          <w:sz w:val="28"/>
          <w:szCs w:val="28"/>
        </w:rPr>
        <w:t>4</w:t>
      </w:r>
      <w:r w:rsidR="003B3149" w:rsidRPr="00C128A3">
        <w:rPr>
          <w:sz w:val="28"/>
          <w:szCs w:val="28"/>
        </w:rPr>
        <w:t xml:space="preserve"> год</w:t>
      </w:r>
      <w:r w:rsidR="00B67A00" w:rsidRPr="00C128A3">
        <w:rPr>
          <w:sz w:val="28"/>
          <w:szCs w:val="28"/>
        </w:rPr>
        <w:t>а</w:t>
      </w:r>
      <w:r w:rsidR="003B3149" w:rsidRPr="00C128A3">
        <w:rPr>
          <w:sz w:val="28"/>
          <w:szCs w:val="28"/>
        </w:rPr>
        <w:t>);</w:t>
      </w:r>
    </w:p>
    <w:p w:rsidR="003B3149" w:rsidRPr="00C128A3" w:rsidRDefault="000604D4" w:rsidP="003B3149">
      <w:pPr>
        <w:ind w:firstLine="709"/>
        <w:jc w:val="both"/>
        <w:rPr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="000E66BB" w:rsidRPr="00C128A3">
        <w:rPr>
          <w:sz w:val="28"/>
          <w:szCs w:val="28"/>
        </w:rPr>
        <w:t>на 202</w:t>
      </w:r>
      <w:r w:rsidR="00D648DF" w:rsidRPr="00C128A3">
        <w:rPr>
          <w:sz w:val="28"/>
          <w:szCs w:val="28"/>
        </w:rPr>
        <w:t>6</w:t>
      </w:r>
      <w:r w:rsidR="003B3149" w:rsidRPr="00C128A3">
        <w:rPr>
          <w:sz w:val="28"/>
          <w:szCs w:val="28"/>
        </w:rPr>
        <w:t xml:space="preserve"> год в сумме </w:t>
      </w:r>
      <w:r w:rsidR="00D648DF" w:rsidRPr="00C128A3">
        <w:rPr>
          <w:sz w:val="28"/>
          <w:szCs w:val="28"/>
        </w:rPr>
        <w:t>933 004,9</w:t>
      </w:r>
      <w:r w:rsidR="005F59C7" w:rsidRPr="00C128A3">
        <w:rPr>
          <w:sz w:val="28"/>
          <w:szCs w:val="28"/>
        </w:rPr>
        <w:t xml:space="preserve"> </w:t>
      </w:r>
      <w:r w:rsidR="003B3149" w:rsidRPr="00C128A3">
        <w:rPr>
          <w:sz w:val="28"/>
          <w:szCs w:val="28"/>
        </w:rPr>
        <w:t>тыс. рублей (</w:t>
      </w:r>
      <w:r w:rsidR="00D648DF" w:rsidRPr="00C128A3">
        <w:rPr>
          <w:sz w:val="28"/>
          <w:szCs w:val="28"/>
        </w:rPr>
        <w:t>107,7</w:t>
      </w:r>
      <w:r w:rsidR="00B13762" w:rsidRPr="00C128A3">
        <w:rPr>
          <w:sz w:val="28"/>
          <w:szCs w:val="28"/>
        </w:rPr>
        <w:t> % к 202</w:t>
      </w:r>
      <w:r w:rsidR="00D648DF" w:rsidRPr="00C128A3">
        <w:rPr>
          <w:sz w:val="28"/>
          <w:szCs w:val="28"/>
        </w:rPr>
        <w:t>5</w:t>
      </w:r>
      <w:r w:rsidR="003B3149" w:rsidRPr="00C128A3">
        <w:rPr>
          <w:sz w:val="28"/>
          <w:szCs w:val="28"/>
        </w:rPr>
        <w:t xml:space="preserve"> году);</w:t>
      </w:r>
    </w:p>
    <w:p w:rsidR="003B3149" w:rsidRPr="00C128A3" w:rsidRDefault="000604D4" w:rsidP="003B3149">
      <w:pPr>
        <w:ind w:firstLine="709"/>
        <w:jc w:val="both"/>
        <w:rPr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="00DF18CB" w:rsidRPr="00C128A3">
        <w:rPr>
          <w:sz w:val="28"/>
          <w:szCs w:val="28"/>
        </w:rPr>
        <w:t>на 20</w:t>
      </w:r>
      <w:r w:rsidR="00EC6BF0" w:rsidRPr="00C128A3">
        <w:rPr>
          <w:sz w:val="28"/>
          <w:szCs w:val="28"/>
        </w:rPr>
        <w:t>2</w:t>
      </w:r>
      <w:r w:rsidR="00D648DF" w:rsidRPr="00C128A3">
        <w:rPr>
          <w:sz w:val="28"/>
          <w:szCs w:val="28"/>
        </w:rPr>
        <w:t>7</w:t>
      </w:r>
      <w:r w:rsidR="003B3149" w:rsidRPr="00C128A3">
        <w:rPr>
          <w:sz w:val="28"/>
          <w:szCs w:val="28"/>
        </w:rPr>
        <w:t xml:space="preserve"> год в сумме </w:t>
      </w:r>
      <w:r w:rsidR="00D648DF" w:rsidRPr="00C128A3">
        <w:rPr>
          <w:sz w:val="28"/>
          <w:szCs w:val="28"/>
        </w:rPr>
        <w:t>996 449,2</w:t>
      </w:r>
      <w:r w:rsidR="00C73EB0" w:rsidRPr="00C128A3">
        <w:rPr>
          <w:sz w:val="28"/>
          <w:szCs w:val="28"/>
        </w:rPr>
        <w:t xml:space="preserve"> </w:t>
      </w:r>
      <w:r w:rsidR="003B3149" w:rsidRPr="00C128A3">
        <w:rPr>
          <w:sz w:val="28"/>
          <w:szCs w:val="28"/>
        </w:rPr>
        <w:t>тыс. рублей (</w:t>
      </w:r>
      <w:r w:rsidR="00A91F2D" w:rsidRPr="00C128A3">
        <w:rPr>
          <w:sz w:val="28"/>
          <w:szCs w:val="28"/>
        </w:rPr>
        <w:t>10</w:t>
      </w:r>
      <w:r w:rsidR="00D648DF" w:rsidRPr="00C128A3">
        <w:rPr>
          <w:sz w:val="28"/>
          <w:szCs w:val="28"/>
        </w:rPr>
        <w:t>6</w:t>
      </w:r>
      <w:r w:rsidR="00A91F2D" w:rsidRPr="00C128A3">
        <w:rPr>
          <w:sz w:val="28"/>
          <w:szCs w:val="28"/>
        </w:rPr>
        <w:t>,</w:t>
      </w:r>
      <w:r w:rsidR="00D648DF" w:rsidRPr="00C128A3">
        <w:rPr>
          <w:sz w:val="28"/>
          <w:szCs w:val="28"/>
        </w:rPr>
        <w:t>8</w:t>
      </w:r>
      <w:r w:rsidR="005F59C7" w:rsidRPr="00C128A3">
        <w:rPr>
          <w:sz w:val="28"/>
          <w:szCs w:val="28"/>
        </w:rPr>
        <w:t> </w:t>
      </w:r>
      <w:r w:rsidR="003B3149" w:rsidRPr="00C128A3">
        <w:rPr>
          <w:sz w:val="28"/>
          <w:szCs w:val="28"/>
        </w:rPr>
        <w:t>% к 20</w:t>
      </w:r>
      <w:r w:rsidR="000E66BB" w:rsidRPr="00C128A3">
        <w:rPr>
          <w:sz w:val="28"/>
          <w:szCs w:val="28"/>
        </w:rPr>
        <w:t>2</w:t>
      </w:r>
      <w:r w:rsidR="00D648DF" w:rsidRPr="00C128A3">
        <w:rPr>
          <w:sz w:val="28"/>
          <w:szCs w:val="28"/>
        </w:rPr>
        <w:t>6</w:t>
      </w:r>
      <w:r w:rsidR="003B3149" w:rsidRPr="00C128A3">
        <w:rPr>
          <w:sz w:val="28"/>
          <w:szCs w:val="28"/>
        </w:rPr>
        <w:t xml:space="preserve"> году)</w:t>
      </w:r>
      <w:r w:rsidR="003B3149" w:rsidRPr="00C128A3">
        <w:rPr>
          <w:szCs w:val="28"/>
        </w:rPr>
        <w:t>.</w:t>
      </w:r>
    </w:p>
    <w:p w:rsidR="006B03F5" w:rsidRPr="00C128A3" w:rsidRDefault="00B101C9" w:rsidP="006B03F5">
      <w:pPr>
        <w:pStyle w:val="a4"/>
        <w:rPr>
          <w:rFonts w:eastAsia="Calibri"/>
          <w:szCs w:val="28"/>
        </w:rPr>
      </w:pPr>
      <w:r w:rsidRPr="00C128A3">
        <w:rPr>
          <w:szCs w:val="28"/>
        </w:rPr>
        <w:t>2.4. </w:t>
      </w:r>
      <w:r w:rsidR="006B03F5" w:rsidRPr="00C128A3">
        <w:rPr>
          <w:szCs w:val="28"/>
        </w:rPr>
        <w:t>Р</w:t>
      </w:r>
      <w:r w:rsidR="00E41849" w:rsidRPr="00C128A3">
        <w:rPr>
          <w:szCs w:val="28"/>
        </w:rPr>
        <w:t xml:space="preserve">асходы на финансовое обеспечение мероприятий </w:t>
      </w:r>
      <w:r w:rsidR="00A21469">
        <w:rPr>
          <w:rFonts w:eastAsia="Calibri"/>
          <w:szCs w:val="28"/>
        </w:rPr>
        <w:t>запланированы в </w:t>
      </w:r>
      <w:r w:rsidR="006B03F5" w:rsidRPr="00C128A3">
        <w:rPr>
          <w:rFonts w:eastAsia="Calibri"/>
          <w:szCs w:val="28"/>
        </w:rPr>
        <w:t>соответствии с доходами и составят:</w:t>
      </w:r>
    </w:p>
    <w:p w:rsidR="006B03F5" w:rsidRPr="00C128A3" w:rsidRDefault="000604D4" w:rsidP="006B03F5">
      <w:pPr>
        <w:ind w:firstLine="709"/>
        <w:jc w:val="both"/>
        <w:rPr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="006B03F5" w:rsidRPr="00C128A3">
        <w:rPr>
          <w:sz w:val="28"/>
          <w:szCs w:val="28"/>
        </w:rPr>
        <w:t>на 202</w:t>
      </w:r>
      <w:r w:rsidR="00F241D6" w:rsidRPr="00C128A3">
        <w:rPr>
          <w:sz w:val="28"/>
          <w:szCs w:val="28"/>
        </w:rPr>
        <w:t>5</w:t>
      </w:r>
      <w:r w:rsidR="006B03F5" w:rsidRPr="00C128A3">
        <w:rPr>
          <w:sz w:val="28"/>
          <w:szCs w:val="28"/>
        </w:rPr>
        <w:t xml:space="preserve"> год в сумме </w:t>
      </w:r>
      <w:r w:rsidR="00F241D6" w:rsidRPr="00C128A3">
        <w:rPr>
          <w:sz w:val="28"/>
          <w:szCs w:val="28"/>
        </w:rPr>
        <w:t>62 020,4</w:t>
      </w:r>
      <w:r w:rsidR="006B03F5" w:rsidRPr="00C128A3">
        <w:rPr>
          <w:sz w:val="28"/>
          <w:szCs w:val="28"/>
        </w:rPr>
        <w:t xml:space="preserve"> тыс. рублей (</w:t>
      </w:r>
      <w:r w:rsidR="00F241D6" w:rsidRPr="00C128A3">
        <w:rPr>
          <w:sz w:val="28"/>
          <w:szCs w:val="28"/>
        </w:rPr>
        <w:t>80,5</w:t>
      </w:r>
      <w:r w:rsidR="006B03F5" w:rsidRPr="00C128A3">
        <w:rPr>
          <w:sz w:val="28"/>
          <w:szCs w:val="28"/>
        </w:rPr>
        <w:t> % к ожидаемым расходам 202</w:t>
      </w:r>
      <w:r w:rsidR="00F241D6" w:rsidRPr="00C128A3">
        <w:rPr>
          <w:sz w:val="28"/>
          <w:szCs w:val="28"/>
        </w:rPr>
        <w:t>4</w:t>
      </w:r>
      <w:r w:rsidR="006B03F5" w:rsidRPr="00C128A3">
        <w:rPr>
          <w:sz w:val="28"/>
          <w:szCs w:val="28"/>
        </w:rPr>
        <w:t xml:space="preserve"> года);</w:t>
      </w:r>
    </w:p>
    <w:p w:rsidR="006B03F5" w:rsidRPr="00C128A3" w:rsidRDefault="000604D4" w:rsidP="006B03F5">
      <w:pPr>
        <w:ind w:firstLine="709"/>
        <w:jc w:val="both"/>
        <w:rPr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="006B03F5" w:rsidRPr="00C128A3">
        <w:rPr>
          <w:sz w:val="28"/>
          <w:szCs w:val="28"/>
        </w:rPr>
        <w:t>на 202</w:t>
      </w:r>
      <w:r w:rsidR="00F241D6" w:rsidRPr="00C128A3">
        <w:rPr>
          <w:sz w:val="28"/>
          <w:szCs w:val="28"/>
        </w:rPr>
        <w:t>6</w:t>
      </w:r>
      <w:r w:rsidR="006B03F5" w:rsidRPr="00C128A3">
        <w:rPr>
          <w:sz w:val="28"/>
          <w:szCs w:val="28"/>
        </w:rPr>
        <w:t xml:space="preserve"> год в сумме </w:t>
      </w:r>
      <w:r w:rsidR="00F241D6" w:rsidRPr="00C128A3">
        <w:rPr>
          <w:sz w:val="28"/>
          <w:szCs w:val="28"/>
        </w:rPr>
        <w:t>55 509,6</w:t>
      </w:r>
      <w:r w:rsidR="006B03F5" w:rsidRPr="00C128A3">
        <w:rPr>
          <w:sz w:val="28"/>
          <w:szCs w:val="28"/>
        </w:rPr>
        <w:t xml:space="preserve"> тыс. рублей (</w:t>
      </w:r>
      <w:r w:rsidR="00F241D6" w:rsidRPr="00C128A3">
        <w:rPr>
          <w:sz w:val="28"/>
          <w:szCs w:val="28"/>
        </w:rPr>
        <w:t>89,5</w:t>
      </w:r>
      <w:r w:rsidR="006B03F5" w:rsidRPr="00C128A3">
        <w:rPr>
          <w:sz w:val="28"/>
          <w:szCs w:val="28"/>
        </w:rPr>
        <w:t> % к 202</w:t>
      </w:r>
      <w:r w:rsidR="00F241D6" w:rsidRPr="00C128A3">
        <w:rPr>
          <w:sz w:val="28"/>
          <w:szCs w:val="28"/>
        </w:rPr>
        <w:t>5</w:t>
      </w:r>
      <w:r w:rsidR="006B03F5" w:rsidRPr="00C128A3">
        <w:rPr>
          <w:sz w:val="28"/>
          <w:szCs w:val="28"/>
        </w:rPr>
        <w:t xml:space="preserve"> году);</w:t>
      </w:r>
    </w:p>
    <w:p w:rsidR="006B03F5" w:rsidRPr="00C128A3" w:rsidRDefault="000604D4" w:rsidP="006B03F5">
      <w:pPr>
        <w:ind w:firstLine="709"/>
        <w:jc w:val="both"/>
        <w:rPr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="006B03F5" w:rsidRPr="00C128A3">
        <w:rPr>
          <w:sz w:val="28"/>
          <w:szCs w:val="28"/>
        </w:rPr>
        <w:t>на 20</w:t>
      </w:r>
      <w:r w:rsidR="009E56EF" w:rsidRPr="00C128A3">
        <w:rPr>
          <w:sz w:val="28"/>
          <w:szCs w:val="28"/>
        </w:rPr>
        <w:t>2</w:t>
      </w:r>
      <w:r w:rsidR="00F241D6" w:rsidRPr="00C128A3">
        <w:rPr>
          <w:sz w:val="28"/>
          <w:szCs w:val="28"/>
        </w:rPr>
        <w:t>7</w:t>
      </w:r>
      <w:r w:rsidR="006B03F5" w:rsidRPr="00C128A3">
        <w:rPr>
          <w:sz w:val="28"/>
          <w:szCs w:val="28"/>
        </w:rPr>
        <w:t xml:space="preserve"> год в сумме </w:t>
      </w:r>
      <w:r w:rsidR="00F241D6" w:rsidRPr="00C128A3">
        <w:rPr>
          <w:sz w:val="28"/>
          <w:szCs w:val="28"/>
        </w:rPr>
        <w:t>49 630,4</w:t>
      </w:r>
      <w:r w:rsidR="006B03F5" w:rsidRPr="00C128A3">
        <w:rPr>
          <w:sz w:val="28"/>
          <w:szCs w:val="28"/>
        </w:rPr>
        <w:t xml:space="preserve"> тыс. рублей (</w:t>
      </w:r>
      <w:r w:rsidR="00F241D6" w:rsidRPr="00C128A3">
        <w:rPr>
          <w:sz w:val="28"/>
          <w:szCs w:val="28"/>
        </w:rPr>
        <w:t>89,4</w:t>
      </w:r>
      <w:r w:rsidR="006B03F5" w:rsidRPr="00C128A3">
        <w:rPr>
          <w:sz w:val="28"/>
          <w:szCs w:val="28"/>
        </w:rPr>
        <w:t> % к 202</w:t>
      </w:r>
      <w:r w:rsidR="00F241D6" w:rsidRPr="00C128A3">
        <w:rPr>
          <w:sz w:val="28"/>
          <w:szCs w:val="28"/>
        </w:rPr>
        <w:t>6</w:t>
      </w:r>
      <w:r w:rsidR="006B03F5" w:rsidRPr="00C128A3">
        <w:rPr>
          <w:sz w:val="28"/>
          <w:szCs w:val="28"/>
        </w:rPr>
        <w:t xml:space="preserve"> году)</w:t>
      </w:r>
      <w:r w:rsidR="006B03F5" w:rsidRPr="00C128A3">
        <w:rPr>
          <w:szCs w:val="28"/>
        </w:rPr>
        <w:t>.</w:t>
      </w:r>
    </w:p>
    <w:p w:rsidR="00E41849" w:rsidRPr="00C128A3" w:rsidRDefault="00E41849" w:rsidP="00E418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8A3">
        <w:rPr>
          <w:rFonts w:ascii="Times New Roman" w:hAnsi="Times New Roman" w:cs="Times New Roman"/>
          <w:sz w:val="28"/>
          <w:szCs w:val="28"/>
        </w:rPr>
        <w:t xml:space="preserve">Средства предоставляются Фондом медицинским организациям, включенным в план мероприятий, утвержденный </w:t>
      </w:r>
      <w:r w:rsidR="003C582F" w:rsidRPr="00C128A3">
        <w:rPr>
          <w:rFonts w:ascii="Times New Roman" w:hAnsi="Times New Roman" w:cs="Times New Roman"/>
          <w:sz w:val="28"/>
          <w:szCs w:val="28"/>
        </w:rPr>
        <w:t>м</w:t>
      </w:r>
      <w:r w:rsidR="006F0FBD" w:rsidRPr="00C128A3">
        <w:rPr>
          <w:rFonts w:ascii="Times New Roman" w:hAnsi="Times New Roman" w:cs="Times New Roman"/>
          <w:sz w:val="28"/>
          <w:szCs w:val="28"/>
        </w:rPr>
        <w:t>инистерством</w:t>
      </w:r>
      <w:r w:rsidRPr="00C128A3">
        <w:rPr>
          <w:rFonts w:ascii="Times New Roman" w:hAnsi="Times New Roman" w:cs="Times New Roman"/>
          <w:sz w:val="28"/>
          <w:szCs w:val="28"/>
        </w:rPr>
        <w:t xml:space="preserve"> здравоохранения Ярославской области</w:t>
      </w:r>
      <w:r w:rsidR="00287A8A" w:rsidRPr="00C128A3">
        <w:rPr>
          <w:rFonts w:ascii="Times New Roman" w:hAnsi="Times New Roman" w:cs="Times New Roman"/>
          <w:sz w:val="28"/>
          <w:szCs w:val="28"/>
        </w:rPr>
        <w:t>,</w:t>
      </w:r>
      <w:r w:rsidRPr="00C128A3">
        <w:rPr>
          <w:rFonts w:ascii="Times New Roman" w:hAnsi="Times New Roman" w:cs="Times New Roman"/>
          <w:sz w:val="28"/>
          <w:szCs w:val="28"/>
        </w:rPr>
        <w:t xml:space="preserve"> в рамках реализации постановления Правительства </w:t>
      </w:r>
      <w:r w:rsidR="00F42C8C" w:rsidRPr="00C128A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C128A3">
        <w:rPr>
          <w:rFonts w:ascii="Times New Roman" w:hAnsi="Times New Roman" w:cs="Times New Roman"/>
          <w:sz w:val="28"/>
          <w:szCs w:val="28"/>
        </w:rPr>
        <w:t xml:space="preserve"> от 2</w:t>
      </w:r>
      <w:r w:rsidR="00207CFB" w:rsidRPr="00C128A3">
        <w:rPr>
          <w:rFonts w:ascii="Times New Roman" w:hAnsi="Times New Roman" w:cs="Times New Roman"/>
          <w:sz w:val="28"/>
          <w:szCs w:val="28"/>
        </w:rPr>
        <w:t>6</w:t>
      </w:r>
      <w:r w:rsidRPr="00C128A3">
        <w:rPr>
          <w:rFonts w:ascii="Times New Roman" w:hAnsi="Times New Roman" w:cs="Times New Roman"/>
          <w:sz w:val="28"/>
          <w:szCs w:val="28"/>
        </w:rPr>
        <w:t>.0</w:t>
      </w:r>
      <w:r w:rsidR="00207CFB" w:rsidRPr="00C128A3">
        <w:rPr>
          <w:rFonts w:ascii="Times New Roman" w:hAnsi="Times New Roman" w:cs="Times New Roman"/>
          <w:sz w:val="28"/>
          <w:szCs w:val="28"/>
        </w:rPr>
        <w:t>2</w:t>
      </w:r>
      <w:r w:rsidRPr="00C128A3">
        <w:rPr>
          <w:rFonts w:ascii="Times New Roman" w:hAnsi="Times New Roman" w:cs="Times New Roman"/>
          <w:sz w:val="28"/>
          <w:szCs w:val="28"/>
        </w:rPr>
        <w:t>.20</w:t>
      </w:r>
      <w:r w:rsidR="00207CFB" w:rsidRPr="00C128A3">
        <w:rPr>
          <w:rFonts w:ascii="Times New Roman" w:hAnsi="Times New Roman" w:cs="Times New Roman"/>
          <w:sz w:val="28"/>
          <w:szCs w:val="28"/>
        </w:rPr>
        <w:t>21</w:t>
      </w:r>
      <w:r w:rsidRPr="00C128A3">
        <w:rPr>
          <w:rFonts w:ascii="Times New Roman" w:hAnsi="Times New Roman" w:cs="Times New Roman"/>
          <w:sz w:val="28"/>
          <w:szCs w:val="28"/>
        </w:rPr>
        <w:t xml:space="preserve"> № </w:t>
      </w:r>
      <w:r w:rsidR="00207CFB" w:rsidRPr="00C128A3">
        <w:rPr>
          <w:rFonts w:ascii="Times New Roman" w:hAnsi="Times New Roman" w:cs="Times New Roman"/>
          <w:sz w:val="28"/>
          <w:szCs w:val="28"/>
        </w:rPr>
        <w:t>273</w:t>
      </w:r>
      <w:r w:rsidRPr="00C128A3">
        <w:rPr>
          <w:rFonts w:ascii="Times New Roman" w:hAnsi="Times New Roman" w:cs="Times New Roman"/>
          <w:sz w:val="28"/>
          <w:szCs w:val="28"/>
        </w:rPr>
        <w:t xml:space="preserve"> «Об утверждении Правил использования медицинскими организациями средств нормированного страхового запаса </w:t>
      </w:r>
      <w:r w:rsidR="00207CFB" w:rsidRPr="00C128A3">
        <w:rPr>
          <w:rFonts w:ascii="Times New Roman" w:hAnsi="Times New Roman" w:cs="Times New Roman"/>
          <w:sz w:val="28"/>
          <w:szCs w:val="28"/>
        </w:rPr>
        <w:t xml:space="preserve">Федерального фонда обязательного медицинского страхования, нормированного страхового запаса </w:t>
      </w:r>
      <w:r w:rsidRPr="00C128A3">
        <w:rPr>
          <w:rFonts w:ascii="Times New Roman" w:hAnsi="Times New Roman" w:cs="Times New Roman"/>
          <w:sz w:val="28"/>
          <w:szCs w:val="28"/>
        </w:rPr>
        <w:t>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оборудования».</w:t>
      </w:r>
    </w:p>
    <w:p w:rsidR="00A23DA3" w:rsidRPr="00C128A3" w:rsidRDefault="00B101C9" w:rsidP="000B10C2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>2.5. </w:t>
      </w:r>
      <w:r w:rsidR="00234907" w:rsidRPr="00C128A3">
        <w:rPr>
          <w:sz w:val="28"/>
          <w:szCs w:val="28"/>
        </w:rPr>
        <w:t>Расходы на обеспечение деятельности Фонда</w:t>
      </w:r>
      <w:r w:rsidR="00084FAE" w:rsidRPr="00C128A3">
        <w:rPr>
          <w:sz w:val="28"/>
          <w:szCs w:val="28"/>
        </w:rPr>
        <w:t xml:space="preserve"> </w:t>
      </w:r>
      <w:r w:rsidR="00A23DA3" w:rsidRPr="00C128A3">
        <w:rPr>
          <w:sz w:val="28"/>
          <w:szCs w:val="28"/>
        </w:rPr>
        <w:t xml:space="preserve">запланированы </w:t>
      </w:r>
      <w:r w:rsidR="00A21469">
        <w:rPr>
          <w:sz w:val="28"/>
          <w:szCs w:val="28"/>
        </w:rPr>
        <w:t>на </w:t>
      </w:r>
      <w:r w:rsidR="00234907" w:rsidRPr="00C128A3">
        <w:rPr>
          <w:sz w:val="28"/>
          <w:szCs w:val="28"/>
        </w:rPr>
        <w:t>20</w:t>
      </w:r>
      <w:r w:rsidR="00B13762" w:rsidRPr="00C128A3">
        <w:rPr>
          <w:sz w:val="28"/>
          <w:szCs w:val="28"/>
        </w:rPr>
        <w:t>2</w:t>
      </w:r>
      <w:r w:rsidR="00367B63" w:rsidRPr="00C128A3">
        <w:rPr>
          <w:sz w:val="28"/>
          <w:szCs w:val="28"/>
        </w:rPr>
        <w:t>5</w:t>
      </w:r>
      <w:r w:rsidR="00345F8C" w:rsidRPr="00C128A3">
        <w:rPr>
          <w:sz w:val="28"/>
          <w:szCs w:val="28"/>
        </w:rPr>
        <w:t>, 202</w:t>
      </w:r>
      <w:r w:rsidR="00367B63" w:rsidRPr="00C128A3">
        <w:rPr>
          <w:sz w:val="28"/>
          <w:szCs w:val="28"/>
        </w:rPr>
        <w:t>6</w:t>
      </w:r>
      <w:r w:rsidR="00345F8C" w:rsidRPr="00C128A3">
        <w:rPr>
          <w:sz w:val="28"/>
          <w:szCs w:val="28"/>
        </w:rPr>
        <w:t xml:space="preserve"> и</w:t>
      </w:r>
      <w:r w:rsidR="000513FB" w:rsidRPr="00C128A3">
        <w:rPr>
          <w:sz w:val="28"/>
          <w:szCs w:val="28"/>
        </w:rPr>
        <w:t xml:space="preserve"> </w:t>
      </w:r>
      <w:r w:rsidR="00234907" w:rsidRPr="00C128A3">
        <w:rPr>
          <w:sz w:val="28"/>
          <w:szCs w:val="28"/>
        </w:rPr>
        <w:t>202</w:t>
      </w:r>
      <w:r w:rsidR="00367B63" w:rsidRPr="00C128A3">
        <w:rPr>
          <w:sz w:val="28"/>
          <w:szCs w:val="28"/>
        </w:rPr>
        <w:t>7</w:t>
      </w:r>
      <w:r w:rsidR="00234907" w:rsidRPr="00C128A3">
        <w:rPr>
          <w:sz w:val="28"/>
          <w:szCs w:val="28"/>
        </w:rPr>
        <w:t xml:space="preserve"> годы </w:t>
      </w:r>
      <w:r w:rsidR="00A23DA3" w:rsidRPr="00C128A3">
        <w:rPr>
          <w:bCs/>
          <w:sz w:val="28"/>
          <w:szCs w:val="28"/>
        </w:rPr>
        <w:t xml:space="preserve">в сумме </w:t>
      </w:r>
      <w:r w:rsidR="00367B63" w:rsidRPr="00C128A3">
        <w:rPr>
          <w:bCs/>
          <w:sz w:val="28"/>
          <w:szCs w:val="28"/>
        </w:rPr>
        <w:t>181 835,2</w:t>
      </w:r>
      <w:r w:rsidR="00021F64" w:rsidRPr="00C128A3">
        <w:rPr>
          <w:sz w:val="28"/>
          <w:szCs w:val="28"/>
        </w:rPr>
        <w:t xml:space="preserve"> </w:t>
      </w:r>
      <w:r w:rsidR="00A23DA3" w:rsidRPr="00C128A3">
        <w:rPr>
          <w:sz w:val="28"/>
          <w:szCs w:val="28"/>
        </w:rPr>
        <w:t>тыс. рублей,</w:t>
      </w:r>
      <w:r w:rsidR="00DB706C" w:rsidRPr="00C128A3">
        <w:rPr>
          <w:sz w:val="28"/>
          <w:szCs w:val="28"/>
        </w:rPr>
        <w:t xml:space="preserve"> </w:t>
      </w:r>
      <w:r w:rsidR="00367B63" w:rsidRPr="00C128A3">
        <w:rPr>
          <w:sz w:val="28"/>
          <w:szCs w:val="28"/>
        </w:rPr>
        <w:t>155 074,0</w:t>
      </w:r>
      <w:r w:rsidR="000B10C2" w:rsidRPr="00C128A3">
        <w:rPr>
          <w:sz w:val="28"/>
          <w:szCs w:val="28"/>
        </w:rPr>
        <w:t> </w:t>
      </w:r>
      <w:r w:rsidR="00A23DA3" w:rsidRPr="00C128A3">
        <w:rPr>
          <w:sz w:val="28"/>
          <w:szCs w:val="28"/>
        </w:rPr>
        <w:t xml:space="preserve">тыс. рублей и </w:t>
      </w:r>
      <w:r w:rsidR="00367B63" w:rsidRPr="00C128A3">
        <w:rPr>
          <w:sz w:val="28"/>
          <w:szCs w:val="28"/>
        </w:rPr>
        <w:t>157 900,4</w:t>
      </w:r>
      <w:r w:rsidR="00197459" w:rsidRPr="00C128A3">
        <w:rPr>
          <w:sz w:val="28"/>
          <w:szCs w:val="28"/>
        </w:rPr>
        <w:t xml:space="preserve"> </w:t>
      </w:r>
      <w:r w:rsidR="00A23DA3" w:rsidRPr="00C128A3">
        <w:rPr>
          <w:sz w:val="28"/>
          <w:szCs w:val="28"/>
        </w:rPr>
        <w:t>тыс. рублей</w:t>
      </w:r>
      <w:r w:rsidR="000B10C2" w:rsidRPr="00C128A3">
        <w:rPr>
          <w:sz w:val="28"/>
          <w:szCs w:val="28"/>
        </w:rPr>
        <w:t xml:space="preserve"> </w:t>
      </w:r>
      <w:r w:rsidR="00234907" w:rsidRPr="00C128A3">
        <w:rPr>
          <w:sz w:val="28"/>
          <w:szCs w:val="28"/>
        </w:rPr>
        <w:t>соответственно</w:t>
      </w:r>
      <w:r w:rsidR="00A23DA3" w:rsidRPr="00C128A3">
        <w:rPr>
          <w:sz w:val="28"/>
          <w:szCs w:val="28"/>
        </w:rPr>
        <w:t>.</w:t>
      </w:r>
    </w:p>
    <w:p w:rsidR="00A23DA3" w:rsidRPr="00C128A3" w:rsidRDefault="003E4A61" w:rsidP="00D4633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128A3">
        <w:rPr>
          <w:sz w:val="28"/>
          <w:szCs w:val="28"/>
        </w:rPr>
        <w:t>Норматив</w:t>
      </w:r>
      <w:r w:rsidR="00D46332" w:rsidRPr="00C128A3">
        <w:rPr>
          <w:sz w:val="28"/>
          <w:szCs w:val="28"/>
        </w:rPr>
        <w:t>ы</w:t>
      </w:r>
      <w:r w:rsidRPr="00C128A3">
        <w:rPr>
          <w:sz w:val="28"/>
          <w:szCs w:val="28"/>
        </w:rPr>
        <w:t xml:space="preserve"> расходов на обеспечение выполнения </w:t>
      </w:r>
      <w:r w:rsidR="00D46332" w:rsidRPr="00C128A3">
        <w:rPr>
          <w:sz w:val="28"/>
          <w:szCs w:val="28"/>
        </w:rPr>
        <w:t>Фонд</w:t>
      </w:r>
      <w:r w:rsidR="00F52760" w:rsidRPr="00C128A3">
        <w:rPr>
          <w:sz w:val="28"/>
          <w:szCs w:val="28"/>
        </w:rPr>
        <w:t>ом</w:t>
      </w:r>
      <w:r w:rsidRPr="00C128A3">
        <w:rPr>
          <w:sz w:val="28"/>
          <w:szCs w:val="28"/>
        </w:rPr>
        <w:t xml:space="preserve"> своих функций</w:t>
      </w:r>
      <w:r w:rsidR="00D46332" w:rsidRPr="00C128A3">
        <w:rPr>
          <w:sz w:val="28"/>
          <w:szCs w:val="28"/>
        </w:rPr>
        <w:t xml:space="preserve"> </w:t>
      </w:r>
      <w:r w:rsidR="00B13762" w:rsidRPr="00C128A3">
        <w:rPr>
          <w:sz w:val="28"/>
          <w:szCs w:val="28"/>
        </w:rPr>
        <w:t>на 202</w:t>
      </w:r>
      <w:r w:rsidR="00367B63" w:rsidRPr="00C128A3">
        <w:rPr>
          <w:sz w:val="28"/>
          <w:szCs w:val="28"/>
        </w:rPr>
        <w:t>5</w:t>
      </w:r>
      <w:r w:rsidR="00A23DA3" w:rsidRPr="00C128A3">
        <w:rPr>
          <w:sz w:val="28"/>
          <w:szCs w:val="28"/>
        </w:rPr>
        <w:t xml:space="preserve"> год в соответствии с пунктом 8 части 2 статьи 7 Федерального закона № 326-ФЗ </w:t>
      </w:r>
      <w:r w:rsidR="00841203" w:rsidRPr="00C128A3">
        <w:rPr>
          <w:sz w:val="28"/>
          <w:szCs w:val="28"/>
        </w:rPr>
        <w:t xml:space="preserve">направлены на </w:t>
      </w:r>
      <w:r w:rsidR="00A23DA3" w:rsidRPr="00C128A3">
        <w:rPr>
          <w:sz w:val="28"/>
          <w:szCs w:val="28"/>
        </w:rPr>
        <w:t>согласован</w:t>
      </w:r>
      <w:r w:rsidR="00841203" w:rsidRPr="00C128A3">
        <w:rPr>
          <w:sz w:val="28"/>
          <w:szCs w:val="28"/>
        </w:rPr>
        <w:t xml:space="preserve">ие в </w:t>
      </w:r>
      <w:r w:rsidR="00A23DA3" w:rsidRPr="00C128A3">
        <w:rPr>
          <w:sz w:val="28"/>
          <w:szCs w:val="28"/>
        </w:rPr>
        <w:t>Федеральн</w:t>
      </w:r>
      <w:r w:rsidR="00F67061" w:rsidRPr="00C128A3">
        <w:rPr>
          <w:sz w:val="28"/>
          <w:szCs w:val="28"/>
        </w:rPr>
        <w:t>ы</w:t>
      </w:r>
      <w:r w:rsidR="00841203" w:rsidRPr="00C128A3">
        <w:rPr>
          <w:sz w:val="28"/>
          <w:szCs w:val="28"/>
        </w:rPr>
        <w:t>й</w:t>
      </w:r>
      <w:r w:rsidR="00A23DA3" w:rsidRPr="00C128A3">
        <w:rPr>
          <w:sz w:val="28"/>
          <w:szCs w:val="28"/>
        </w:rPr>
        <w:t xml:space="preserve"> фонд ОМС.</w:t>
      </w:r>
    </w:p>
    <w:p w:rsidR="00295E38" w:rsidRPr="00C128A3" w:rsidRDefault="00B101C9" w:rsidP="001A71AE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>2.6. </w:t>
      </w:r>
      <w:r w:rsidR="001A71AE" w:rsidRPr="00C128A3">
        <w:rPr>
          <w:sz w:val="28"/>
          <w:szCs w:val="28"/>
        </w:rPr>
        <w:t>Норматив на ведение дела для всех страховых медицинских организаций, участвующих в реализации территориальной программы ОМС Ярославской области, планируется</w:t>
      </w:r>
      <w:r w:rsidRPr="00C128A3">
        <w:rPr>
          <w:sz w:val="28"/>
          <w:szCs w:val="28"/>
        </w:rPr>
        <w:t xml:space="preserve"> </w:t>
      </w:r>
      <w:r w:rsidR="00295E38" w:rsidRPr="00C128A3">
        <w:rPr>
          <w:sz w:val="28"/>
          <w:szCs w:val="28"/>
        </w:rPr>
        <w:t xml:space="preserve">в размере 0,8 % от суммы средств, поступивших в страховую медицинскую организацию по дифференцированным </w:t>
      </w:r>
      <w:proofErr w:type="spellStart"/>
      <w:r w:rsidR="00295E38" w:rsidRPr="00C128A3">
        <w:rPr>
          <w:sz w:val="28"/>
          <w:szCs w:val="28"/>
        </w:rPr>
        <w:t>подушевым</w:t>
      </w:r>
      <w:proofErr w:type="spellEnd"/>
      <w:r w:rsidR="00295E38" w:rsidRPr="00C128A3">
        <w:rPr>
          <w:sz w:val="28"/>
          <w:szCs w:val="28"/>
        </w:rPr>
        <w:t xml:space="preserve"> нормативам за январь 2025 года и последующие периоды, и в размере 0,9 % от суммы средств, поступивших в страховую медицинскую организацию в 2025 году по дифференцир</w:t>
      </w:r>
      <w:r w:rsidR="00A21469">
        <w:rPr>
          <w:sz w:val="28"/>
          <w:szCs w:val="28"/>
        </w:rPr>
        <w:t xml:space="preserve">ованным </w:t>
      </w:r>
      <w:proofErr w:type="spellStart"/>
      <w:r w:rsidR="00A21469">
        <w:rPr>
          <w:sz w:val="28"/>
          <w:szCs w:val="28"/>
        </w:rPr>
        <w:t>подушевым</w:t>
      </w:r>
      <w:proofErr w:type="spellEnd"/>
      <w:r w:rsidR="00A21469">
        <w:rPr>
          <w:sz w:val="28"/>
          <w:szCs w:val="28"/>
        </w:rPr>
        <w:t xml:space="preserve"> нормативам за </w:t>
      </w:r>
      <w:r w:rsidR="00295E38" w:rsidRPr="00C128A3">
        <w:rPr>
          <w:sz w:val="28"/>
          <w:szCs w:val="28"/>
        </w:rPr>
        <w:t>декабрь 2024 года.</w:t>
      </w:r>
    </w:p>
    <w:p w:rsidR="00295E38" w:rsidRPr="00C128A3" w:rsidRDefault="00295E38" w:rsidP="001A71AE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>Решение о снижении размера норматива принято на заседании правления Фонда 21.10.2024. При установлении норматива в размере 0,8 % ожидается рост расходов Фонда на ведение дела страховых медицинских организа</w:t>
      </w:r>
      <w:r w:rsidRPr="00C128A3">
        <w:rPr>
          <w:sz w:val="28"/>
          <w:szCs w:val="28"/>
        </w:rPr>
        <w:lastRenderedPageBreak/>
        <w:t xml:space="preserve">ций на </w:t>
      </w:r>
      <w:r w:rsidR="00901B17" w:rsidRPr="00C128A3">
        <w:rPr>
          <w:rFonts w:eastAsia="Calibri"/>
          <w:sz w:val="28"/>
          <w:szCs w:val="28"/>
        </w:rPr>
        <w:t>10 674,4 тыс. рублей с ожидаемых 190 261,</w:t>
      </w:r>
      <w:r w:rsidR="00747061" w:rsidRPr="00C128A3">
        <w:rPr>
          <w:rFonts w:eastAsia="Calibri"/>
          <w:sz w:val="28"/>
          <w:szCs w:val="28"/>
        </w:rPr>
        <w:t>9</w:t>
      </w:r>
      <w:r w:rsidR="00901B17" w:rsidRPr="00C128A3">
        <w:rPr>
          <w:rFonts w:eastAsia="Calibri"/>
          <w:sz w:val="28"/>
          <w:szCs w:val="28"/>
        </w:rPr>
        <w:t xml:space="preserve"> тыс. рублей в 2024 году до 200 936,3 тыс. рублей в 2025 году.</w:t>
      </w:r>
    </w:p>
    <w:p w:rsidR="001A71AE" w:rsidRPr="00C128A3" w:rsidRDefault="000513FB" w:rsidP="001A71AE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 xml:space="preserve">Устанавливается, что иные межбюджетные трансферты, передаваемые бюджетам территориальных фондов ОМС (имеющие целевое назначение), источником финансового обеспечения которых являлись бюджетные ассигнования резервного фонда Правительства Российской Федерации и бюджета Федерального фонда ОМС, не являются источником расходов бюджета Фонда на ведение дела по ОМС страховыми медицинскими организациями. </w:t>
      </w:r>
    </w:p>
    <w:p w:rsidR="000604D4" w:rsidRPr="00C128A3" w:rsidRDefault="0045046D" w:rsidP="00B13762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 xml:space="preserve">2.7. </w:t>
      </w:r>
      <w:r w:rsidR="00EF0F33" w:rsidRPr="00C128A3">
        <w:rPr>
          <w:sz w:val="28"/>
          <w:szCs w:val="28"/>
        </w:rPr>
        <w:t xml:space="preserve">Для обеспечения финансовой устойчивости системы </w:t>
      </w:r>
      <w:r w:rsidR="00CB4652" w:rsidRPr="00C128A3">
        <w:rPr>
          <w:sz w:val="28"/>
          <w:szCs w:val="28"/>
        </w:rPr>
        <w:t>ОМС</w:t>
      </w:r>
      <w:r w:rsidR="00EF0F33" w:rsidRPr="00C128A3">
        <w:rPr>
          <w:sz w:val="28"/>
          <w:szCs w:val="28"/>
        </w:rPr>
        <w:t xml:space="preserve"> </w:t>
      </w:r>
      <w:r w:rsidR="000604D4" w:rsidRPr="00C128A3">
        <w:rPr>
          <w:sz w:val="28"/>
          <w:szCs w:val="28"/>
        </w:rPr>
        <w:t xml:space="preserve">запланирован </w:t>
      </w:r>
      <w:r w:rsidR="00436BC2" w:rsidRPr="00C128A3">
        <w:rPr>
          <w:sz w:val="28"/>
          <w:szCs w:val="28"/>
        </w:rPr>
        <w:t>НСЗ</w:t>
      </w:r>
      <w:r w:rsidR="000604D4" w:rsidRPr="00C128A3">
        <w:rPr>
          <w:sz w:val="28"/>
          <w:szCs w:val="28"/>
        </w:rPr>
        <w:t xml:space="preserve"> Фонда:</w:t>
      </w:r>
    </w:p>
    <w:p w:rsidR="00EF0F33" w:rsidRPr="00C128A3" w:rsidRDefault="000604D4" w:rsidP="00B13762">
      <w:pPr>
        <w:ind w:firstLine="709"/>
        <w:jc w:val="both"/>
        <w:rPr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Pr="00C128A3">
        <w:rPr>
          <w:sz w:val="28"/>
          <w:szCs w:val="28"/>
        </w:rPr>
        <w:t>на</w:t>
      </w:r>
      <w:r w:rsidR="00914579" w:rsidRPr="00C128A3">
        <w:rPr>
          <w:sz w:val="28"/>
          <w:szCs w:val="28"/>
        </w:rPr>
        <w:t xml:space="preserve"> 20</w:t>
      </w:r>
      <w:r w:rsidR="00B13762" w:rsidRPr="00C128A3">
        <w:rPr>
          <w:sz w:val="28"/>
          <w:szCs w:val="28"/>
        </w:rPr>
        <w:t>2</w:t>
      </w:r>
      <w:r w:rsidR="00CF0412" w:rsidRPr="00C128A3">
        <w:rPr>
          <w:sz w:val="28"/>
          <w:szCs w:val="28"/>
        </w:rPr>
        <w:t>5</w:t>
      </w:r>
      <w:r w:rsidR="00914579" w:rsidRPr="00C128A3">
        <w:rPr>
          <w:sz w:val="28"/>
          <w:szCs w:val="28"/>
        </w:rPr>
        <w:t xml:space="preserve"> год </w:t>
      </w:r>
      <w:r w:rsidR="00EF0F33" w:rsidRPr="00C128A3">
        <w:rPr>
          <w:sz w:val="28"/>
          <w:szCs w:val="28"/>
        </w:rPr>
        <w:t xml:space="preserve">в сумме </w:t>
      </w:r>
      <w:r w:rsidR="00CF0412" w:rsidRPr="00C128A3">
        <w:rPr>
          <w:sz w:val="28"/>
          <w:szCs w:val="28"/>
        </w:rPr>
        <w:t>2 230 816,8</w:t>
      </w:r>
      <w:r w:rsidR="00EE3565" w:rsidRPr="00C128A3">
        <w:rPr>
          <w:sz w:val="28"/>
          <w:szCs w:val="28"/>
        </w:rPr>
        <w:t xml:space="preserve"> </w:t>
      </w:r>
      <w:r w:rsidR="008A4314" w:rsidRPr="00C128A3">
        <w:rPr>
          <w:sz w:val="28"/>
          <w:szCs w:val="28"/>
        </w:rPr>
        <w:t>тыс.</w:t>
      </w:r>
      <w:r w:rsidR="00EF0F33" w:rsidRPr="00C128A3">
        <w:rPr>
          <w:sz w:val="28"/>
          <w:szCs w:val="28"/>
        </w:rPr>
        <w:t xml:space="preserve"> руб</w:t>
      </w:r>
      <w:r w:rsidR="002813F5" w:rsidRPr="00C128A3">
        <w:rPr>
          <w:sz w:val="28"/>
          <w:szCs w:val="28"/>
        </w:rPr>
        <w:t>лей</w:t>
      </w:r>
      <w:r w:rsidR="0045046D" w:rsidRPr="00C128A3">
        <w:rPr>
          <w:sz w:val="28"/>
          <w:szCs w:val="28"/>
        </w:rPr>
        <w:t>, в том числе</w:t>
      </w:r>
      <w:r w:rsidR="00EF0F33" w:rsidRPr="00C128A3">
        <w:rPr>
          <w:sz w:val="28"/>
          <w:szCs w:val="28"/>
        </w:rPr>
        <w:t>:</w:t>
      </w:r>
    </w:p>
    <w:p w:rsidR="00B13762" w:rsidRPr="00C128A3" w:rsidRDefault="000604D4" w:rsidP="00B137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>1) </w:t>
      </w:r>
      <w:r w:rsidR="00B13762" w:rsidRPr="00C128A3">
        <w:rPr>
          <w:sz w:val="28"/>
          <w:szCs w:val="28"/>
        </w:rPr>
        <w:t>для дополнительного финансового обеспечения реализации территориальн</w:t>
      </w:r>
      <w:r w:rsidR="00E47C9A" w:rsidRPr="00C128A3">
        <w:rPr>
          <w:sz w:val="28"/>
          <w:szCs w:val="28"/>
        </w:rPr>
        <w:t>ой</w:t>
      </w:r>
      <w:r w:rsidR="00B13762" w:rsidRPr="00C128A3">
        <w:rPr>
          <w:sz w:val="28"/>
          <w:szCs w:val="28"/>
        </w:rPr>
        <w:t xml:space="preserve"> программ</w:t>
      </w:r>
      <w:r w:rsidR="00E47C9A" w:rsidRPr="00C128A3">
        <w:rPr>
          <w:sz w:val="28"/>
          <w:szCs w:val="28"/>
        </w:rPr>
        <w:t>ы</w:t>
      </w:r>
      <w:r w:rsidR="00B13762" w:rsidRPr="00C128A3">
        <w:rPr>
          <w:sz w:val="28"/>
          <w:szCs w:val="28"/>
        </w:rPr>
        <w:t xml:space="preserve"> </w:t>
      </w:r>
      <w:r w:rsidR="00E47C9A" w:rsidRPr="00C128A3">
        <w:rPr>
          <w:sz w:val="28"/>
          <w:szCs w:val="28"/>
        </w:rPr>
        <w:t>ОМС</w:t>
      </w:r>
      <w:r w:rsidR="002C5595" w:rsidRPr="00C128A3">
        <w:rPr>
          <w:sz w:val="28"/>
          <w:szCs w:val="28"/>
        </w:rPr>
        <w:t xml:space="preserve"> </w:t>
      </w:r>
      <w:r w:rsidR="00A52870" w:rsidRPr="00C128A3">
        <w:rPr>
          <w:sz w:val="28"/>
          <w:szCs w:val="28"/>
        </w:rPr>
        <w:t>–</w:t>
      </w:r>
      <w:r w:rsidR="0023797B" w:rsidRPr="00C128A3">
        <w:rPr>
          <w:sz w:val="28"/>
          <w:szCs w:val="28"/>
        </w:rPr>
        <w:t xml:space="preserve"> </w:t>
      </w:r>
      <w:r w:rsidR="00CF0412" w:rsidRPr="00C128A3">
        <w:rPr>
          <w:sz w:val="28"/>
          <w:szCs w:val="28"/>
        </w:rPr>
        <w:t>463 524,3</w:t>
      </w:r>
      <w:r w:rsidR="002B0CB2" w:rsidRPr="00C128A3">
        <w:rPr>
          <w:sz w:val="28"/>
          <w:szCs w:val="28"/>
        </w:rPr>
        <w:t xml:space="preserve"> </w:t>
      </w:r>
      <w:r w:rsidR="002C5595" w:rsidRPr="00C128A3">
        <w:rPr>
          <w:sz w:val="28"/>
          <w:szCs w:val="28"/>
        </w:rPr>
        <w:t>тыс. рублей</w:t>
      </w:r>
      <w:r w:rsidR="00B13762" w:rsidRPr="00C128A3">
        <w:rPr>
          <w:sz w:val="28"/>
          <w:szCs w:val="28"/>
        </w:rPr>
        <w:t>;</w:t>
      </w:r>
    </w:p>
    <w:p w:rsidR="002C6B75" w:rsidRPr="00C128A3" w:rsidRDefault="000604D4" w:rsidP="002C6B75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>2) </w:t>
      </w:r>
      <w:r w:rsidR="002C6B75" w:rsidRPr="00C128A3">
        <w:rPr>
          <w:sz w:val="28"/>
          <w:szCs w:val="28"/>
        </w:rPr>
        <w:t xml:space="preserve">на оплату счетов других территориальных фондов ОМС за </w:t>
      </w:r>
      <w:r w:rsidR="001E271B" w:rsidRPr="00C128A3">
        <w:rPr>
          <w:sz w:val="28"/>
          <w:szCs w:val="28"/>
        </w:rPr>
        <w:t xml:space="preserve">оказание медицинской помощи лицам, застрахованным на территории Ярославской области, </w:t>
      </w:r>
      <w:r w:rsidR="002C6B75" w:rsidRPr="00C128A3">
        <w:rPr>
          <w:sz w:val="28"/>
          <w:szCs w:val="28"/>
        </w:rPr>
        <w:t>–</w:t>
      </w:r>
      <w:r w:rsidR="0023797B" w:rsidRPr="00C128A3">
        <w:rPr>
          <w:sz w:val="28"/>
          <w:szCs w:val="28"/>
        </w:rPr>
        <w:t xml:space="preserve"> </w:t>
      </w:r>
      <w:r w:rsidR="00CF0412" w:rsidRPr="00C128A3">
        <w:rPr>
          <w:sz w:val="28"/>
          <w:szCs w:val="28"/>
        </w:rPr>
        <w:t>838 825,9</w:t>
      </w:r>
      <w:r w:rsidR="002B0CB2" w:rsidRPr="00C128A3">
        <w:rPr>
          <w:sz w:val="28"/>
          <w:szCs w:val="28"/>
        </w:rPr>
        <w:t xml:space="preserve"> </w:t>
      </w:r>
      <w:r w:rsidR="002C6B75" w:rsidRPr="00C128A3">
        <w:rPr>
          <w:sz w:val="28"/>
          <w:szCs w:val="28"/>
        </w:rPr>
        <w:t>тыс. рублей;</w:t>
      </w:r>
    </w:p>
    <w:p w:rsidR="00293D5F" w:rsidRPr="00C128A3" w:rsidRDefault="000604D4" w:rsidP="00FA2C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>3)</w:t>
      </w:r>
      <w:r w:rsidR="00293D5F" w:rsidRPr="00C128A3">
        <w:rPr>
          <w:sz w:val="28"/>
          <w:szCs w:val="28"/>
        </w:rPr>
        <w:t> на оплату счетов медицинских организаций, участвующих в реализации территориальной программы ОМС Ярославской области, за медицинскую помощь, оказанную гражданам, застрахованным на других территориях, –</w:t>
      </w:r>
      <w:r w:rsidR="0023797B" w:rsidRPr="00C128A3">
        <w:rPr>
          <w:sz w:val="28"/>
          <w:szCs w:val="28"/>
        </w:rPr>
        <w:t xml:space="preserve"> </w:t>
      </w:r>
      <w:r w:rsidR="00CF0412" w:rsidRPr="00C128A3">
        <w:rPr>
          <w:sz w:val="28"/>
          <w:szCs w:val="28"/>
        </w:rPr>
        <w:t>866 446,2</w:t>
      </w:r>
      <w:r w:rsidR="002B0CB2" w:rsidRPr="00C128A3">
        <w:rPr>
          <w:sz w:val="28"/>
          <w:szCs w:val="28"/>
        </w:rPr>
        <w:t xml:space="preserve"> </w:t>
      </w:r>
      <w:r w:rsidR="00293D5F" w:rsidRPr="00C128A3">
        <w:rPr>
          <w:sz w:val="28"/>
          <w:szCs w:val="28"/>
        </w:rPr>
        <w:t>тыс. рублей;</w:t>
      </w:r>
    </w:p>
    <w:p w:rsidR="00B13762" w:rsidRPr="00C128A3" w:rsidRDefault="000604D4" w:rsidP="00B137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>4) </w:t>
      </w:r>
      <w:r w:rsidR="00B13762" w:rsidRPr="00C128A3">
        <w:rPr>
          <w:sz w:val="28"/>
          <w:szCs w:val="28"/>
        </w:rPr>
        <w:t xml:space="preserve"> для финансового обеспечения мероприятий</w:t>
      </w:r>
      <w:r w:rsidR="002C5595" w:rsidRPr="00C128A3">
        <w:rPr>
          <w:sz w:val="28"/>
          <w:szCs w:val="28"/>
        </w:rPr>
        <w:t xml:space="preserve"> –</w:t>
      </w:r>
      <w:r w:rsidRPr="00C128A3">
        <w:rPr>
          <w:sz w:val="28"/>
          <w:szCs w:val="28"/>
        </w:rPr>
        <w:t xml:space="preserve"> </w:t>
      </w:r>
      <w:r w:rsidR="00CF0412" w:rsidRPr="00C128A3">
        <w:rPr>
          <w:sz w:val="28"/>
          <w:szCs w:val="28"/>
        </w:rPr>
        <w:t>62 020,4</w:t>
      </w:r>
      <w:r w:rsidR="002B0CB2" w:rsidRPr="00C128A3">
        <w:rPr>
          <w:sz w:val="28"/>
          <w:szCs w:val="28"/>
        </w:rPr>
        <w:t xml:space="preserve"> </w:t>
      </w:r>
      <w:r w:rsidR="002C5595" w:rsidRPr="00C128A3">
        <w:rPr>
          <w:sz w:val="28"/>
          <w:szCs w:val="28"/>
        </w:rPr>
        <w:t>тыс. рублей</w:t>
      </w:r>
      <w:r w:rsidRPr="00C128A3">
        <w:rPr>
          <w:sz w:val="28"/>
          <w:szCs w:val="28"/>
        </w:rPr>
        <w:t>;</w:t>
      </w:r>
    </w:p>
    <w:p w:rsidR="00C70FFD" w:rsidRPr="00C128A3" w:rsidRDefault="0023797B" w:rsidP="00B137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Pr="00C128A3">
        <w:rPr>
          <w:sz w:val="28"/>
          <w:szCs w:val="28"/>
        </w:rPr>
        <w:t>на 202</w:t>
      </w:r>
      <w:r w:rsidR="00CF0412" w:rsidRPr="00C128A3">
        <w:rPr>
          <w:sz w:val="28"/>
          <w:szCs w:val="28"/>
        </w:rPr>
        <w:t>6</w:t>
      </w:r>
      <w:r w:rsidRPr="00C128A3">
        <w:rPr>
          <w:sz w:val="28"/>
          <w:szCs w:val="28"/>
        </w:rPr>
        <w:t xml:space="preserve"> год в сумме </w:t>
      </w:r>
      <w:r w:rsidR="00CF0412" w:rsidRPr="00C128A3">
        <w:rPr>
          <w:sz w:val="28"/>
          <w:szCs w:val="28"/>
        </w:rPr>
        <w:t>2 392 448,0</w:t>
      </w:r>
      <w:r w:rsidRPr="00C128A3">
        <w:rPr>
          <w:sz w:val="28"/>
          <w:szCs w:val="28"/>
        </w:rPr>
        <w:t xml:space="preserve"> тыс. рублей</w:t>
      </w:r>
      <w:r w:rsidR="00C70FFD" w:rsidRPr="00C128A3">
        <w:rPr>
          <w:sz w:val="28"/>
          <w:szCs w:val="28"/>
        </w:rPr>
        <w:t>, в том числе:</w:t>
      </w:r>
    </w:p>
    <w:p w:rsidR="00C70FFD" w:rsidRPr="00C128A3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 xml:space="preserve">1) для дополнительного финансового обеспечения реализации территориальной программы ОМС – </w:t>
      </w:r>
      <w:r w:rsidR="00CF0412" w:rsidRPr="00C128A3">
        <w:rPr>
          <w:sz w:val="28"/>
          <w:szCs w:val="28"/>
        </w:rPr>
        <w:t>499 679,2</w:t>
      </w:r>
      <w:r w:rsidRPr="00C128A3">
        <w:rPr>
          <w:sz w:val="28"/>
          <w:szCs w:val="28"/>
        </w:rPr>
        <w:t xml:space="preserve"> тыс. рублей;</w:t>
      </w:r>
    </w:p>
    <w:p w:rsidR="00C70FFD" w:rsidRPr="00C128A3" w:rsidRDefault="00C70FFD" w:rsidP="00C70FFD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 xml:space="preserve">2) на оплату счетов других территориальных фондов ОМС </w:t>
      </w:r>
      <w:r w:rsidR="001E271B" w:rsidRPr="00C128A3">
        <w:rPr>
          <w:sz w:val="28"/>
          <w:szCs w:val="28"/>
        </w:rPr>
        <w:t>за оказание медицинской помощи лицам, застрахованным на территории Ярославской области,</w:t>
      </w:r>
      <w:r w:rsidRPr="00C128A3">
        <w:rPr>
          <w:sz w:val="28"/>
          <w:szCs w:val="28"/>
        </w:rPr>
        <w:t xml:space="preserve"> – </w:t>
      </w:r>
      <w:r w:rsidR="00CF0412" w:rsidRPr="00C128A3">
        <w:rPr>
          <w:sz w:val="28"/>
          <w:szCs w:val="28"/>
        </w:rPr>
        <w:t>904 254,3</w:t>
      </w:r>
      <w:r w:rsidRPr="00C128A3">
        <w:rPr>
          <w:sz w:val="28"/>
          <w:szCs w:val="28"/>
        </w:rPr>
        <w:t xml:space="preserve"> тыс. рублей;</w:t>
      </w:r>
    </w:p>
    <w:p w:rsidR="00C70FFD" w:rsidRPr="00C128A3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 xml:space="preserve">3) на оплату счетов медицинских организаций, участвующих в реализации территориальной программы ОМС Ярославской области, за медицинскую помощь, оказанную гражданам, застрахованным на других территориях, – </w:t>
      </w:r>
      <w:r w:rsidR="00CF0412" w:rsidRPr="00C128A3">
        <w:rPr>
          <w:sz w:val="28"/>
          <w:szCs w:val="28"/>
        </w:rPr>
        <w:t>933 004,9</w:t>
      </w:r>
      <w:r w:rsidRPr="00C128A3">
        <w:rPr>
          <w:sz w:val="28"/>
          <w:szCs w:val="28"/>
        </w:rPr>
        <w:t xml:space="preserve"> тыс. рублей;</w:t>
      </w:r>
    </w:p>
    <w:p w:rsidR="00C70FFD" w:rsidRPr="00C128A3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 xml:space="preserve">4)  для финансового обеспечения мероприятий – </w:t>
      </w:r>
      <w:r w:rsidR="00CF0412" w:rsidRPr="00C128A3">
        <w:rPr>
          <w:sz w:val="28"/>
          <w:szCs w:val="28"/>
        </w:rPr>
        <w:t>55 509,6</w:t>
      </w:r>
      <w:r w:rsidRPr="00C128A3">
        <w:rPr>
          <w:sz w:val="28"/>
          <w:szCs w:val="28"/>
        </w:rPr>
        <w:t xml:space="preserve"> тыс. рублей;</w:t>
      </w:r>
    </w:p>
    <w:p w:rsidR="000604D4" w:rsidRPr="00C128A3" w:rsidRDefault="0023797B" w:rsidP="00B137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8A3">
        <w:rPr>
          <w:bCs/>
          <w:sz w:val="28"/>
          <w:szCs w:val="28"/>
        </w:rPr>
        <w:noBreakHyphen/>
        <w:t> </w:t>
      </w:r>
      <w:r w:rsidRPr="00C128A3">
        <w:rPr>
          <w:sz w:val="28"/>
          <w:szCs w:val="28"/>
        </w:rPr>
        <w:t>на 202</w:t>
      </w:r>
      <w:r w:rsidR="00CF0412" w:rsidRPr="00C128A3">
        <w:rPr>
          <w:sz w:val="28"/>
          <w:szCs w:val="28"/>
        </w:rPr>
        <w:t>7</w:t>
      </w:r>
      <w:r w:rsidRPr="00C128A3">
        <w:rPr>
          <w:sz w:val="28"/>
          <w:szCs w:val="28"/>
        </w:rPr>
        <w:t xml:space="preserve"> год в сумме </w:t>
      </w:r>
      <w:r w:rsidR="00CF0412" w:rsidRPr="00C128A3">
        <w:rPr>
          <w:sz w:val="28"/>
          <w:szCs w:val="28"/>
        </w:rPr>
        <w:t>2 545 480,6</w:t>
      </w:r>
      <w:r w:rsidRPr="00C128A3">
        <w:rPr>
          <w:sz w:val="28"/>
          <w:szCs w:val="28"/>
        </w:rPr>
        <w:t xml:space="preserve"> тыс. рублей</w:t>
      </w:r>
      <w:r w:rsidR="00345F8C" w:rsidRPr="00C128A3">
        <w:rPr>
          <w:sz w:val="28"/>
          <w:szCs w:val="28"/>
        </w:rPr>
        <w:t>, в том числе:</w:t>
      </w:r>
    </w:p>
    <w:p w:rsidR="00C70FFD" w:rsidRPr="00C128A3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 xml:space="preserve">1) для дополнительного финансового обеспечения реализации территориальной программы ОМС – </w:t>
      </w:r>
      <w:r w:rsidR="00CF0412" w:rsidRPr="00C128A3">
        <w:rPr>
          <w:sz w:val="28"/>
          <w:szCs w:val="28"/>
        </w:rPr>
        <w:t>533 657,4</w:t>
      </w:r>
      <w:r w:rsidRPr="00C128A3">
        <w:rPr>
          <w:sz w:val="28"/>
          <w:szCs w:val="28"/>
        </w:rPr>
        <w:t xml:space="preserve"> тыс. рублей;</w:t>
      </w:r>
    </w:p>
    <w:p w:rsidR="00C70FFD" w:rsidRPr="00C128A3" w:rsidRDefault="00C70FFD" w:rsidP="00C70FFD">
      <w:pPr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 xml:space="preserve">2) на оплату счетов других территориальных фондов ОМС </w:t>
      </w:r>
      <w:r w:rsidR="001E271B" w:rsidRPr="00C128A3">
        <w:rPr>
          <w:sz w:val="28"/>
          <w:szCs w:val="28"/>
        </w:rPr>
        <w:t>за оказание медицинской помощи лицам, застрахованным на территории Ярославской области,</w:t>
      </w:r>
      <w:r w:rsidRPr="00C128A3">
        <w:rPr>
          <w:sz w:val="28"/>
          <w:szCs w:val="28"/>
        </w:rPr>
        <w:t xml:space="preserve"> – </w:t>
      </w:r>
      <w:r w:rsidR="00CF0412" w:rsidRPr="00C128A3">
        <w:rPr>
          <w:sz w:val="28"/>
          <w:szCs w:val="28"/>
        </w:rPr>
        <w:t>965 743,6</w:t>
      </w:r>
      <w:r w:rsidRPr="00C128A3">
        <w:rPr>
          <w:sz w:val="28"/>
          <w:szCs w:val="28"/>
        </w:rPr>
        <w:t xml:space="preserve"> тыс. рублей;</w:t>
      </w:r>
    </w:p>
    <w:p w:rsidR="00C70FFD" w:rsidRPr="00C128A3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 xml:space="preserve">3) на оплату счетов медицинских организаций, участвующих в реализации территориальной программы ОМС Ярославской области, за медицинскую помощь, оказанную гражданам, застрахованным на других территориях, – </w:t>
      </w:r>
      <w:r w:rsidR="00CF0412" w:rsidRPr="00C128A3">
        <w:rPr>
          <w:sz w:val="28"/>
          <w:szCs w:val="28"/>
        </w:rPr>
        <w:t>996 449,2</w:t>
      </w:r>
      <w:r w:rsidRPr="00C128A3">
        <w:rPr>
          <w:sz w:val="28"/>
          <w:szCs w:val="28"/>
        </w:rPr>
        <w:t xml:space="preserve"> тыс. рублей;</w:t>
      </w:r>
    </w:p>
    <w:p w:rsidR="00C70FFD" w:rsidRPr="007D0576" w:rsidRDefault="00C70FFD" w:rsidP="00C70F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8A3">
        <w:rPr>
          <w:sz w:val="28"/>
          <w:szCs w:val="28"/>
        </w:rPr>
        <w:t xml:space="preserve">4)  для финансового обеспечения мероприятий – </w:t>
      </w:r>
      <w:r w:rsidR="00CF0412" w:rsidRPr="00C128A3">
        <w:rPr>
          <w:sz w:val="28"/>
          <w:szCs w:val="28"/>
        </w:rPr>
        <w:t>49 63</w:t>
      </w:r>
      <w:r w:rsidR="00CF0412" w:rsidRPr="007D0576">
        <w:rPr>
          <w:sz w:val="28"/>
          <w:szCs w:val="28"/>
        </w:rPr>
        <w:t>0,4</w:t>
      </w:r>
      <w:r w:rsidRPr="007D0576">
        <w:rPr>
          <w:sz w:val="28"/>
          <w:szCs w:val="28"/>
        </w:rPr>
        <w:t xml:space="preserve"> тыс. рублей</w:t>
      </w:r>
      <w:r w:rsidR="00A96641" w:rsidRPr="007D0576">
        <w:rPr>
          <w:sz w:val="28"/>
          <w:szCs w:val="28"/>
        </w:rPr>
        <w:t>.</w:t>
      </w:r>
    </w:p>
    <w:sectPr w:rsidR="00C70FFD" w:rsidRPr="007D0576" w:rsidSect="00D01E5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993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314" w:rsidRDefault="00730314">
      <w:r>
        <w:separator/>
      </w:r>
    </w:p>
  </w:endnote>
  <w:endnote w:type="continuationSeparator" w:id="0">
    <w:p w:rsidR="00730314" w:rsidRDefault="00730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42E" w:rsidRDefault="009C2C35" w:rsidP="009E7EA8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E342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E342E" w:rsidRDefault="00AE342E" w:rsidP="009E7EA8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42E" w:rsidRDefault="00AE342E" w:rsidP="009E7EA8">
    <w:pPr>
      <w:pStyle w:val="a9"/>
      <w:framePr w:wrap="around" w:vAnchor="text" w:hAnchor="margin" w:xAlign="right" w:y="1"/>
      <w:rPr>
        <w:rStyle w:val="aa"/>
      </w:rPr>
    </w:pPr>
  </w:p>
  <w:p w:rsidR="00AE342E" w:rsidRDefault="00AE342E" w:rsidP="009E7EA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314" w:rsidRDefault="00730314">
      <w:r>
        <w:separator/>
      </w:r>
    </w:p>
  </w:footnote>
  <w:footnote w:type="continuationSeparator" w:id="0">
    <w:p w:rsidR="00730314" w:rsidRDefault="00730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42E" w:rsidRDefault="009C2C35" w:rsidP="0005127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E342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E342E" w:rsidRDefault="00AE342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42E" w:rsidRDefault="009C2C35" w:rsidP="0005127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E342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2E04">
      <w:rPr>
        <w:rStyle w:val="aa"/>
        <w:noProof/>
      </w:rPr>
      <w:t>2</w:t>
    </w:r>
    <w:r>
      <w:rPr>
        <w:rStyle w:val="aa"/>
      </w:rPr>
      <w:fldChar w:fldCharType="end"/>
    </w:r>
  </w:p>
  <w:p w:rsidR="00AE342E" w:rsidRDefault="00AE342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E0223"/>
    <w:multiLevelType w:val="hybridMultilevel"/>
    <w:tmpl w:val="E5DEF4FA"/>
    <w:lvl w:ilvl="0" w:tplc="06BE19D2">
      <w:start w:val="1"/>
      <w:numFmt w:val="decimal"/>
      <w:lvlText w:val="%1."/>
      <w:lvlJc w:val="left"/>
      <w:pPr>
        <w:ind w:left="1759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50DF531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40"/>
    <w:rsid w:val="00002423"/>
    <w:rsid w:val="00005F92"/>
    <w:rsid w:val="00007723"/>
    <w:rsid w:val="00007D60"/>
    <w:rsid w:val="0001032D"/>
    <w:rsid w:val="00010A99"/>
    <w:rsid w:val="00010D42"/>
    <w:rsid w:val="00011910"/>
    <w:rsid w:val="00011E38"/>
    <w:rsid w:val="000137AA"/>
    <w:rsid w:val="00013DC4"/>
    <w:rsid w:val="000147B4"/>
    <w:rsid w:val="0001496A"/>
    <w:rsid w:val="00015006"/>
    <w:rsid w:val="0001517B"/>
    <w:rsid w:val="0001558D"/>
    <w:rsid w:val="000160CD"/>
    <w:rsid w:val="000162F4"/>
    <w:rsid w:val="000178BA"/>
    <w:rsid w:val="00021976"/>
    <w:rsid w:val="00021F64"/>
    <w:rsid w:val="000229D0"/>
    <w:rsid w:val="00023B9B"/>
    <w:rsid w:val="00024438"/>
    <w:rsid w:val="00025770"/>
    <w:rsid w:val="000257D2"/>
    <w:rsid w:val="00025A70"/>
    <w:rsid w:val="0002669C"/>
    <w:rsid w:val="00026B4B"/>
    <w:rsid w:val="00026FD0"/>
    <w:rsid w:val="0002778D"/>
    <w:rsid w:val="00027CB3"/>
    <w:rsid w:val="00027D75"/>
    <w:rsid w:val="00030009"/>
    <w:rsid w:val="00030BB4"/>
    <w:rsid w:val="00030D9E"/>
    <w:rsid w:val="00032239"/>
    <w:rsid w:val="0003263A"/>
    <w:rsid w:val="00033881"/>
    <w:rsid w:val="000341F1"/>
    <w:rsid w:val="00034C07"/>
    <w:rsid w:val="00034C40"/>
    <w:rsid w:val="00035760"/>
    <w:rsid w:val="0003591D"/>
    <w:rsid w:val="00035B8B"/>
    <w:rsid w:val="00035C5A"/>
    <w:rsid w:val="00037287"/>
    <w:rsid w:val="000406A0"/>
    <w:rsid w:val="000414D6"/>
    <w:rsid w:val="0004482A"/>
    <w:rsid w:val="00044D9B"/>
    <w:rsid w:val="00045EF2"/>
    <w:rsid w:val="00046FC9"/>
    <w:rsid w:val="0004758D"/>
    <w:rsid w:val="0004786F"/>
    <w:rsid w:val="00050068"/>
    <w:rsid w:val="000503E1"/>
    <w:rsid w:val="0005085D"/>
    <w:rsid w:val="00051275"/>
    <w:rsid w:val="0005132E"/>
    <w:rsid w:val="000513FB"/>
    <w:rsid w:val="000521AF"/>
    <w:rsid w:val="000521F4"/>
    <w:rsid w:val="000537CF"/>
    <w:rsid w:val="00053D4D"/>
    <w:rsid w:val="00053DA3"/>
    <w:rsid w:val="00054D2E"/>
    <w:rsid w:val="000556D3"/>
    <w:rsid w:val="00055E0E"/>
    <w:rsid w:val="00056D41"/>
    <w:rsid w:val="00057DDB"/>
    <w:rsid w:val="000604D4"/>
    <w:rsid w:val="000612BC"/>
    <w:rsid w:val="0006280F"/>
    <w:rsid w:val="000648C4"/>
    <w:rsid w:val="00064AFD"/>
    <w:rsid w:val="000656B6"/>
    <w:rsid w:val="00066631"/>
    <w:rsid w:val="000679AA"/>
    <w:rsid w:val="00070683"/>
    <w:rsid w:val="00071291"/>
    <w:rsid w:val="00071703"/>
    <w:rsid w:val="000725F1"/>
    <w:rsid w:val="00073CD1"/>
    <w:rsid w:val="0007411C"/>
    <w:rsid w:val="0007469C"/>
    <w:rsid w:val="000758F6"/>
    <w:rsid w:val="00076F8B"/>
    <w:rsid w:val="0007725C"/>
    <w:rsid w:val="00077535"/>
    <w:rsid w:val="00081C7B"/>
    <w:rsid w:val="00081E07"/>
    <w:rsid w:val="00081FBB"/>
    <w:rsid w:val="00084C5C"/>
    <w:rsid w:val="00084CF4"/>
    <w:rsid w:val="00084FAE"/>
    <w:rsid w:val="00084FFB"/>
    <w:rsid w:val="00086E1C"/>
    <w:rsid w:val="000870DC"/>
    <w:rsid w:val="000919A1"/>
    <w:rsid w:val="00091C83"/>
    <w:rsid w:val="0009282D"/>
    <w:rsid w:val="00092AB4"/>
    <w:rsid w:val="00092CE2"/>
    <w:rsid w:val="0009437B"/>
    <w:rsid w:val="000949DD"/>
    <w:rsid w:val="000962A1"/>
    <w:rsid w:val="00096E01"/>
    <w:rsid w:val="00097181"/>
    <w:rsid w:val="00097D34"/>
    <w:rsid w:val="000A00A4"/>
    <w:rsid w:val="000A2615"/>
    <w:rsid w:val="000A48FE"/>
    <w:rsid w:val="000A55A0"/>
    <w:rsid w:val="000A6021"/>
    <w:rsid w:val="000A6212"/>
    <w:rsid w:val="000A7A5E"/>
    <w:rsid w:val="000A7E48"/>
    <w:rsid w:val="000B10C2"/>
    <w:rsid w:val="000B1315"/>
    <w:rsid w:val="000B19FC"/>
    <w:rsid w:val="000B21C8"/>
    <w:rsid w:val="000B27BB"/>
    <w:rsid w:val="000B39EB"/>
    <w:rsid w:val="000B3E86"/>
    <w:rsid w:val="000B410F"/>
    <w:rsid w:val="000B480F"/>
    <w:rsid w:val="000B4CB2"/>
    <w:rsid w:val="000B63C0"/>
    <w:rsid w:val="000B6C5C"/>
    <w:rsid w:val="000B6CA3"/>
    <w:rsid w:val="000B7B1D"/>
    <w:rsid w:val="000B7C51"/>
    <w:rsid w:val="000C1CF4"/>
    <w:rsid w:val="000C212F"/>
    <w:rsid w:val="000C292A"/>
    <w:rsid w:val="000C3ADA"/>
    <w:rsid w:val="000C5DF2"/>
    <w:rsid w:val="000C6DFB"/>
    <w:rsid w:val="000C75DB"/>
    <w:rsid w:val="000D068E"/>
    <w:rsid w:val="000D229D"/>
    <w:rsid w:val="000D2E04"/>
    <w:rsid w:val="000D4E74"/>
    <w:rsid w:val="000D58CC"/>
    <w:rsid w:val="000D6B92"/>
    <w:rsid w:val="000D7133"/>
    <w:rsid w:val="000E0E2C"/>
    <w:rsid w:val="000E12ED"/>
    <w:rsid w:val="000E13EA"/>
    <w:rsid w:val="000E17B5"/>
    <w:rsid w:val="000E2878"/>
    <w:rsid w:val="000E2CEF"/>
    <w:rsid w:val="000E2E51"/>
    <w:rsid w:val="000E30F6"/>
    <w:rsid w:val="000E3C2E"/>
    <w:rsid w:val="000E6579"/>
    <w:rsid w:val="000E66BB"/>
    <w:rsid w:val="000E7660"/>
    <w:rsid w:val="000F066C"/>
    <w:rsid w:val="000F0C5B"/>
    <w:rsid w:val="000F292A"/>
    <w:rsid w:val="000F29F8"/>
    <w:rsid w:val="000F2AFC"/>
    <w:rsid w:val="000F2DFD"/>
    <w:rsid w:val="000F3AF2"/>
    <w:rsid w:val="000F4D4F"/>
    <w:rsid w:val="000F5E6D"/>
    <w:rsid w:val="000F6B29"/>
    <w:rsid w:val="000F76EB"/>
    <w:rsid w:val="00100122"/>
    <w:rsid w:val="0010031B"/>
    <w:rsid w:val="00101E3C"/>
    <w:rsid w:val="001023E4"/>
    <w:rsid w:val="0010439C"/>
    <w:rsid w:val="00104669"/>
    <w:rsid w:val="00104698"/>
    <w:rsid w:val="00111E73"/>
    <w:rsid w:val="0011355A"/>
    <w:rsid w:val="00114780"/>
    <w:rsid w:val="00114E7F"/>
    <w:rsid w:val="00114EEF"/>
    <w:rsid w:val="0011684D"/>
    <w:rsid w:val="00116AE8"/>
    <w:rsid w:val="00116C4C"/>
    <w:rsid w:val="00117EEC"/>
    <w:rsid w:val="00120D5F"/>
    <w:rsid w:val="00120F73"/>
    <w:rsid w:val="0012167C"/>
    <w:rsid w:val="00121A65"/>
    <w:rsid w:val="00122198"/>
    <w:rsid w:val="00125097"/>
    <w:rsid w:val="00125143"/>
    <w:rsid w:val="00125322"/>
    <w:rsid w:val="00125392"/>
    <w:rsid w:val="00126D81"/>
    <w:rsid w:val="00127206"/>
    <w:rsid w:val="0013076D"/>
    <w:rsid w:val="00131D6A"/>
    <w:rsid w:val="00132AC9"/>
    <w:rsid w:val="00133ABE"/>
    <w:rsid w:val="00133D85"/>
    <w:rsid w:val="0013569E"/>
    <w:rsid w:val="00135744"/>
    <w:rsid w:val="0013668B"/>
    <w:rsid w:val="001373DD"/>
    <w:rsid w:val="00140797"/>
    <w:rsid w:val="00142236"/>
    <w:rsid w:val="001423A9"/>
    <w:rsid w:val="00144144"/>
    <w:rsid w:val="00145A42"/>
    <w:rsid w:val="00146627"/>
    <w:rsid w:val="001503D1"/>
    <w:rsid w:val="0015087A"/>
    <w:rsid w:val="0015136C"/>
    <w:rsid w:val="00151B9C"/>
    <w:rsid w:val="001542B5"/>
    <w:rsid w:val="00157458"/>
    <w:rsid w:val="00157860"/>
    <w:rsid w:val="00157CDD"/>
    <w:rsid w:val="00160F42"/>
    <w:rsid w:val="001610F5"/>
    <w:rsid w:val="00161C06"/>
    <w:rsid w:val="00161DC6"/>
    <w:rsid w:val="001627FC"/>
    <w:rsid w:val="0016345A"/>
    <w:rsid w:val="00166838"/>
    <w:rsid w:val="00166EBB"/>
    <w:rsid w:val="001674FB"/>
    <w:rsid w:val="00167512"/>
    <w:rsid w:val="00167710"/>
    <w:rsid w:val="00167B82"/>
    <w:rsid w:val="00171109"/>
    <w:rsid w:val="001711D7"/>
    <w:rsid w:val="0017613E"/>
    <w:rsid w:val="00176479"/>
    <w:rsid w:val="001773DD"/>
    <w:rsid w:val="001777C0"/>
    <w:rsid w:val="0018028F"/>
    <w:rsid w:val="0018080C"/>
    <w:rsid w:val="001809F4"/>
    <w:rsid w:val="00180C1D"/>
    <w:rsid w:val="00181655"/>
    <w:rsid w:val="00182E03"/>
    <w:rsid w:val="00182F2E"/>
    <w:rsid w:val="00184032"/>
    <w:rsid w:val="00185F96"/>
    <w:rsid w:val="00186ACE"/>
    <w:rsid w:val="00187448"/>
    <w:rsid w:val="0018767F"/>
    <w:rsid w:val="001877E1"/>
    <w:rsid w:val="0019080A"/>
    <w:rsid w:val="001924B2"/>
    <w:rsid w:val="00192B09"/>
    <w:rsid w:val="001945C1"/>
    <w:rsid w:val="0019513C"/>
    <w:rsid w:val="00195AA8"/>
    <w:rsid w:val="00195CD6"/>
    <w:rsid w:val="001965B2"/>
    <w:rsid w:val="00197459"/>
    <w:rsid w:val="001A0494"/>
    <w:rsid w:val="001A09B8"/>
    <w:rsid w:val="001A2740"/>
    <w:rsid w:val="001A3F4A"/>
    <w:rsid w:val="001A51E5"/>
    <w:rsid w:val="001A53B1"/>
    <w:rsid w:val="001A6B53"/>
    <w:rsid w:val="001A71AE"/>
    <w:rsid w:val="001A74CC"/>
    <w:rsid w:val="001A7E09"/>
    <w:rsid w:val="001A7E1C"/>
    <w:rsid w:val="001B0300"/>
    <w:rsid w:val="001B08A3"/>
    <w:rsid w:val="001B12F8"/>
    <w:rsid w:val="001B1325"/>
    <w:rsid w:val="001B1886"/>
    <w:rsid w:val="001B1A45"/>
    <w:rsid w:val="001B2D92"/>
    <w:rsid w:val="001B2F19"/>
    <w:rsid w:val="001B36B9"/>
    <w:rsid w:val="001B3777"/>
    <w:rsid w:val="001B3957"/>
    <w:rsid w:val="001B47E9"/>
    <w:rsid w:val="001B4D2C"/>
    <w:rsid w:val="001B51EE"/>
    <w:rsid w:val="001B71A3"/>
    <w:rsid w:val="001B790A"/>
    <w:rsid w:val="001C03FF"/>
    <w:rsid w:val="001C1213"/>
    <w:rsid w:val="001C1BDF"/>
    <w:rsid w:val="001C1E55"/>
    <w:rsid w:val="001C24BF"/>
    <w:rsid w:val="001C254E"/>
    <w:rsid w:val="001C28A6"/>
    <w:rsid w:val="001C3395"/>
    <w:rsid w:val="001C5356"/>
    <w:rsid w:val="001C68F4"/>
    <w:rsid w:val="001D00EB"/>
    <w:rsid w:val="001D3181"/>
    <w:rsid w:val="001D36A8"/>
    <w:rsid w:val="001D5D57"/>
    <w:rsid w:val="001D6EA9"/>
    <w:rsid w:val="001D7400"/>
    <w:rsid w:val="001D7934"/>
    <w:rsid w:val="001E0B47"/>
    <w:rsid w:val="001E271B"/>
    <w:rsid w:val="001E34CE"/>
    <w:rsid w:val="001E3AB6"/>
    <w:rsid w:val="001E3CB8"/>
    <w:rsid w:val="001E3E63"/>
    <w:rsid w:val="001E6323"/>
    <w:rsid w:val="001E6BC8"/>
    <w:rsid w:val="001E7A85"/>
    <w:rsid w:val="001E7ED6"/>
    <w:rsid w:val="001F277A"/>
    <w:rsid w:val="001F32DE"/>
    <w:rsid w:val="001F3CAA"/>
    <w:rsid w:val="001F5F4D"/>
    <w:rsid w:val="00200374"/>
    <w:rsid w:val="002007EF"/>
    <w:rsid w:val="00200D49"/>
    <w:rsid w:val="00201468"/>
    <w:rsid w:val="0020335B"/>
    <w:rsid w:val="00204E00"/>
    <w:rsid w:val="00204EAF"/>
    <w:rsid w:val="002053F1"/>
    <w:rsid w:val="00205A4D"/>
    <w:rsid w:val="00205C88"/>
    <w:rsid w:val="0020607D"/>
    <w:rsid w:val="00206325"/>
    <w:rsid w:val="00206569"/>
    <w:rsid w:val="00207441"/>
    <w:rsid w:val="00207CFB"/>
    <w:rsid w:val="00210670"/>
    <w:rsid w:val="00211C70"/>
    <w:rsid w:val="002124F6"/>
    <w:rsid w:val="00213456"/>
    <w:rsid w:val="002154C5"/>
    <w:rsid w:val="00215662"/>
    <w:rsid w:val="00217894"/>
    <w:rsid w:val="00217BA3"/>
    <w:rsid w:val="002207A7"/>
    <w:rsid w:val="00220C16"/>
    <w:rsid w:val="00220F34"/>
    <w:rsid w:val="00220FBE"/>
    <w:rsid w:val="00221A64"/>
    <w:rsid w:val="00221C3A"/>
    <w:rsid w:val="00222D85"/>
    <w:rsid w:val="00226537"/>
    <w:rsid w:val="00226E53"/>
    <w:rsid w:val="00227F48"/>
    <w:rsid w:val="0023019A"/>
    <w:rsid w:val="002304BC"/>
    <w:rsid w:val="0023169D"/>
    <w:rsid w:val="002318AA"/>
    <w:rsid w:val="0023236D"/>
    <w:rsid w:val="00232AE7"/>
    <w:rsid w:val="0023484A"/>
    <w:rsid w:val="00234907"/>
    <w:rsid w:val="00234A14"/>
    <w:rsid w:val="00234F35"/>
    <w:rsid w:val="002352D6"/>
    <w:rsid w:val="00236057"/>
    <w:rsid w:val="00236A02"/>
    <w:rsid w:val="00237140"/>
    <w:rsid w:val="002377C8"/>
    <w:rsid w:val="0023797B"/>
    <w:rsid w:val="002424D8"/>
    <w:rsid w:val="002448CD"/>
    <w:rsid w:val="00244EC4"/>
    <w:rsid w:val="002457E6"/>
    <w:rsid w:val="002472E9"/>
    <w:rsid w:val="0025076F"/>
    <w:rsid w:val="00250FAC"/>
    <w:rsid w:val="00252FA6"/>
    <w:rsid w:val="002534BD"/>
    <w:rsid w:val="0025352E"/>
    <w:rsid w:val="002543CD"/>
    <w:rsid w:val="00254645"/>
    <w:rsid w:val="00254832"/>
    <w:rsid w:val="00254CBE"/>
    <w:rsid w:val="00255283"/>
    <w:rsid w:val="00256A80"/>
    <w:rsid w:val="0026014F"/>
    <w:rsid w:val="002603A9"/>
    <w:rsid w:val="00260455"/>
    <w:rsid w:val="00260AF7"/>
    <w:rsid w:val="00261BA5"/>
    <w:rsid w:val="00261E81"/>
    <w:rsid w:val="00262A2F"/>
    <w:rsid w:val="00263955"/>
    <w:rsid w:val="00264A2C"/>
    <w:rsid w:val="00264C1C"/>
    <w:rsid w:val="00264CDA"/>
    <w:rsid w:val="00265EFE"/>
    <w:rsid w:val="00266536"/>
    <w:rsid w:val="00266AC0"/>
    <w:rsid w:val="00266C39"/>
    <w:rsid w:val="002676AC"/>
    <w:rsid w:val="00267BFB"/>
    <w:rsid w:val="00270041"/>
    <w:rsid w:val="002700EB"/>
    <w:rsid w:val="00270D76"/>
    <w:rsid w:val="0027471F"/>
    <w:rsid w:val="002747A9"/>
    <w:rsid w:val="00274D9D"/>
    <w:rsid w:val="00275E29"/>
    <w:rsid w:val="002800BF"/>
    <w:rsid w:val="002813F5"/>
    <w:rsid w:val="00281A37"/>
    <w:rsid w:val="00281ECC"/>
    <w:rsid w:val="00282185"/>
    <w:rsid w:val="002826F2"/>
    <w:rsid w:val="00284DDC"/>
    <w:rsid w:val="002868C6"/>
    <w:rsid w:val="00286AE6"/>
    <w:rsid w:val="00287174"/>
    <w:rsid w:val="0028756F"/>
    <w:rsid w:val="00287A8A"/>
    <w:rsid w:val="00287E9D"/>
    <w:rsid w:val="00287F29"/>
    <w:rsid w:val="00290188"/>
    <w:rsid w:val="002922B3"/>
    <w:rsid w:val="00293D5F"/>
    <w:rsid w:val="00293EDC"/>
    <w:rsid w:val="00293F2A"/>
    <w:rsid w:val="002949EC"/>
    <w:rsid w:val="0029511C"/>
    <w:rsid w:val="002954F9"/>
    <w:rsid w:val="002959D3"/>
    <w:rsid w:val="00295E38"/>
    <w:rsid w:val="0029617D"/>
    <w:rsid w:val="002971B8"/>
    <w:rsid w:val="0029742F"/>
    <w:rsid w:val="002A106E"/>
    <w:rsid w:val="002A25C4"/>
    <w:rsid w:val="002A2A35"/>
    <w:rsid w:val="002A4B4F"/>
    <w:rsid w:val="002A59D2"/>
    <w:rsid w:val="002A5BEC"/>
    <w:rsid w:val="002A6D67"/>
    <w:rsid w:val="002A7A00"/>
    <w:rsid w:val="002A7F11"/>
    <w:rsid w:val="002B081F"/>
    <w:rsid w:val="002B0CB2"/>
    <w:rsid w:val="002B14A4"/>
    <w:rsid w:val="002B19C8"/>
    <w:rsid w:val="002B1EC8"/>
    <w:rsid w:val="002B2498"/>
    <w:rsid w:val="002B249F"/>
    <w:rsid w:val="002B2EA3"/>
    <w:rsid w:val="002B31DE"/>
    <w:rsid w:val="002B4227"/>
    <w:rsid w:val="002B4D7D"/>
    <w:rsid w:val="002B5D18"/>
    <w:rsid w:val="002C0A38"/>
    <w:rsid w:val="002C34BE"/>
    <w:rsid w:val="002C3513"/>
    <w:rsid w:val="002C4606"/>
    <w:rsid w:val="002C46A5"/>
    <w:rsid w:val="002C5595"/>
    <w:rsid w:val="002C579D"/>
    <w:rsid w:val="002C6B75"/>
    <w:rsid w:val="002C6BD3"/>
    <w:rsid w:val="002D0FBB"/>
    <w:rsid w:val="002D1D17"/>
    <w:rsid w:val="002D22E0"/>
    <w:rsid w:val="002D2700"/>
    <w:rsid w:val="002D288C"/>
    <w:rsid w:val="002D5098"/>
    <w:rsid w:val="002D5F44"/>
    <w:rsid w:val="002D71AF"/>
    <w:rsid w:val="002D7B6E"/>
    <w:rsid w:val="002E0848"/>
    <w:rsid w:val="002E1439"/>
    <w:rsid w:val="002E1980"/>
    <w:rsid w:val="002E1B1A"/>
    <w:rsid w:val="002E21AB"/>
    <w:rsid w:val="002E2EB3"/>
    <w:rsid w:val="002E31A0"/>
    <w:rsid w:val="002E3B98"/>
    <w:rsid w:val="002E3F4E"/>
    <w:rsid w:val="002E4172"/>
    <w:rsid w:val="002E5B9A"/>
    <w:rsid w:val="002E5D83"/>
    <w:rsid w:val="002E5F0A"/>
    <w:rsid w:val="002E75F5"/>
    <w:rsid w:val="002F11BD"/>
    <w:rsid w:val="002F3672"/>
    <w:rsid w:val="002F3AFD"/>
    <w:rsid w:val="002F4659"/>
    <w:rsid w:val="002F4DA8"/>
    <w:rsid w:val="002F54EF"/>
    <w:rsid w:val="002F5A0B"/>
    <w:rsid w:val="002F6727"/>
    <w:rsid w:val="002F7AD7"/>
    <w:rsid w:val="00301F1D"/>
    <w:rsid w:val="00302776"/>
    <w:rsid w:val="00303040"/>
    <w:rsid w:val="003038AD"/>
    <w:rsid w:val="00303A7E"/>
    <w:rsid w:val="00303DF5"/>
    <w:rsid w:val="003047D0"/>
    <w:rsid w:val="00304D36"/>
    <w:rsid w:val="00304ED8"/>
    <w:rsid w:val="00305610"/>
    <w:rsid w:val="00305F57"/>
    <w:rsid w:val="0031083F"/>
    <w:rsid w:val="00310B57"/>
    <w:rsid w:val="003128E2"/>
    <w:rsid w:val="003133FF"/>
    <w:rsid w:val="00315076"/>
    <w:rsid w:val="00316040"/>
    <w:rsid w:val="0031612A"/>
    <w:rsid w:val="003166CA"/>
    <w:rsid w:val="003216A1"/>
    <w:rsid w:val="00322FC7"/>
    <w:rsid w:val="0032324D"/>
    <w:rsid w:val="00323FC0"/>
    <w:rsid w:val="00324480"/>
    <w:rsid w:val="0032535B"/>
    <w:rsid w:val="003259BE"/>
    <w:rsid w:val="0032605B"/>
    <w:rsid w:val="00326953"/>
    <w:rsid w:val="00326CB1"/>
    <w:rsid w:val="00326E6A"/>
    <w:rsid w:val="00327803"/>
    <w:rsid w:val="00332DD1"/>
    <w:rsid w:val="00333DD8"/>
    <w:rsid w:val="00335857"/>
    <w:rsid w:val="003358D0"/>
    <w:rsid w:val="003361CE"/>
    <w:rsid w:val="00336377"/>
    <w:rsid w:val="00337A38"/>
    <w:rsid w:val="0034023B"/>
    <w:rsid w:val="003402E4"/>
    <w:rsid w:val="003415DB"/>
    <w:rsid w:val="00341AE6"/>
    <w:rsid w:val="00343B83"/>
    <w:rsid w:val="0034492D"/>
    <w:rsid w:val="00344ABB"/>
    <w:rsid w:val="003454B6"/>
    <w:rsid w:val="00345BD5"/>
    <w:rsid w:val="00345F8C"/>
    <w:rsid w:val="00347362"/>
    <w:rsid w:val="003503E4"/>
    <w:rsid w:val="003530D6"/>
    <w:rsid w:val="00356C26"/>
    <w:rsid w:val="00356E9F"/>
    <w:rsid w:val="0035738B"/>
    <w:rsid w:val="0036061A"/>
    <w:rsid w:val="00360D62"/>
    <w:rsid w:val="00362105"/>
    <w:rsid w:val="00363492"/>
    <w:rsid w:val="00363657"/>
    <w:rsid w:val="00363FEF"/>
    <w:rsid w:val="00364C2A"/>
    <w:rsid w:val="00365764"/>
    <w:rsid w:val="0036614B"/>
    <w:rsid w:val="0036653A"/>
    <w:rsid w:val="00366D16"/>
    <w:rsid w:val="00366E81"/>
    <w:rsid w:val="00366EEF"/>
    <w:rsid w:val="00367123"/>
    <w:rsid w:val="00367B63"/>
    <w:rsid w:val="00367E01"/>
    <w:rsid w:val="00370727"/>
    <w:rsid w:val="00370B9E"/>
    <w:rsid w:val="003714D8"/>
    <w:rsid w:val="00373CCF"/>
    <w:rsid w:val="0037483F"/>
    <w:rsid w:val="00374977"/>
    <w:rsid w:val="00374FB6"/>
    <w:rsid w:val="003758F5"/>
    <w:rsid w:val="003764AC"/>
    <w:rsid w:val="003768FD"/>
    <w:rsid w:val="003801DE"/>
    <w:rsid w:val="00381734"/>
    <w:rsid w:val="00383125"/>
    <w:rsid w:val="0038492E"/>
    <w:rsid w:val="00384E69"/>
    <w:rsid w:val="00385849"/>
    <w:rsid w:val="00385BBC"/>
    <w:rsid w:val="00385EA8"/>
    <w:rsid w:val="003864B1"/>
    <w:rsid w:val="00390076"/>
    <w:rsid w:val="0039012A"/>
    <w:rsid w:val="00390133"/>
    <w:rsid w:val="00390330"/>
    <w:rsid w:val="00390FEB"/>
    <w:rsid w:val="003936DE"/>
    <w:rsid w:val="00394AB6"/>
    <w:rsid w:val="00395A27"/>
    <w:rsid w:val="003961B9"/>
    <w:rsid w:val="00397DD5"/>
    <w:rsid w:val="003A1544"/>
    <w:rsid w:val="003A378E"/>
    <w:rsid w:val="003A499B"/>
    <w:rsid w:val="003A5149"/>
    <w:rsid w:val="003A5255"/>
    <w:rsid w:val="003A5F45"/>
    <w:rsid w:val="003A6050"/>
    <w:rsid w:val="003B005E"/>
    <w:rsid w:val="003B0229"/>
    <w:rsid w:val="003B0B93"/>
    <w:rsid w:val="003B10B5"/>
    <w:rsid w:val="003B2B3C"/>
    <w:rsid w:val="003B3149"/>
    <w:rsid w:val="003B3890"/>
    <w:rsid w:val="003B3C76"/>
    <w:rsid w:val="003B41C0"/>
    <w:rsid w:val="003B5D4A"/>
    <w:rsid w:val="003B770E"/>
    <w:rsid w:val="003B7E72"/>
    <w:rsid w:val="003C18A2"/>
    <w:rsid w:val="003C3873"/>
    <w:rsid w:val="003C3BF2"/>
    <w:rsid w:val="003C442C"/>
    <w:rsid w:val="003C451B"/>
    <w:rsid w:val="003C582F"/>
    <w:rsid w:val="003C70A5"/>
    <w:rsid w:val="003C7897"/>
    <w:rsid w:val="003C7D35"/>
    <w:rsid w:val="003C7E69"/>
    <w:rsid w:val="003D1620"/>
    <w:rsid w:val="003D1AC8"/>
    <w:rsid w:val="003D1C26"/>
    <w:rsid w:val="003D2F22"/>
    <w:rsid w:val="003D3915"/>
    <w:rsid w:val="003D4FDA"/>
    <w:rsid w:val="003D5E79"/>
    <w:rsid w:val="003D5F36"/>
    <w:rsid w:val="003D6C48"/>
    <w:rsid w:val="003D79A1"/>
    <w:rsid w:val="003E01ED"/>
    <w:rsid w:val="003E09A4"/>
    <w:rsid w:val="003E0B53"/>
    <w:rsid w:val="003E31C7"/>
    <w:rsid w:val="003E3377"/>
    <w:rsid w:val="003E3E59"/>
    <w:rsid w:val="003E423A"/>
    <w:rsid w:val="003E42E2"/>
    <w:rsid w:val="003E4A61"/>
    <w:rsid w:val="003E6290"/>
    <w:rsid w:val="003E6C94"/>
    <w:rsid w:val="003F0597"/>
    <w:rsid w:val="003F062E"/>
    <w:rsid w:val="003F28B3"/>
    <w:rsid w:val="003F3336"/>
    <w:rsid w:val="003F3AC5"/>
    <w:rsid w:val="003F6413"/>
    <w:rsid w:val="003F6654"/>
    <w:rsid w:val="003F76B6"/>
    <w:rsid w:val="00400737"/>
    <w:rsid w:val="00400EFD"/>
    <w:rsid w:val="004018FC"/>
    <w:rsid w:val="00401D90"/>
    <w:rsid w:val="0040249A"/>
    <w:rsid w:val="004028D7"/>
    <w:rsid w:val="00404D47"/>
    <w:rsid w:val="00405358"/>
    <w:rsid w:val="00405A12"/>
    <w:rsid w:val="00407650"/>
    <w:rsid w:val="0040784A"/>
    <w:rsid w:val="00411A7E"/>
    <w:rsid w:val="00411A94"/>
    <w:rsid w:val="00412505"/>
    <w:rsid w:val="00412A15"/>
    <w:rsid w:val="0041353B"/>
    <w:rsid w:val="00413AA0"/>
    <w:rsid w:val="00413E05"/>
    <w:rsid w:val="0041485D"/>
    <w:rsid w:val="00414BB2"/>
    <w:rsid w:val="00415AD5"/>
    <w:rsid w:val="004166F3"/>
    <w:rsid w:val="00416956"/>
    <w:rsid w:val="004175FB"/>
    <w:rsid w:val="0042029E"/>
    <w:rsid w:val="00420A61"/>
    <w:rsid w:val="0042137B"/>
    <w:rsid w:val="00421507"/>
    <w:rsid w:val="00422C56"/>
    <w:rsid w:val="0042306C"/>
    <w:rsid w:val="00424395"/>
    <w:rsid w:val="00425CFB"/>
    <w:rsid w:val="00425F84"/>
    <w:rsid w:val="0042603F"/>
    <w:rsid w:val="00426552"/>
    <w:rsid w:val="00426737"/>
    <w:rsid w:val="0043057C"/>
    <w:rsid w:val="004321BE"/>
    <w:rsid w:val="00432D16"/>
    <w:rsid w:val="00433C51"/>
    <w:rsid w:val="00434129"/>
    <w:rsid w:val="00434AEE"/>
    <w:rsid w:val="00434F4C"/>
    <w:rsid w:val="00436BC2"/>
    <w:rsid w:val="00437497"/>
    <w:rsid w:val="00440A84"/>
    <w:rsid w:val="00441F84"/>
    <w:rsid w:val="00442337"/>
    <w:rsid w:val="0044245A"/>
    <w:rsid w:val="00443183"/>
    <w:rsid w:val="0044340B"/>
    <w:rsid w:val="0044382F"/>
    <w:rsid w:val="00444A61"/>
    <w:rsid w:val="00445F14"/>
    <w:rsid w:val="0044655C"/>
    <w:rsid w:val="00446E5C"/>
    <w:rsid w:val="0045046D"/>
    <w:rsid w:val="00450C32"/>
    <w:rsid w:val="00451F86"/>
    <w:rsid w:val="00454010"/>
    <w:rsid w:val="0045405C"/>
    <w:rsid w:val="00454B5C"/>
    <w:rsid w:val="00454C64"/>
    <w:rsid w:val="004569F4"/>
    <w:rsid w:val="00457DCA"/>
    <w:rsid w:val="00460430"/>
    <w:rsid w:val="00460BD0"/>
    <w:rsid w:val="004622AD"/>
    <w:rsid w:val="004627B7"/>
    <w:rsid w:val="00463C41"/>
    <w:rsid w:val="004644BF"/>
    <w:rsid w:val="0046464E"/>
    <w:rsid w:val="00464F27"/>
    <w:rsid w:val="00465D65"/>
    <w:rsid w:val="00467FC1"/>
    <w:rsid w:val="00470EDB"/>
    <w:rsid w:val="004720A1"/>
    <w:rsid w:val="00472948"/>
    <w:rsid w:val="004738BF"/>
    <w:rsid w:val="00476133"/>
    <w:rsid w:val="00477AC2"/>
    <w:rsid w:val="00480C1C"/>
    <w:rsid w:val="00481A0B"/>
    <w:rsid w:val="00482477"/>
    <w:rsid w:val="00482B12"/>
    <w:rsid w:val="00482FBA"/>
    <w:rsid w:val="00483386"/>
    <w:rsid w:val="0048367F"/>
    <w:rsid w:val="004837DB"/>
    <w:rsid w:val="00483CC2"/>
    <w:rsid w:val="0048525C"/>
    <w:rsid w:val="00485A55"/>
    <w:rsid w:val="00485CBF"/>
    <w:rsid w:val="00486981"/>
    <w:rsid w:val="00486AA0"/>
    <w:rsid w:val="004873B8"/>
    <w:rsid w:val="004874CB"/>
    <w:rsid w:val="00491A9A"/>
    <w:rsid w:val="00492216"/>
    <w:rsid w:val="0049251B"/>
    <w:rsid w:val="004936FF"/>
    <w:rsid w:val="00494192"/>
    <w:rsid w:val="00494307"/>
    <w:rsid w:val="00494555"/>
    <w:rsid w:val="0049624C"/>
    <w:rsid w:val="0049629D"/>
    <w:rsid w:val="00496302"/>
    <w:rsid w:val="004963DE"/>
    <w:rsid w:val="00496BA1"/>
    <w:rsid w:val="00497B25"/>
    <w:rsid w:val="004A009B"/>
    <w:rsid w:val="004A018C"/>
    <w:rsid w:val="004A173D"/>
    <w:rsid w:val="004A1BB6"/>
    <w:rsid w:val="004A369B"/>
    <w:rsid w:val="004A4218"/>
    <w:rsid w:val="004A48DB"/>
    <w:rsid w:val="004A4930"/>
    <w:rsid w:val="004A6178"/>
    <w:rsid w:val="004A6182"/>
    <w:rsid w:val="004A6940"/>
    <w:rsid w:val="004A6BD3"/>
    <w:rsid w:val="004B09BA"/>
    <w:rsid w:val="004B18D2"/>
    <w:rsid w:val="004B28AB"/>
    <w:rsid w:val="004B376E"/>
    <w:rsid w:val="004B3ECA"/>
    <w:rsid w:val="004B40FC"/>
    <w:rsid w:val="004B523F"/>
    <w:rsid w:val="004B5347"/>
    <w:rsid w:val="004B5793"/>
    <w:rsid w:val="004B6253"/>
    <w:rsid w:val="004C0659"/>
    <w:rsid w:val="004C17DC"/>
    <w:rsid w:val="004C1DC1"/>
    <w:rsid w:val="004C1FBC"/>
    <w:rsid w:val="004C3FE4"/>
    <w:rsid w:val="004C5289"/>
    <w:rsid w:val="004C5526"/>
    <w:rsid w:val="004C6597"/>
    <w:rsid w:val="004C7A65"/>
    <w:rsid w:val="004D1194"/>
    <w:rsid w:val="004D1729"/>
    <w:rsid w:val="004D2386"/>
    <w:rsid w:val="004D279D"/>
    <w:rsid w:val="004D3713"/>
    <w:rsid w:val="004D3EDF"/>
    <w:rsid w:val="004D5319"/>
    <w:rsid w:val="004D562E"/>
    <w:rsid w:val="004D5D69"/>
    <w:rsid w:val="004D63C3"/>
    <w:rsid w:val="004D63D9"/>
    <w:rsid w:val="004D6729"/>
    <w:rsid w:val="004D744C"/>
    <w:rsid w:val="004D7B58"/>
    <w:rsid w:val="004E073C"/>
    <w:rsid w:val="004E1041"/>
    <w:rsid w:val="004E18FC"/>
    <w:rsid w:val="004E1C7B"/>
    <w:rsid w:val="004E2223"/>
    <w:rsid w:val="004E3DB3"/>
    <w:rsid w:val="004E5167"/>
    <w:rsid w:val="004E5279"/>
    <w:rsid w:val="004E5D47"/>
    <w:rsid w:val="004E6252"/>
    <w:rsid w:val="004E6CD5"/>
    <w:rsid w:val="004E7186"/>
    <w:rsid w:val="004E7626"/>
    <w:rsid w:val="004E7EE4"/>
    <w:rsid w:val="004F096D"/>
    <w:rsid w:val="004F44CE"/>
    <w:rsid w:val="004F5347"/>
    <w:rsid w:val="004F5E86"/>
    <w:rsid w:val="00500DCF"/>
    <w:rsid w:val="0050301B"/>
    <w:rsid w:val="005041D9"/>
    <w:rsid w:val="005042B0"/>
    <w:rsid w:val="005046EA"/>
    <w:rsid w:val="00505498"/>
    <w:rsid w:val="00505DBE"/>
    <w:rsid w:val="005063A7"/>
    <w:rsid w:val="005063AA"/>
    <w:rsid w:val="005068E7"/>
    <w:rsid w:val="00507B66"/>
    <w:rsid w:val="00510661"/>
    <w:rsid w:val="00510FB9"/>
    <w:rsid w:val="005119B0"/>
    <w:rsid w:val="005128F8"/>
    <w:rsid w:val="00512CE1"/>
    <w:rsid w:val="00513463"/>
    <w:rsid w:val="005134C1"/>
    <w:rsid w:val="00514948"/>
    <w:rsid w:val="00514AA9"/>
    <w:rsid w:val="005158FD"/>
    <w:rsid w:val="0051733A"/>
    <w:rsid w:val="00517A71"/>
    <w:rsid w:val="00520853"/>
    <w:rsid w:val="00520F94"/>
    <w:rsid w:val="005218B1"/>
    <w:rsid w:val="00522A48"/>
    <w:rsid w:val="00523D1C"/>
    <w:rsid w:val="00523E9A"/>
    <w:rsid w:val="005245D4"/>
    <w:rsid w:val="0052587B"/>
    <w:rsid w:val="00525BE6"/>
    <w:rsid w:val="00526687"/>
    <w:rsid w:val="00527548"/>
    <w:rsid w:val="00527772"/>
    <w:rsid w:val="0053020D"/>
    <w:rsid w:val="005302D9"/>
    <w:rsid w:val="00530927"/>
    <w:rsid w:val="00532F47"/>
    <w:rsid w:val="00534FE4"/>
    <w:rsid w:val="00535716"/>
    <w:rsid w:val="00537487"/>
    <w:rsid w:val="00537CD4"/>
    <w:rsid w:val="00540024"/>
    <w:rsid w:val="00540D70"/>
    <w:rsid w:val="00541252"/>
    <w:rsid w:val="00541508"/>
    <w:rsid w:val="00542E95"/>
    <w:rsid w:val="00544731"/>
    <w:rsid w:val="00544A8D"/>
    <w:rsid w:val="00546251"/>
    <w:rsid w:val="0054728E"/>
    <w:rsid w:val="005472AD"/>
    <w:rsid w:val="005507E9"/>
    <w:rsid w:val="00550F34"/>
    <w:rsid w:val="00552151"/>
    <w:rsid w:val="00552B87"/>
    <w:rsid w:val="00552F6D"/>
    <w:rsid w:val="005543CE"/>
    <w:rsid w:val="005561E0"/>
    <w:rsid w:val="00556F8B"/>
    <w:rsid w:val="0055717B"/>
    <w:rsid w:val="00557278"/>
    <w:rsid w:val="00557CCF"/>
    <w:rsid w:val="00557E56"/>
    <w:rsid w:val="0056110B"/>
    <w:rsid w:val="00561F02"/>
    <w:rsid w:val="00562A99"/>
    <w:rsid w:val="005631C2"/>
    <w:rsid w:val="00563383"/>
    <w:rsid w:val="005633FA"/>
    <w:rsid w:val="00563EC6"/>
    <w:rsid w:val="0056532D"/>
    <w:rsid w:val="0056589E"/>
    <w:rsid w:val="00566385"/>
    <w:rsid w:val="005718BF"/>
    <w:rsid w:val="00571BEC"/>
    <w:rsid w:val="00573F49"/>
    <w:rsid w:val="005742B1"/>
    <w:rsid w:val="00574463"/>
    <w:rsid w:val="005746E2"/>
    <w:rsid w:val="005757DB"/>
    <w:rsid w:val="00575FBD"/>
    <w:rsid w:val="00577527"/>
    <w:rsid w:val="00577E55"/>
    <w:rsid w:val="005805C8"/>
    <w:rsid w:val="005808CC"/>
    <w:rsid w:val="00580D7A"/>
    <w:rsid w:val="0058111C"/>
    <w:rsid w:val="00581325"/>
    <w:rsid w:val="005819DE"/>
    <w:rsid w:val="00581A7B"/>
    <w:rsid w:val="00581C42"/>
    <w:rsid w:val="00582925"/>
    <w:rsid w:val="00582CC2"/>
    <w:rsid w:val="00583720"/>
    <w:rsid w:val="0058396B"/>
    <w:rsid w:val="00584570"/>
    <w:rsid w:val="00584F68"/>
    <w:rsid w:val="00585B2B"/>
    <w:rsid w:val="00586D75"/>
    <w:rsid w:val="00586D9D"/>
    <w:rsid w:val="00587383"/>
    <w:rsid w:val="00587CE8"/>
    <w:rsid w:val="00590E9F"/>
    <w:rsid w:val="00591A4D"/>
    <w:rsid w:val="00591F3A"/>
    <w:rsid w:val="00593B77"/>
    <w:rsid w:val="005941C2"/>
    <w:rsid w:val="00594A33"/>
    <w:rsid w:val="00595304"/>
    <w:rsid w:val="00595ECF"/>
    <w:rsid w:val="005A159F"/>
    <w:rsid w:val="005A596B"/>
    <w:rsid w:val="005A70A6"/>
    <w:rsid w:val="005A7343"/>
    <w:rsid w:val="005A75F3"/>
    <w:rsid w:val="005B082A"/>
    <w:rsid w:val="005B2AD7"/>
    <w:rsid w:val="005B3164"/>
    <w:rsid w:val="005B4889"/>
    <w:rsid w:val="005B4C02"/>
    <w:rsid w:val="005B54DD"/>
    <w:rsid w:val="005B5A1B"/>
    <w:rsid w:val="005B5E0D"/>
    <w:rsid w:val="005C10C1"/>
    <w:rsid w:val="005C11BB"/>
    <w:rsid w:val="005C1CA7"/>
    <w:rsid w:val="005C1E6E"/>
    <w:rsid w:val="005C37A9"/>
    <w:rsid w:val="005C39EE"/>
    <w:rsid w:val="005C600C"/>
    <w:rsid w:val="005C65DA"/>
    <w:rsid w:val="005C6984"/>
    <w:rsid w:val="005C7666"/>
    <w:rsid w:val="005C7887"/>
    <w:rsid w:val="005D01BC"/>
    <w:rsid w:val="005D0C46"/>
    <w:rsid w:val="005D1224"/>
    <w:rsid w:val="005D3A52"/>
    <w:rsid w:val="005D580C"/>
    <w:rsid w:val="005D632C"/>
    <w:rsid w:val="005D6786"/>
    <w:rsid w:val="005E0871"/>
    <w:rsid w:val="005E1682"/>
    <w:rsid w:val="005E2922"/>
    <w:rsid w:val="005E477A"/>
    <w:rsid w:val="005E4E8A"/>
    <w:rsid w:val="005E581D"/>
    <w:rsid w:val="005F0F13"/>
    <w:rsid w:val="005F1940"/>
    <w:rsid w:val="005F2587"/>
    <w:rsid w:val="005F2EB4"/>
    <w:rsid w:val="005F2F64"/>
    <w:rsid w:val="005F3D34"/>
    <w:rsid w:val="005F59C7"/>
    <w:rsid w:val="0060133A"/>
    <w:rsid w:val="006022B7"/>
    <w:rsid w:val="00603B25"/>
    <w:rsid w:val="0060628B"/>
    <w:rsid w:val="006062A2"/>
    <w:rsid w:val="00607DDD"/>
    <w:rsid w:val="00611163"/>
    <w:rsid w:val="0061238B"/>
    <w:rsid w:val="0061279C"/>
    <w:rsid w:val="00612C34"/>
    <w:rsid w:val="00612F4F"/>
    <w:rsid w:val="00613975"/>
    <w:rsid w:val="00613B5D"/>
    <w:rsid w:val="00613E11"/>
    <w:rsid w:val="00613E61"/>
    <w:rsid w:val="006143F4"/>
    <w:rsid w:val="00614822"/>
    <w:rsid w:val="00614C5C"/>
    <w:rsid w:val="00617BB5"/>
    <w:rsid w:val="00620E22"/>
    <w:rsid w:val="006229E8"/>
    <w:rsid w:val="006233EE"/>
    <w:rsid w:val="00623572"/>
    <w:rsid w:val="00623B05"/>
    <w:rsid w:val="00623B97"/>
    <w:rsid w:val="00624B96"/>
    <w:rsid w:val="00624EBD"/>
    <w:rsid w:val="00626E1F"/>
    <w:rsid w:val="00630529"/>
    <w:rsid w:val="00631005"/>
    <w:rsid w:val="006324A4"/>
    <w:rsid w:val="006347B2"/>
    <w:rsid w:val="00634F2C"/>
    <w:rsid w:val="00635A62"/>
    <w:rsid w:val="00636259"/>
    <w:rsid w:val="00636393"/>
    <w:rsid w:val="00636EB4"/>
    <w:rsid w:val="006374BC"/>
    <w:rsid w:val="006402A7"/>
    <w:rsid w:val="0064078E"/>
    <w:rsid w:val="00640B3B"/>
    <w:rsid w:val="00640D17"/>
    <w:rsid w:val="00640F61"/>
    <w:rsid w:val="006411B9"/>
    <w:rsid w:val="00642503"/>
    <w:rsid w:val="006437F0"/>
    <w:rsid w:val="0064438B"/>
    <w:rsid w:val="00644A29"/>
    <w:rsid w:val="00644D5B"/>
    <w:rsid w:val="0064592C"/>
    <w:rsid w:val="006508A9"/>
    <w:rsid w:val="00651C2A"/>
    <w:rsid w:val="00651C4D"/>
    <w:rsid w:val="00651DAF"/>
    <w:rsid w:val="00652F1A"/>
    <w:rsid w:val="00653A7D"/>
    <w:rsid w:val="00654976"/>
    <w:rsid w:val="00656333"/>
    <w:rsid w:val="00656566"/>
    <w:rsid w:val="00656FB9"/>
    <w:rsid w:val="006570ED"/>
    <w:rsid w:val="00657652"/>
    <w:rsid w:val="00660B54"/>
    <w:rsid w:val="00661128"/>
    <w:rsid w:val="00661669"/>
    <w:rsid w:val="0066272B"/>
    <w:rsid w:val="006629B2"/>
    <w:rsid w:val="00663830"/>
    <w:rsid w:val="00665662"/>
    <w:rsid w:val="00665703"/>
    <w:rsid w:val="00665798"/>
    <w:rsid w:val="00665ABC"/>
    <w:rsid w:val="00665EA1"/>
    <w:rsid w:val="0066632F"/>
    <w:rsid w:val="00666560"/>
    <w:rsid w:val="00666E06"/>
    <w:rsid w:val="00667D26"/>
    <w:rsid w:val="00671D3E"/>
    <w:rsid w:val="00671F0F"/>
    <w:rsid w:val="006754B6"/>
    <w:rsid w:val="00675581"/>
    <w:rsid w:val="00676072"/>
    <w:rsid w:val="00676079"/>
    <w:rsid w:val="006761E6"/>
    <w:rsid w:val="006765A8"/>
    <w:rsid w:val="006765DA"/>
    <w:rsid w:val="00677FED"/>
    <w:rsid w:val="0068089D"/>
    <w:rsid w:val="00680ADB"/>
    <w:rsid w:val="00681207"/>
    <w:rsid w:val="00681544"/>
    <w:rsid w:val="0068156A"/>
    <w:rsid w:val="00682C97"/>
    <w:rsid w:val="00683A9F"/>
    <w:rsid w:val="006840DF"/>
    <w:rsid w:val="0068462B"/>
    <w:rsid w:val="00684654"/>
    <w:rsid w:val="00685AF0"/>
    <w:rsid w:val="00687678"/>
    <w:rsid w:val="006913BD"/>
    <w:rsid w:val="006913DD"/>
    <w:rsid w:val="006914CE"/>
    <w:rsid w:val="00691ABF"/>
    <w:rsid w:val="00692C9D"/>
    <w:rsid w:val="006937EF"/>
    <w:rsid w:val="0069384F"/>
    <w:rsid w:val="00695E17"/>
    <w:rsid w:val="00696A51"/>
    <w:rsid w:val="006979DA"/>
    <w:rsid w:val="00697C41"/>
    <w:rsid w:val="006A1E50"/>
    <w:rsid w:val="006A3787"/>
    <w:rsid w:val="006A4219"/>
    <w:rsid w:val="006A4C02"/>
    <w:rsid w:val="006A5752"/>
    <w:rsid w:val="006A6DEC"/>
    <w:rsid w:val="006A74B0"/>
    <w:rsid w:val="006A76D8"/>
    <w:rsid w:val="006A79AB"/>
    <w:rsid w:val="006B03F5"/>
    <w:rsid w:val="006B1112"/>
    <w:rsid w:val="006B1497"/>
    <w:rsid w:val="006B161E"/>
    <w:rsid w:val="006B1BE1"/>
    <w:rsid w:val="006B286E"/>
    <w:rsid w:val="006B2E6D"/>
    <w:rsid w:val="006B30D6"/>
    <w:rsid w:val="006B3FFC"/>
    <w:rsid w:val="006B4558"/>
    <w:rsid w:val="006B4D2E"/>
    <w:rsid w:val="006B62D2"/>
    <w:rsid w:val="006B7AAD"/>
    <w:rsid w:val="006C1005"/>
    <w:rsid w:val="006C11C6"/>
    <w:rsid w:val="006C1E24"/>
    <w:rsid w:val="006C2417"/>
    <w:rsid w:val="006C2F06"/>
    <w:rsid w:val="006C3C9A"/>
    <w:rsid w:val="006C3D6D"/>
    <w:rsid w:val="006C3F61"/>
    <w:rsid w:val="006C400B"/>
    <w:rsid w:val="006C5293"/>
    <w:rsid w:val="006C54F8"/>
    <w:rsid w:val="006C5E18"/>
    <w:rsid w:val="006C7095"/>
    <w:rsid w:val="006C70C6"/>
    <w:rsid w:val="006D03A9"/>
    <w:rsid w:val="006D170A"/>
    <w:rsid w:val="006D1B7F"/>
    <w:rsid w:val="006D2C7A"/>
    <w:rsid w:val="006D2E18"/>
    <w:rsid w:val="006D46DB"/>
    <w:rsid w:val="006D475C"/>
    <w:rsid w:val="006D4976"/>
    <w:rsid w:val="006D5FA4"/>
    <w:rsid w:val="006D67E7"/>
    <w:rsid w:val="006D7A6F"/>
    <w:rsid w:val="006E09FE"/>
    <w:rsid w:val="006E130F"/>
    <w:rsid w:val="006E1940"/>
    <w:rsid w:val="006E1C96"/>
    <w:rsid w:val="006E2486"/>
    <w:rsid w:val="006E29BF"/>
    <w:rsid w:val="006E2D06"/>
    <w:rsid w:val="006E33D6"/>
    <w:rsid w:val="006E3AD8"/>
    <w:rsid w:val="006E4FAA"/>
    <w:rsid w:val="006E5269"/>
    <w:rsid w:val="006E5689"/>
    <w:rsid w:val="006E654B"/>
    <w:rsid w:val="006E69B9"/>
    <w:rsid w:val="006E69FE"/>
    <w:rsid w:val="006E77F5"/>
    <w:rsid w:val="006F09C4"/>
    <w:rsid w:val="006F0FBD"/>
    <w:rsid w:val="006F109B"/>
    <w:rsid w:val="006F1491"/>
    <w:rsid w:val="006F1BBD"/>
    <w:rsid w:val="006F3330"/>
    <w:rsid w:val="006F4E65"/>
    <w:rsid w:val="006F5989"/>
    <w:rsid w:val="006F6AC9"/>
    <w:rsid w:val="007005A4"/>
    <w:rsid w:val="00700FBD"/>
    <w:rsid w:val="007011D0"/>
    <w:rsid w:val="00701321"/>
    <w:rsid w:val="007013CE"/>
    <w:rsid w:val="00702467"/>
    <w:rsid w:val="00702EBE"/>
    <w:rsid w:val="007037C4"/>
    <w:rsid w:val="0070427C"/>
    <w:rsid w:val="00704734"/>
    <w:rsid w:val="00704B76"/>
    <w:rsid w:val="007079CF"/>
    <w:rsid w:val="00707B67"/>
    <w:rsid w:val="00710577"/>
    <w:rsid w:val="0071210B"/>
    <w:rsid w:val="00712ECF"/>
    <w:rsid w:val="00713D5F"/>
    <w:rsid w:val="00714484"/>
    <w:rsid w:val="007150AA"/>
    <w:rsid w:val="00715A4E"/>
    <w:rsid w:val="007164BF"/>
    <w:rsid w:val="00716B19"/>
    <w:rsid w:val="0071778A"/>
    <w:rsid w:val="0071795A"/>
    <w:rsid w:val="007207C0"/>
    <w:rsid w:val="00720873"/>
    <w:rsid w:val="00724559"/>
    <w:rsid w:val="00727361"/>
    <w:rsid w:val="0073016C"/>
    <w:rsid w:val="00730314"/>
    <w:rsid w:val="0073182A"/>
    <w:rsid w:val="00731873"/>
    <w:rsid w:val="0073193C"/>
    <w:rsid w:val="00732452"/>
    <w:rsid w:val="00732D3C"/>
    <w:rsid w:val="007345C7"/>
    <w:rsid w:val="00734826"/>
    <w:rsid w:val="00734DEF"/>
    <w:rsid w:val="00734E32"/>
    <w:rsid w:val="0073611A"/>
    <w:rsid w:val="007362B7"/>
    <w:rsid w:val="007371FD"/>
    <w:rsid w:val="007377C4"/>
    <w:rsid w:val="007406F9"/>
    <w:rsid w:val="00740925"/>
    <w:rsid w:val="00740FF8"/>
    <w:rsid w:val="007415A9"/>
    <w:rsid w:val="00742BC4"/>
    <w:rsid w:val="00742C68"/>
    <w:rsid w:val="00742FAE"/>
    <w:rsid w:val="007433F7"/>
    <w:rsid w:val="0074575A"/>
    <w:rsid w:val="00747061"/>
    <w:rsid w:val="00747CC8"/>
    <w:rsid w:val="007508D7"/>
    <w:rsid w:val="00750AB4"/>
    <w:rsid w:val="0075137D"/>
    <w:rsid w:val="007515FE"/>
    <w:rsid w:val="0075164C"/>
    <w:rsid w:val="00752393"/>
    <w:rsid w:val="0075257D"/>
    <w:rsid w:val="00753408"/>
    <w:rsid w:val="007548A3"/>
    <w:rsid w:val="0075509C"/>
    <w:rsid w:val="007553C5"/>
    <w:rsid w:val="00755630"/>
    <w:rsid w:val="007561C5"/>
    <w:rsid w:val="007571E1"/>
    <w:rsid w:val="00760FFE"/>
    <w:rsid w:val="007620C5"/>
    <w:rsid w:val="007625DB"/>
    <w:rsid w:val="0076379F"/>
    <w:rsid w:val="00765C8C"/>
    <w:rsid w:val="00766B67"/>
    <w:rsid w:val="00766DF9"/>
    <w:rsid w:val="00767E63"/>
    <w:rsid w:val="00770754"/>
    <w:rsid w:val="00773045"/>
    <w:rsid w:val="0077334A"/>
    <w:rsid w:val="00774AE8"/>
    <w:rsid w:val="00775781"/>
    <w:rsid w:val="00776728"/>
    <w:rsid w:val="00776ABA"/>
    <w:rsid w:val="0077710E"/>
    <w:rsid w:val="00781672"/>
    <w:rsid w:val="00781827"/>
    <w:rsid w:val="007826D1"/>
    <w:rsid w:val="00784747"/>
    <w:rsid w:val="007855D5"/>
    <w:rsid w:val="00785FE9"/>
    <w:rsid w:val="007869DD"/>
    <w:rsid w:val="007901BF"/>
    <w:rsid w:val="00790EF9"/>
    <w:rsid w:val="0079436E"/>
    <w:rsid w:val="00794D60"/>
    <w:rsid w:val="00795210"/>
    <w:rsid w:val="00795859"/>
    <w:rsid w:val="00795AAD"/>
    <w:rsid w:val="00795B82"/>
    <w:rsid w:val="00795F56"/>
    <w:rsid w:val="00797532"/>
    <w:rsid w:val="00797CBD"/>
    <w:rsid w:val="007A0414"/>
    <w:rsid w:val="007A269E"/>
    <w:rsid w:val="007A2ED0"/>
    <w:rsid w:val="007A32E1"/>
    <w:rsid w:val="007A3655"/>
    <w:rsid w:val="007A45E0"/>
    <w:rsid w:val="007B0081"/>
    <w:rsid w:val="007B0343"/>
    <w:rsid w:val="007B0782"/>
    <w:rsid w:val="007B0902"/>
    <w:rsid w:val="007B0AC2"/>
    <w:rsid w:val="007B0DD7"/>
    <w:rsid w:val="007B11C3"/>
    <w:rsid w:val="007B11D1"/>
    <w:rsid w:val="007B16F3"/>
    <w:rsid w:val="007B1A23"/>
    <w:rsid w:val="007B1B04"/>
    <w:rsid w:val="007B1F3D"/>
    <w:rsid w:val="007B2CF7"/>
    <w:rsid w:val="007B3B1B"/>
    <w:rsid w:val="007B4824"/>
    <w:rsid w:val="007B528B"/>
    <w:rsid w:val="007B6A14"/>
    <w:rsid w:val="007B6AD9"/>
    <w:rsid w:val="007B71C3"/>
    <w:rsid w:val="007B7AF1"/>
    <w:rsid w:val="007C0147"/>
    <w:rsid w:val="007C0BCB"/>
    <w:rsid w:val="007C1E8E"/>
    <w:rsid w:val="007C28F8"/>
    <w:rsid w:val="007C2DFC"/>
    <w:rsid w:val="007C3284"/>
    <w:rsid w:val="007C463A"/>
    <w:rsid w:val="007C4A68"/>
    <w:rsid w:val="007C5BE1"/>
    <w:rsid w:val="007C631A"/>
    <w:rsid w:val="007D0576"/>
    <w:rsid w:val="007D1C27"/>
    <w:rsid w:val="007D1FD6"/>
    <w:rsid w:val="007D2867"/>
    <w:rsid w:val="007D2B6E"/>
    <w:rsid w:val="007D2F1B"/>
    <w:rsid w:val="007D391E"/>
    <w:rsid w:val="007D54DB"/>
    <w:rsid w:val="007D5651"/>
    <w:rsid w:val="007D6668"/>
    <w:rsid w:val="007D70CD"/>
    <w:rsid w:val="007D72BD"/>
    <w:rsid w:val="007E168C"/>
    <w:rsid w:val="007E1A90"/>
    <w:rsid w:val="007E1E81"/>
    <w:rsid w:val="007E2176"/>
    <w:rsid w:val="007E293A"/>
    <w:rsid w:val="007E2C04"/>
    <w:rsid w:val="007E346B"/>
    <w:rsid w:val="007E3935"/>
    <w:rsid w:val="007E5034"/>
    <w:rsid w:val="007E57AC"/>
    <w:rsid w:val="007E58D2"/>
    <w:rsid w:val="007E5B6D"/>
    <w:rsid w:val="007E5D9E"/>
    <w:rsid w:val="007E697C"/>
    <w:rsid w:val="007E7206"/>
    <w:rsid w:val="007F0D41"/>
    <w:rsid w:val="007F12C5"/>
    <w:rsid w:val="007F1894"/>
    <w:rsid w:val="007F1B47"/>
    <w:rsid w:val="007F29DC"/>
    <w:rsid w:val="007F2E15"/>
    <w:rsid w:val="007F5019"/>
    <w:rsid w:val="007F52F9"/>
    <w:rsid w:val="007F73E9"/>
    <w:rsid w:val="007F7966"/>
    <w:rsid w:val="007F79C5"/>
    <w:rsid w:val="00800C0F"/>
    <w:rsid w:val="00800E0F"/>
    <w:rsid w:val="0080335D"/>
    <w:rsid w:val="00804853"/>
    <w:rsid w:val="00804A20"/>
    <w:rsid w:val="00811061"/>
    <w:rsid w:val="0081265B"/>
    <w:rsid w:val="0081272E"/>
    <w:rsid w:val="00814837"/>
    <w:rsid w:val="00815B19"/>
    <w:rsid w:val="00817EA8"/>
    <w:rsid w:val="00822666"/>
    <w:rsid w:val="00824151"/>
    <w:rsid w:val="00825514"/>
    <w:rsid w:val="00825BF7"/>
    <w:rsid w:val="00826386"/>
    <w:rsid w:val="00826FE8"/>
    <w:rsid w:val="00827DE6"/>
    <w:rsid w:val="00832588"/>
    <w:rsid w:val="00832863"/>
    <w:rsid w:val="008343CD"/>
    <w:rsid w:val="0083588B"/>
    <w:rsid w:val="00835F15"/>
    <w:rsid w:val="008366FF"/>
    <w:rsid w:val="00840356"/>
    <w:rsid w:val="008404DE"/>
    <w:rsid w:val="00840C05"/>
    <w:rsid w:val="00841097"/>
    <w:rsid w:val="00841203"/>
    <w:rsid w:val="008417F8"/>
    <w:rsid w:val="00841BE7"/>
    <w:rsid w:val="00841CCE"/>
    <w:rsid w:val="00841DA7"/>
    <w:rsid w:val="00842090"/>
    <w:rsid w:val="0084257A"/>
    <w:rsid w:val="00842C5D"/>
    <w:rsid w:val="00842FE3"/>
    <w:rsid w:val="00843417"/>
    <w:rsid w:val="0084535B"/>
    <w:rsid w:val="00846470"/>
    <w:rsid w:val="00847E8B"/>
    <w:rsid w:val="008514EE"/>
    <w:rsid w:val="00851E57"/>
    <w:rsid w:val="00851FBD"/>
    <w:rsid w:val="00852A25"/>
    <w:rsid w:val="0085331F"/>
    <w:rsid w:val="008535CB"/>
    <w:rsid w:val="00854ABC"/>
    <w:rsid w:val="00854AF1"/>
    <w:rsid w:val="00854FC2"/>
    <w:rsid w:val="00855875"/>
    <w:rsid w:val="00856B04"/>
    <w:rsid w:val="00856CD0"/>
    <w:rsid w:val="0086149D"/>
    <w:rsid w:val="00861BC0"/>
    <w:rsid w:val="00863038"/>
    <w:rsid w:val="00863104"/>
    <w:rsid w:val="00863AFD"/>
    <w:rsid w:val="00864CFB"/>
    <w:rsid w:val="00865358"/>
    <w:rsid w:val="00865698"/>
    <w:rsid w:val="00866296"/>
    <w:rsid w:val="00866BA0"/>
    <w:rsid w:val="00871D59"/>
    <w:rsid w:val="0087300F"/>
    <w:rsid w:val="0087303C"/>
    <w:rsid w:val="00873BA8"/>
    <w:rsid w:val="0087683C"/>
    <w:rsid w:val="008775CD"/>
    <w:rsid w:val="00881296"/>
    <w:rsid w:val="00882350"/>
    <w:rsid w:val="008829AD"/>
    <w:rsid w:val="008830BD"/>
    <w:rsid w:val="0088315F"/>
    <w:rsid w:val="008858EF"/>
    <w:rsid w:val="00885BAB"/>
    <w:rsid w:val="008865E9"/>
    <w:rsid w:val="008872FD"/>
    <w:rsid w:val="00893BD3"/>
    <w:rsid w:val="008943CE"/>
    <w:rsid w:val="00894B38"/>
    <w:rsid w:val="00895E7E"/>
    <w:rsid w:val="00896418"/>
    <w:rsid w:val="008964C7"/>
    <w:rsid w:val="008975D5"/>
    <w:rsid w:val="008A100A"/>
    <w:rsid w:val="008A21B8"/>
    <w:rsid w:val="008A33CA"/>
    <w:rsid w:val="008A4314"/>
    <w:rsid w:val="008A45AE"/>
    <w:rsid w:val="008A5A51"/>
    <w:rsid w:val="008A6685"/>
    <w:rsid w:val="008A7D08"/>
    <w:rsid w:val="008B0E99"/>
    <w:rsid w:val="008B386E"/>
    <w:rsid w:val="008B4AD2"/>
    <w:rsid w:val="008B5FA4"/>
    <w:rsid w:val="008B6A0C"/>
    <w:rsid w:val="008B6EA6"/>
    <w:rsid w:val="008B70AC"/>
    <w:rsid w:val="008B7DBF"/>
    <w:rsid w:val="008B7F9F"/>
    <w:rsid w:val="008C0359"/>
    <w:rsid w:val="008C115A"/>
    <w:rsid w:val="008C1786"/>
    <w:rsid w:val="008C2A25"/>
    <w:rsid w:val="008C3CC3"/>
    <w:rsid w:val="008C406A"/>
    <w:rsid w:val="008C40FB"/>
    <w:rsid w:val="008C48C2"/>
    <w:rsid w:val="008C4C83"/>
    <w:rsid w:val="008C56B7"/>
    <w:rsid w:val="008C5B5B"/>
    <w:rsid w:val="008C783C"/>
    <w:rsid w:val="008C7C72"/>
    <w:rsid w:val="008D0B72"/>
    <w:rsid w:val="008D1605"/>
    <w:rsid w:val="008D1B3B"/>
    <w:rsid w:val="008D2D31"/>
    <w:rsid w:val="008D2EA2"/>
    <w:rsid w:val="008D3997"/>
    <w:rsid w:val="008D3D65"/>
    <w:rsid w:val="008D5462"/>
    <w:rsid w:val="008D571E"/>
    <w:rsid w:val="008D6CB0"/>
    <w:rsid w:val="008D6EDC"/>
    <w:rsid w:val="008D7FAA"/>
    <w:rsid w:val="008E0163"/>
    <w:rsid w:val="008E0178"/>
    <w:rsid w:val="008E14E7"/>
    <w:rsid w:val="008E2520"/>
    <w:rsid w:val="008E34CC"/>
    <w:rsid w:val="008E4A5B"/>
    <w:rsid w:val="008E4BCB"/>
    <w:rsid w:val="008E50E5"/>
    <w:rsid w:val="008E52DB"/>
    <w:rsid w:val="008E5370"/>
    <w:rsid w:val="008E57D7"/>
    <w:rsid w:val="008F0753"/>
    <w:rsid w:val="008F08BC"/>
    <w:rsid w:val="008F1481"/>
    <w:rsid w:val="008F1BEA"/>
    <w:rsid w:val="008F267F"/>
    <w:rsid w:val="008F2B36"/>
    <w:rsid w:val="008F2D56"/>
    <w:rsid w:val="008F395C"/>
    <w:rsid w:val="008F3E94"/>
    <w:rsid w:val="008F4634"/>
    <w:rsid w:val="008F47B8"/>
    <w:rsid w:val="008F4A53"/>
    <w:rsid w:val="008F691D"/>
    <w:rsid w:val="008F6D2C"/>
    <w:rsid w:val="008F7E59"/>
    <w:rsid w:val="00901034"/>
    <w:rsid w:val="009013A2"/>
    <w:rsid w:val="0090171B"/>
    <w:rsid w:val="00901ADC"/>
    <w:rsid w:val="00901B17"/>
    <w:rsid w:val="00901E50"/>
    <w:rsid w:val="00902692"/>
    <w:rsid w:val="0090299E"/>
    <w:rsid w:val="00902CAF"/>
    <w:rsid w:val="0090302A"/>
    <w:rsid w:val="009039C3"/>
    <w:rsid w:val="0090401C"/>
    <w:rsid w:val="00904768"/>
    <w:rsid w:val="00905B61"/>
    <w:rsid w:val="00906827"/>
    <w:rsid w:val="0090703D"/>
    <w:rsid w:val="00907092"/>
    <w:rsid w:val="00907A6E"/>
    <w:rsid w:val="00914579"/>
    <w:rsid w:val="009151E0"/>
    <w:rsid w:val="009161D4"/>
    <w:rsid w:val="00916374"/>
    <w:rsid w:val="00917134"/>
    <w:rsid w:val="0092022F"/>
    <w:rsid w:val="009202A8"/>
    <w:rsid w:val="0092038F"/>
    <w:rsid w:val="0092067F"/>
    <w:rsid w:val="00920849"/>
    <w:rsid w:val="009211A6"/>
    <w:rsid w:val="009223DE"/>
    <w:rsid w:val="00922444"/>
    <w:rsid w:val="00922A68"/>
    <w:rsid w:val="00922B18"/>
    <w:rsid w:val="00923EBC"/>
    <w:rsid w:val="00924563"/>
    <w:rsid w:val="009251AE"/>
    <w:rsid w:val="00925924"/>
    <w:rsid w:val="00925D9D"/>
    <w:rsid w:val="00926123"/>
    <w:rsid w:val="009261C6"/>
    <w:rsid w:val="0092791F"/>
    <w:rsid w:val="00927DD6"/>
    <w:rsid w:val="009301C0"/>
    <w:rsid w:val="00930ABF"/>
    <w:rsid w:val="009310C2"/>
    <w:rsid w:val="0093175F"/>
    <w:rsid w:val="0093224F"/>
    <w:rsid w:val="0093334F"/>
    <w:rsid w:val="0093399C"/>
    <w:rsid w:val="00933AD3"/>
    <w:rsid w:val="00933B99"/>
    <w:rsid w:val="00933CFC"/>
    <w:rsid w:val="009342F7"/>
    <w:rsid w:val="00934702"/>
    <w:rsid w:val="0093497B"/>
    <w:rsid w:val="00934C2B"/>
    <w:rsid w:val="00934F8F"/>
    <w:rsid w:val="00935699"/>
    <w:rsid w:val="00936526"/>
    <w:rsid w:val="00940271"/>
    <w:rsid w:val="0094041C"/>
    <w:rsid w:val="009409C5"/>
    <w:rsid w:val="00941B1A"/>
    <w:rsid w:val="00942AAF"/>
    <w:rsid w:val="00944490"/>
    <w:rsid w:val="00944937"/>
    <w:rsid w:val="00945FE9"/>
    <w:rsid w:val="00946A56"/>
    <w:rsid w:val="00950381"/>
    <w:rsid w:val="009503C1"/>
    <w:rsid w:val="00951D71"/>
    <w:rsid w:val="0095228F"/>
    <w:rsid w:val="00952884"/>
    <w:rsid w:val="00954B15"/>
    <w:rsid w:val="009550FC"/>
    <w:rsid w:val="00955D74"/>
    <w:rsid w:val="00957B96"/>
    <w:rsid w:val="009600F7"/>
    <w:rsid w:val="00960BAB"/>
    <w:rsid w:val="00961C0B"/>
    <w:rsid w:val="00962330"/>
    <w:rsid w:val="00963BDD"/>
    <w:rsid w:val="009641F6"/>
    <w:rsid w:val="00964396"/>
    <w:rsid w:val="00965237"/>
    <w:rsid w:val="00967234"/>
    <w:rsid w:val="0097060C"/>
    <w:rsid w:val="00972065"/>
    <w:rsid w:val="009754BF"/>
    <w:rsid w:val="00980183"/>
    <w:rsid w:val="009803CA"/>
    <w:rsid w:val="00981891"/>
    <w:rsid w:val="0098260C"/>
    <w:rsid w:val="0098274B"/>
    <w:rsid w:val="00983A3B"/>
    <w:rsid w:val="009843E1"/>
    <w:rsid w:val="00984EB7"/>
    <w:rsid w:val="00985E7A"/>
    <w:rsid w:val="00991764"/>
    <w:rsid w:val="009921C5"/>
    <w:rsid w:val="0099253A"/>
    <w:rsid w:val="00993A72"/>
    <w:rsid w:val="00995995"/>
    <w:rsid w:val="00995997"/>
    <w:rsid w:val="0099785D"/>
    <w:rsid w:val="009A0DFC"/>
    <w:rsid w:val="009A0ED8"/>
    <w:rsid w:val="009A202A"/>
    <w:rsid w:val="009A26AF"/>
    <w:rsid w:val="009A4A10"/>
    <w:rsid w:val="009A4DBF"/>
    <w:rsid w:val="009A4F95"/>
    <w:rsid w:val="009A589A"/>
    <w:rsid w:val="009A59FB"/>
    <w:rsid w:val="009A773B"/>
    <w:rsid w:val="009A7EBD"/>
    <w:rsid w:val="009B09CC"/>
    <w:rsid w:val="009B0B01"/>
    <w:rsid w:val="009B1119"/>
    <w:rsid w:val="009B3881"/>
    <w:rsid w:val="009B5090"/>
    <w:rsid w:val="009B5802"/>
    <w:rsid w:val="009B5D86"/>
    <w:rsid w:val="009B60DE"/>
    <w:rsid w:val="009B7836"/>
    <w:rsid w:val="009C038D"/>
    <w:rsid w:val="009C0D2C"/>
    <w:rsid w:val="009C2510"/>
    <w:rsid w:val="009C2C35"/>
    <w:rsid w:val="009C2D71"/>
    <w:rsid w:val="009C2D79"/>
    <w:rsid w:val="009C3C3B"/>
    <w:rsid w:val="009C463D"/>
    <w:rsid w:val="009C631F"/>
    <w:rsid w:val="009C7155"/>
    <w:rsid w:val="009D09CE"/>
    <w:rsid w:val="009D15F7"/>
    <w:rsid w:val="009D2BA5"/>
    <w:rsid w:val="009D32C7"/>
    <w:rsid w:val="009D3C8F"/>
    <w:rsid w:val="009D47B4"/>
    <w:rsid w:val="009D4B66"/>
    <w:rsid w:val="009D4E1E"/>
    <w:rsid w:val="009D5210"/>
    <w:rsid w:val="009D6BC2"/>
    <w:rsid w:val="009E05E1"/>
    <w:rsid w:val="009E11B7"/>
    <w:rsid w:val="009E14D6"/>
    <w:rsid w:val="009E18B5"/>
    <w:rsid w:val="009E1CC1"/>
    <w:rsid w:val="009E2BE0"/>
    <w:rsid w:val="009E4879"/>
    <w:rsid w:val="009E508D"/>
    <w:rsid w:val="009E56EF"/>
    <w:rsid w:val="009E71E9"/>
    <w:rsid w:val="009E7227"/>
    <w:rsid w:val="009E7EA8"/>
    <w:rsid w:val="009F020C"/>
    <w:rsid w:val="009F110E"/>
    <w:rsid w:val="009F192C"/>
    <w:rsid w:val="009F1DC5"/>
    <w:rsid w:val="009F3145"/>
    <w:rsid w:val="009F3D0E"/>
    <w:rsid w:val="009F44EC"/>
    <w:rsid w:val="00A007A6"/>
    <w:rsid w:val="00A02E35"/>
    <w:rsid w:val="00A03660"/>
    <w:rsid w:val="00A044E5"/>
    <w:rsid w:val="00A050EA"/>
    <w:rsid w:val="00A054C7"/>
    <w:rsid w:val="00A05B20"/>
    <w:rsid w:val="00A078C2"/>
    <w:rsid w:val="00A07D85"/>
    <w:rsid w:val="00A1024D"/>
    <w:rsid w:val="00A111A5"/>
    <w:rsid w:val="00A111B1"/>
    <w:rsid w:val="00A11EB2"/>
    <w:rsid w:val="00A1339D"/>
    <w:rsid w:val="00A13D50"/>
    <w:rsid w:val="00A14C0F"/>
    <w:rsid w:val="00A154FC"/>
    <w:rsid w:val="00A15582"/>
    <w:rsid w:val="00A168A9"/>
    <w:rsid w:val="00A16FAE"/>
    <w:rsid w:val="00A1700D"/>
    <w:rsid w:val="00A206BE"/>
    <w:rsid w:val="00A21469"/>
    <w:rsid w:val="00A21F39"/>
    <w:rsid w:val="00A23DA3"/>
    <w:rsid w:val="00A24D70"/>
    <w:rsid w:val="00A25A8F"/>
    <w:rsid w:val="00A27467"/>
    <w:rsid w:val="00A27A03"/>
    <w:rsid w:val="00A306C7"/>
    <w:rsid w:val="00A30822"/>
    <w:rsid w:val="00A30B6D"/>
    <w:rsid w:val="00A31040"/>
    <w:rsid w:val="00A3355F"/>
    <w:rsid w:val="00A35581"/>
    <w:rsid w:val="00A3684E"/>
    <w:rsid w:val="00A369E8"/>
    <w:rsid w:val="00A3723B"/>
    <w:rsid w:val="00A377EA"/>
    <w:rsid w:val="00A37BC8"/>
    <w:rsid w:val="00A405D8"/>
    <w:rsid w:val="00A4102A"/>
    <w:rsid w:val="00A417CC"/>
    <w:rsid w:val="00A42B32"/>
    <w:rsid w:val="00A44828"/>
    <w:rsid w:val="00A45FC1"/>
    <w:rsid w:val="00A46C06"/>
    <w:rsid w:val="00A46DEA"/>
    <w:rsid w:val="00A471B5"/>
    <w:rsid w:val="00A500CA"/>
    <w:rsid w:val="00A50207"/>
    <w:rsid w:val="00A50E15"/>
    <w:rsid w:val="00A51D1D"/>
    <w:rsid w:val="00A52870"/>
    <w:rsid w:val="00A53410"/>
    <w:rsid w:val="00A5360A"/>
    <w:rsid w:val="00A53A56"/>
    <w:rsid w:val="00A53C21"/>
    <w:rsid w:val="00A554C7"/>
    <w:rsid w:val="00A56738"/>
    <w:rsid w:val="00A56EB7"/>
    <w:rsid w:val="00A576D8"/>
    <w:rsid w:val="00A60D04"/>
    <w:rsid w:val="00A6238C"/>
    <w:rsid w:val="00A625AA"/>
    <w:rsid w:val="00A62B49"/>
    <w:rsid w:val="00A63095"/>
    <w:rsid w:val="00A63B92"/>
    <w:rsid w:val="00A6599D"/>
    <w:rsid w:val="00A65B0B"/>
    <w:rsid w:val="00A66B72"/>
    <w:rsid w:val="00A7099A"/>
    <w:rsid w:val="00A7279C"/>
    <w:rsid w:val="00A736BD"/>
    <w:rsid w:val="00A7415F"/>
    <w:rsid w:val="00A74E45"/>
    <w:rsid w:val="00A75335"/>
    <w:rsid w:val="00A7616E"/>
    <w:rsid w:val="00A76EAD"/>
    <w:rsid w:val="00A77353"/>
    <w:rsid w:val="00A77A83"/>
    <w:rsid w:val="00A77BE2"/>
    <w:rsid w:val="00A77D16"/>
    <w:rsid w:val="00A77EC5"/>
    <w:rsid w:val="00A80325"/>
    <w:rsid w:val="00A8033A"/>
    <w:rsid w:val="00A81029"/>
    <w:rsid w:val="00A8201F"/>
    <w:rsid w:val="00A82354"/>
    <w:rsid w:val="00A824E5"/>
    <w:rsid w:val="00A8377B"/>
    <w:rsid w:val="00A84E20"/>
    <w:rsid w:val="00A85EAA"/>
    <w:rsid w:val="00A8715E"/>
    <w:rsid w:val="00A907A5"/>
    <w:rsid w:val="00A913EA"/>
    <w:rsid w:val="00A915CB"/>
    <w:rsid w:val="00A91B32"/>
    <w:rsid w:val="00A91F2D"/>
    <w:rsid w:val="00A923D3"/>
    <w:rsid w:val="00A94ACB"/>
    <w:rsid w:val="00A9521B"/>
    <w:rsid w:val="00A954BD"/>
    <w:rsid w:val="00A956DD"/>
    <w:rsid w:val="00A95BBB"/>
    <w:rsid w:val="00A96641"/>
    <w:rsid w:val="00A97177"/>
    <w:rsid w:val="00A972CE"/>
    <w:rsid w:val="00AA052F"/>
    <w:rsid w:val="00AA09C2"/>
    <w:rsid w:val="00AA1E91"/>
    <w:rsid w:val="00AA2160"/>
    <w:rsid w:val="00AA23E6"/>
    <w:rsid w:val="00AA28AA"/>
    <w:rsid w:val="00AA5348"/>
    <w:rsid w:val="00AA5558"/>
    <w:rsid w:val="00AA5878"/>
    <w:rsid w:val="00AA5D46"/>
    <w:rsid w:val="00AA7488"/>
    <w:rsid w:val="00AB036E"/>
    <w:rsid w:val="00AB2076"/>
    <w:rsid w:val="00AB33C8"/>
    <w:rsid w:val="00AB3F78"/>
    <w:rsid w:val="00AB50D6"/>
    <w:rsid w:val="00AB57CC"/>
    <w:rsid w:val="00AB58E8"/>
    <w:rsid w:val="00AB5F6B"/>
    <w:rsid w:val="00AB69E0"/>
    <w:rsid w:val="00AB6DD6"/>
    <w:rsid w:val="00AC14CF"/>
    <w:rsid w:val="00AC1BB9"/>
    <w:rsid w:val="00AC1E1A"/>
    <w:rsid w:val="00AC22C0"/>
    <w:rsid w:val="00AC22C5"/>
    <w:rsid w:val="00AC3D46"/>
    <w:rsid w:val="00AC3F46"/>
    <w:rsid w:val="00AC430B"/>
    <w:rsid w:val="00AC5476"/>
    <w:rsid w:val="00AC68F9"/>
    <w:rsid w:val="00AC6DDA"/>
    <w:rsid w:val="00AC76BB"/>
    <w:rsid w:val="00AD06D7"/>
    <w:rsid w:val="00AD09E0"/>
    <w:rsid w:val="00AD0D22"/>
    <w:rsid w:val="00AD101E"/>
    <w:rsid w:val="00AD32AB"/>
    <w:rsid w:val="00AD3FB4"/>
    <w:rsid w:val="00AD4122"/>
    <w:rsid w:val="00AD4155"/>
    <w:rsid w:val="00AD636F"/>
    <w:rsid w:val="00AD6FAB"/>
    <w:rsid w:val="00AE1374"/>
    <w:rsid w:val="00AE14E7"/>
    <w:rsid w:val="00AE1854"/>
    <w:rsid w:val="00AE1A9F"/>
    <w:rsid w:val="00AE2579"/>
    <w:rsid w:val="00AE265D"/>
    <w:rsid w:val="00AE342E"/>
    <w:rsid w:val="00AE3B24"/>
    <w:rsid w:val="00AE4F8F"/>
    <w:rsid w:val="00AE5A19"/>
    <w:rsid w:val="00AE61F2"/>
    <w:rsid w:val="00AE763B"/>
    <w:rsid w:val="00AE7D41"/>
    <w:rsid w:val="00AF1EA7"/>
    <w:rsid w:val="00AF1EDB"/>
    <w:rsid w:val="00AF2C11"/>
    <w:rsid w:val="00AF34DF"/>
    <w:rsid w:val="00AF4B4C"/>
    <w:rsid w:val="00AF51AC"/>
    <w:rsid w:val="00AF5896"/>
    <w:rsid w:val="00AF6440"/>
    <w:rsid w:val="00AF7287"/>
    <w:rsid w:val="00AF7735"/>
    <w:rsid w:val="00B040BC"/>
    <w:rsid w:val="00B043A0"/>
    <w:rsid w:val="00B046F7"/>
    <w:rsid w:val="00B060D4"/>
    <w:rsid w:val="00B06DBD"/>
    <w:rsid w:val="00B101C9"/>
    <w:rsid w:val="00B10E36"/>
    <w:rsid w:val="00B11564"/>
    <w:rsid w:val="00B118ED"/>
    <w:rsid w:val="00B12162"/>
    <w:rsid w:val="00B135C5"/>
    <w:rsid w:val="00B13762"/>
    <w:rsid w:val="00B13A7C"/>
    <w:rsid w:val="00B14EE0"/>
    <w:rsid w:val="00B15936"/>
    <w:rsid w:val="00B16F69"/>
    <w:rsid w:val="00B17311"/>
    <w:rsid w:val="00B2026A"/>
    <w:rsid w:val="00B208B1"/>
    <w:rsid w:val="00B20CBC"/>
    <w:rsid w:val="00B217C2"/>
    <w:rsid w:val="00B22856"/>
    <w:rsid w:val="00B2472E"/>
    <w:rsid w:val="00B24A5F"/>
    <w:rsid w:val="00B24D5D"/>
    <w:rsid w:val="00B262DE"/>
    <w:rsid w:val="00B26548"/>
    <w:rsid w:val="00B270F0"/>
    <w:rsid w:val="00B27AE4"/>
    <w:rsid w:val="00B30573"/>
    <w:rsid w:val="00B31E01"/>
    <w:rsid w:val="00B32406"/>
    <w:rsid w:val="00B32511"/>
    <w:rsid w:val="00B32B52"/>
    <w:rsid w:val="00B32F07"/>
    <w:rsid w:val="00B3390C"/>
    <w:rsid w:val="00B33F2B"/>
    <w:rsid w:val="00B3490F"/>
    <w:rsid w:val="00B34B4F"/>
    <w:rsid w:val="00B35B83"/>
    <w:rsid w:val="00B369DB"/>
    <w:rsid w:val="00B37622"/>
    <w:rsid w:val="00B40528"/>
    <w:rsid w:val="00B40883"/>
    <w:rsid w:val="00B42160"/>
    <w:rsid w:val="00B426F3"/>
    <w:rsid w:val="00B45250"/>
    <w:rsid w:val="00B45605"/>
    <w:rsid w:val="00B46284"/>
    <w:rsid w:val="00B47D4E"/>
    <w:rsid w:val="00B501DD"/>
    <w:rsid w:val="00B51ADA"/>
    <w:rsid w:val="00B51EE6"/>
    <w:rsid w:val="00B51EF9"/>
    <w:rsid w:val="00B51FB9"/>
    <w:rsid w:val="00B52660"/>
    <w:rsid w:val="00B546A9"/>
    <w:rsid w:val="00B54AC2"/>
    <w:rsid w:val="00B55418"/>
    <w:rsid w:val="00B56493"/>
    <w:rsid w:val="00B569B1"/>
    <w:rsid w:val="00B56AEA"/>
    <w:rsid w:val="00B61619"/>
    <w:rsid w:val="00B61845"/>
    <w:rsid w:val="00B62B78"/>
    <w:rsid w:val="00B63BE7"/>
    <w:rsid w:val="00B63E74"/>
    <w:rsid w:val="00B64550"/>
    <w:rsid w:val="00B64836"/>
    <w:rsid w:val="00B64DD0"/>
    <w:rsid w:val="00B64FD5"/>
    <w:rsid w:val="00B65769"/>
    <w:rsid w:val="00B66496"/>
    <w:rsid w:val="00B66568"/>
    <w:rsid w:val="00B66A18"/>
    <w:rsid w:val="00B67A00"/>
    <w:rsid w:val="00B67E06"/>
    <w:rsid w:val="00B70C24"/>
    <w:rsid w:val="00B72145"/>
    <w:rsid w:val="00B72674"/>
    <w:rsid w:val="00B72F11"/>
    <w:rsid w:val="00B73423"/>
    <w:rsid w:val="00B74B47"/>
    <w:rsid w:val="00B75385"/>
    <w:rsid w:val="00B767E4"/>
    <w:rsid w:val="00B7720B"/>
    <w:rsid w:val="00B81510"/>
    <w:rsid w:val="00B8276B"/>
    <w:rsid w:val="00B83519"/>
    <w:rsid w:val="00B8586E"/>
    <w:rsid w:val="00B858F3"/>
    <w:rsid w:val="00B85FF2"/>
    <w:rsid w:val="00B875F4"/>
    <w:rsid w:val="00B87976"/>
    <w:rsid w:val="00B903E9"/>
    <w:rsid w:val="00B91634"/>
    <w:rsid w:val="00B9208D"/>
    <w:rsid w:val="00B94AD4"/>
    <w:rsid w:val="00B977E7"/>
    <w:rsid w:val="00BA0BFF"/>
    <w:rsid w:val="00BA0C2E"/>
    <w:rsid w:val="00BA1279"/>
    <w:rsid w:val="00BA3036"/>
    <w:rsid w:val="00BA3049"/>
    <w:rsid w:val="00BA3349"/>
    <w:rsid w:val="00BA40D3"/>
    <w:rsid w:val="00BA4410"/>
    <w:rsid w:val="00BA5C95"/>
    <w:rsid w:val="00BA5D0F"/>
    <w:rsid w:val="00BA6191"/>
    <w:rsid w:val="00BA66D0"/>
    <w:rsid w:val="00BA7BF2"/>
    <w:rsid w:val="00BB0AEB"/>
    <w:rsid w:val="00BB0CCF"/>
    <w:rsid w:val="00BB0EBF"/>
    <w:rsid w:val="00BB18C2"/>
    <w:rsid w:val="00BB3310"/>
    <w:rsid w:val="00BB3F04"/>
    <w:rsid w:val="00BB5574"/>
    <w:rsid w:val="00BB586C"/>
    <w:rsid w:val="00BB5BB3"/>
    <w:rsid w:val="00BB6D61"/>
    <w:rsid w:val="00BB7167"/>
    <w:rsid w:val="00BB73A3"/>
    <w:rsid w:val="00BC0914"/>
    <w:rsid w:val="00BC1FFB"/>
    <w:rsid w:val="00BC27BC"/>
    <w:rsid w:val="00BC3645"/>
    <w:rsid w:val="00BC4143"/>
    <w:rsid w:val="00BC4372"/>
    <w:rsid w:val="00BC5A46"/>
    <w:rsid w:val="00BC5CCA"/>
    <w:rsid w:val="00BC5F96"/>
    <w:rsid w:val="00BC7F3B"/>
    <w:rsid w:val="00BD0C4F"/>
    <w:rsid w:val="00BD1407"/>
    <w:rsid w:val="00BD235A"/>
    <w:rsid w:val="00BD2583"/>
    <w:rsid w:val="00BD458D"/>
    <w:rsid w:val="00BD500C"/>
    <w:rsid w:val="00BD7E9F"/>
    <w:rsid w:val="00BE036C"/>
    <w:rsid w:val="00BE0CEC"/>
    <w:rsid w:val="00BE2A84"/>
    <w:rsid w:val="00BE42F5"/>
    <w:rsid w:val="00BE470D"/>
    <w:rsid w:val="00BE5252"/>
    <w:rsid w:val="00BE55D3"/>
    <w:rsid w:val="00BE6AEF"/>
    <w:rsid w:val="00BF116F"/>
    <w:rsid w:val="00BF1B17"/>
    <w:rsid w:val="00BF1C3B"/>
    <w:rsid w:val="00BF1E54"/>
    <w:rsid w:val="00BF410C"/>
    <w:rsid w:val="00BF6265"/>
    <w:rsid w:val="00BF6280"/>
    <w:rsid w:val="00BF6EB7"/>
    <w:rsid w:val="00BF7373"/>
    <w:rsid w:val="00C00365"/>
    <w:rsid w:val="00C0284D"/>
    <w:rsid w:val="00C02F16"/>
    <w:rsid w:val="00C03341"/>
    <w:rsid w:val="00C03B24"/>
    <w:rsid w:val="00C05A4F"/>
    <w:rsid w:val="00C07313"/>
    <w:rsid w:val="00C07CB7"/>
    <w:rsid w:val="00C10AEC"/>
    <w:rsid w:val="00C113CA"/>
    <w:rsid w:val="00C11CD0"/>
    <w:rsid w:val="00C128A3"/>
    <w:rsid w:val="00C13420"/>
    <w:rsid w:val="00C13800"/>
    <w:rsid w:val="00C13C47"/>
    <w:rsid w:val="00C148E5"/>
    <w:rsid w:val="00C14A95"/>
    <w:rsid w:val="00C14C16"/>
    <w:rsid w:val="00C14CC0"/>
    <w:rsid w:val="00C155F4"/>
    <w:rsid w:val="00C16C9E"/>
    <w:rsid w:val="00C16D09"/>
    <w:rsid w:val="00C16E78"/>
    <w:rsid w:val="00C176C2"/>
    <w:rsid w:val="00C178A0"/>
    <w:rsid w:val="00C20101"/>
    <w:rsid w:val="00C20ABC"/>
    <w:rsid w:val="00C213F4"/>
    <w:rsid w:val="00C217B5"/>
    <w:rsid w:val="00C21C0E"/>
    <w:rsid w:val="00C21DCD"/>
    <w:rsid w:val="00C2202C"/>
    <w:rsid w:val="00C23255"/>
    <w:rsid w:val="00C237DA"/>
    <w:rsid w:val="00C24173"/>
    <w:rsid w:val="00C2457F"/>
    <w:rsid w:val="00C24B79"/>
    <w:rsid w:val="00C252AF"/>
    <w:rsid w:val="00C2580B"/>
    <w:rsid w:val="00C26DD8"/>
    <w:rsid w:val="00C27788"/>
    <w:rsid w:val="00C30208"/>
    <w:rsid w:val="00C319B6"/>
    <w:rsid w:val="00C32496"/>
    <w:rsid w:val="00C326B7"/>
    <w:rsid w:val="00C32957"/>
    <w:rsid w:val="00C33277"/>
    <w:rsid w:val="00C3401A"/>
    <w:rsid w:val="00C340C6"/>
    <w:rsid w:val="00C3522A"/>
    <w:rsid w:val="00C37AF3"/>
    <w:rsid w:val="00C37DEF"/>
    <w:rsid w:val="00C42BF6"/>
    <w:rsid w:val="00C42F76"/>
    <w:rsid w:val="00C44115"/>
    <w:rsid w:val="00C44260"/>
    <w:rsid w:val="00C44874"/>
    <w:rsid w:val="00C45309"/>
    <w:rsid w:val="00C45D50"/>
    <w:rsid w:val="00C463D7"/>
    <w:rsid w:val="00C46802"/>
    <w:rsid w:val="00C4719A"/>
    <w:rsid w:val="00C476E5"/>
    <w:rsid w:val="00C47A7C"/>
    <w:rsid w:val="00C5196A"/>
    <w:rsid w:val="00C520AC"/>
    <w:rsid w:val="00C523A9"/>
    <w:rsid w:val="00C523F4"/>
    <w:rsid w:val="00C52C97"/>
    <w:rsid w:val="00C530FF"/>
    <w:rsid w:val="00C53EC2"/>
    <w:rsid w:val="00C543AD"/>
    <w:rsid w:val="00C56CC1"/>
    <w:rsid w:val="00C57110"/>
    <w:rsid w:val="00C5724C"/>
    <w:rsid w:val="00C57B4F"/>
    <w:rsid w:val="00C57E4E"/>
    <w:rsid w:val="00C60429"/>
    <w:rsid w:val="00C6233C"/>
    <w:rsid w:val="00C627D8"/>
    <w:rsid w:val="00C63947"/>
    <w:rsid w:val="00C63D3E"/>
    <w:rsid w:val="00C640F5"/>
    <w:rsid w:val="00C67CC0"/>
    <w:rsid w:val="00C70FFD"/>
    <w:rsid w:val="00C71527"/>
    <w:rsid w:val="00C722CA"/>
    <w:rsid w:val="00C727BB"/>
    <w:rsid w:val="00C73EB0"/>
    <w:rsid w:val="00C74242"/>
    <w:rsid w:val="00C747BE"/>
    <w:rsid w:val="00C74B35"/>
    <w:rsid w:val="00C7553C"/>
    <w:rsid w:val="00C7695C"/>
    <w:rsid w:val="00C7793F"/>
    <w:rsid w:val="00C77D14"/>
    <w:rsid w:val="00C80401"/>
    <w:rsid w:val="00C823CF"/>
    <w:rsid w:val="00C83F62"/>
    <w:rsid w:val="00C84E51"/>
    <w:rsid w:val="00C84F9A"/>
    <w:rsid w:val="00C850F8"/>
    <w:rsid w:val="00C85864"/>
    <w:rsid w:val="00C86231"/>
    <w:rsid w:val="00C8668C"/>
    <w:rsid w:val="00C86789"/>
    <w:rsid w:val="00C90F70"/>
    <w:rsid w:val="00C90FE7"/>
    <w:rsid w:val="00C92787"/>
    <w:rsid w:val="00C92CA7"/>
    <w:rsid w:val="00C93127"/>
    <w:rsid w:val="00C9347B"/>
    <w:rsid w:val="00C9348A"/>
    <w:rsid w:val="00C9389B"/>
    <w:rsid w:val="00C93FF4"/>
    <w:rsid w:val="00C96784"/>
    <w:rsid w:val="00C967E7"/>
    <w:rsid w:val="00C968F5"/>
    <w:rsid w:val="00C97C73"/>
    <w:rsid w:val="00CA2066"/>
    <w:rsid w:val="00CA2218"/>
    <w:rsid w:val="00CA3BBF"/>
    <w:rsid w:val="00CA3DA2"/>
    <w:rsid w:val="00CA3F2C"/>
    <w:rsid w:val="00CA4A51"/>
    <w:rsid w:val="00CA518D"/>
    <w:rsid w:val="00CA5F7C"/>
    <w:rsid w:val="00CA64BA"/>
    <w:rsid w:val="00CA69FC"/>
    <w:rsid w:val="00CA7104"/>
    <w:rsid w:val="00CA76A2"/>
    <w:rsid w:val="00CB06C8"/>
    <w:rsid w:val="00CB2264"/>
    <w:rsid w:val="00CB3E95"/>
    <w:rsid w:val="00CB4652"/>
    <w:rsid w:val="00CB473D"/>
    <w:rsid w:val="00CB4B51"/>
    <w:rsid w:val="00CB5797"/>
    <w:rsid w:val="00CB57D5"/>
    <w:rsid w:val="00CB5982"/>
    <w:rsid w:val="00CB5EB8"/>
    <w:rsid w:val="00CB6B16"/>
    <w:rsid w:val="00CB7995"/>
    <w:rsid w:val="00CC0FBC"/>
    <w:rsid w:val="00CC1F7C"/>
    <w:rsid w:val="00CC2322"/>
    <w:rsid w:val="00CC2516"/>
    <w:rsid w:val="00CC2902"/>
    <w:rsid w:val="00CC2F70"/>
    <w:rsid w:val="00CC4C3A"/>
    <w:rsid w:val="00CC5793"/>
    <w:rsid w:val="00CC6EA3"/>
    <w:rsid w:val="00CC7B9E"/>
    <w:rsid w:val="00CD08B5"/>
    <w:rsid w:val="00CD1696"/>
    <w:rsid w:val="00CD28AD"/>
    <w:rsid w:val="00CD373E"/>
    <w:rsid w:val="00CD5FF1"/>
    <w:rsid w:val="00CE00E4"/>
    <w:rsid w:val="00CE0908"/>
    <w:rsid w:val="00CE1CD9"/>
    <w:rsid w:val="00CE2E98"/>
    <w:rsid w:val="00CE2ED5"/>
    <w:rsid w:val="00CE2F91"/>
    <w:rsid w:val="00CE35AC"/>
    <w:rsid w:val="00CE363F"/>
    <w:rsid w:val="00CE37DC"/>
    <w:rsid w:val="00CE40C8"/>
    <w:rsid w:val="00CE456C"/>
    <w:rsid w:val="00CE4A06"/>
    <w:rsid w:val="00CE65AF"/>
    <w:rsid w:val="00CE65D6"/>
    <w:rsid w:val="00CE7629"/>
    <w:rsid w:val="00CF0412"/>
    <w:rsid w:val="00CF07C8"/>
    <w:rsid w:val="00CF0DC3"/>
    <w:rsid w:val="00CF1618"/>
    <w:rsid w:val="00CF18FF"/>
    <w:rsid w:val="00CF2EEC"/>
    <w:rsid w:val="00CF39D0"/>
    <w:rsid w:val="00CF54B2"/>
    <w:rsid w:val="00CF5C1C"/>
    <w:rsid w:val="00CF79F2"/>
    <w:rsid w:val="00D01E5D"/>
    <w:rsid w:val="00D0207E"/>
    <w:rsid w:val="00D02F10"/>
    <w:rsid w:val="00D031D7"/>
    <w:rsid w:val="00D040A7"/>
    <w:rsid w:val="00D0489B"/>
    <w:rsid w:val="00D051C6"/>
    <w:rsid w:val="00D07588"/>
    <w:rsid w:val="00D07D64"/>
    <w:rsid w:val="00D11197"/>
    <w:rsid w:val="00D111FF"/>
    <w:rsid w:val="00D1131D"/>
    <w:rsid w:val="00D11C28"/>
    <w:rsid w:val="00D1258F"/>
    <w:rsid w:val="00D127E7"/>
    <w:rsid w:val="00D132D9"/>
    <w:rsid w:val="00D135F5"/>
    <w:rsid w:val="00D13C49"/>
    <w:rsid w:val="00D14E9D"/>
    <w:rsid w:val="00D15C92"/>
    <w:rsid w:val="00D15F70"/>
    <w:rsid w:val="00D16779"/>
    <w:rsid w:val="00D179F3"/>
    <w:rsid w:val="00D206B6"/>
    <w:rsid w:val="00D21181"/>
    <w:rsid w:val="00D21706"/>
    <w:rsid w:val="00D227E7"/>
    <w:rsid w:val="00D241F0"/>
    <w:rsid w:val="00D2430A"/>
    <w:rsid w:val="00D25350"/>
    <w:rsid w:val="00D2691D"/>
    <w:rsid w:val="00D26F7A"/>
    <w:rsid w:val="00D27D67"/>
    <w:rsid w:val="00D30CC1"/>
    <w:rsid w:val="00D3159E"/>
    <w:rsid w:val="00D32E45"/>
    <w:rsid w:val="00D331E4"/>
    <w:rsid w:val="00D33682"/>
    <w:rsid w:val="00D33E27"/>
    <w:rsid w:val="00D34763"/>
    <w:rsid w:val="00D35E03"/>
    <w:rsid w:val="00D374E7"/>
    <w:rsid w:val="00D37809"/>
    <w:rsid w:val="00D40984"/>
    <w:rsid w:val="00D40C5F"/>
    <w:rsid w:val="00D41DB2"/>
    <w:rsid w:val="00D41F61"/>
    <w:rsid w:val="00D42056"/>
    <w:rsid w:val="00D42C83"/>
    <w:rsid w:val="00D446FF"/>
    <w:rsid w:val="00D46332"/>
    <w:rsid w:val="00D470C6"/>
    <w:rsid w:val="00D47C41"/>
    <w:rsid w:val="00D47E61"/>
    <w:rsid w:val="00D500EF"/>
    <w:rsid w:val="00D5085B"/>
    <w:rsid w:val="00D523D3"/>
    <w:rsid w:val="00D53C5D"/>
    <w:rsid w:val="00D54533"/>
    <w:rsid w:val="00D55DFA"/>
    <w:rsid w:val="00D5643C"/>
    <w:rsid w:val="00D56605"/>
    <w:rsid w:val="00D570A7"/>
    <w:rsid w:val="00D6084C"/>
    <w:rsid w:val="00D60B0C"/>
    <w:rsid w:val="00D62905"/>
    <w:rsid w:val="00D648DF"/>
    <w:rsid w:val="00D649E5"/>
    <w:rsid w:val="00D64BD6"/>
    <w:rsid w:val="00D65DE1"/>
    <w:rsid w:val="00D662E1"/>
    <w:rsid w:val="00D6669B"/>
    <w:rsid w:val="00D70E8B"/>
    <w:rsid w:val="00D71B41"/>
    <w:rsid w:val="00D71EB1"/>
    <w:rsid w:val="00D71ED3"/>
    <w:rsid w:val="00D72F06"/>
    <w:rsid w:val="00D73ECD"/>
    <w:rsid w:val="00D75086"/>
    <w:rsid w:val="00D75D02"/>
    <w:rsid w:val="00D7695E"/>
    <w:rsid w:val="00D77866"/>
    <w:rsid w:val="00D7792D"/>
    <w:rsid w:val="00D801D6"/>
    <w:rsid w:val="00D823A4"/>
    <w:rsid w:val="00D82909"/>
    <w:rsid w:val="00D84C9F"/>
    <w:rsid w:val="00D85771"/>
    <w:rsid w:val="00D85C33"/>
    <w:rsid w:val="00D8648B"/>
    <w:rsid w:val="00D86C92"/>
    <w:rsid w:val="00D86E9B"/>
    <w:rsid w:val="00D87042"/>
    <w:rsid w:val="00D87560"/>
    <w:rsid w:val="00D9209A"/>
    <w:rsid w:val="00D93577"/>
    <w:rsid w:val="00D95AFC"/>
    <w:rsid w:val="00D95EA3"/>
    <w:rsid w:val="00D96A1A"/>
    <w:rsid w:val="00D97521"/>
    <w:rsid w:val="00DA03F2"/>
    <w:rsid w:val="00DA0E0B"/>
    <w:rsid w:val="00DA0FEB"/>
    <w:rsid w:val="00DA10C7"/>
    <w:rsid w:val="00DA1C55"/>
    <w:rsid w:val="00DA1D25"/>
    <w:rsid w:val="00DA244E"/>
    <w:rsid w:val="00DA261D"/>
    <w:rsid w:val="00DA304B"/>
    <w:rsid w:val="00DA3D12"/>
    <w:rsid w:val="00DA3F2D"/>
    <w:rsid w:val="00DA4B87"/>
    <w:rsid w:val="00DA63F4"/>
    <w:rsid w:val="00DA6EE4"/>
    <w:rsid w:val="00DA758B"/>
    <w:rsid w:val="00DA78B0"/>
    <w:rsid w:val="00DB07FA"/>
    <w:rsid w:val="00DB0BBD"/>
    <w:rsid w:val="00DB1253"/>
    <w:rsid w:val="00DB1EB7"/>
    <w:rsid w:val="00DB5403"/>
    <w:rsid w:val="00DB5551"/>
    <w:rsid w:val="00DB5D49"/>
    <w:rsid w:val="00DB625C"/>
    <w:rsid w:val="00DB687B"/>
    <w:rsid w:val="00DB706C"/>
    <w:rsid w:val="00DB742A"/>
    <w:rsid w:val="00DB77BF"/>
    <w:rsid w:val="00DB794C"/>
    <w:rsid w:val="00DC0586"/>
    <w:rsid w:val="00DC0E65"/>
    <w:rsid w:val="00DC2078"/>
    <w:rsid w:val="00DC2700"/>
    <w:rsid w:val="00DC41A9"/>
    <w:rsid w:val="00DC5CA5"/>
    <w:rsid w:val="00DC6E8C"/>
    <w:rsid w:val="00DC72DF"/>
    <w:rsid w:val="00DC7EE6"/>
    <w:rsid w:val="00DC7F2B"/>
    <w:rsid w:val="00DD016B"/>
    <w:rsid w:val="00DD243F"/>
    <w:rsid w:val="00DD3671"/>
    <w:rsid w:val="00DD39BE"/>
    <w:rsid w:val="00DD3D6F"/>
    <w:rsid w:val="00DD443D"/>
    <w:rsid w:val="00DD4634"/>
    <w:rsid w:val="00DD4B7E"/>
    <w:rsid w:val="00DD4D1F"/>
    <w:rsid w:val="00DD51E9"/>
    <w:rsid w:val="00DD5E60"/>
    <w:rsid w:val="00DD66C2"/>
    <w:rsid w:val="00DD6B4F"/>
    <w:rsid w:val="00DD70BC"/>
    <w:rsid w:val="00DD75E6"/>
    <w:rsid w:val="00DE1531"/>
    <w:rsid w:val="00DE284F"/>
    <w:rsid w:val="00DE2B79"/>
    <w:rsid w:val="00DE2D10"/>
    <w:rsid w:val="00DE74FB"/>
    <w:rsid w:val="00DF08F0"/>
    <w:rsid w:val="00DF0CAF"/>
    <w:rsid w:val="00DF18CB"/>
    <w:rsid w:val="00DF1FC1"/>
    <w:rsid w:val="00DF3A0E"/>
    <w:rsid w:val="00DF3D79"/>
    <w:rsid w:val="00DF43A5"/>
    <w:rsid w:val="00DF58B9"/>
    <w:rsid w:val="00DF5957"/>
    <w:rsid w:val="00DF6965"/>
    <w:rsid w:val="00DF6C39"/>
    <w:rsid w:val="00E02081"/>
    <w:rsid w:val="00E021A0"/>
    <w:rsid w:val="00E02506"/>
    <w:rsid w:val="00E035F3"/>
    <w:rsid w:val="00E038F1"/>
    <w:rsid w:val="00E04457"/>
    <w:rsid w:val="00E04B13"/>
    <w:rsid w:val="00E04FD2"/>
    <w:rsid w:val="00E050B2"/>
    <w:rsid w:val="00E055B3"/>
    <w:rsid w:val="00E05848"/>
    <w:rsid w:val="00E05C0C"/>
    <w:rsid w:val="00E06448"/>
    <w:rsid w:val="00E0672B"/>
    <w:rsid w:val="00E10F6A"/>
    <w:rsid w:val="00E11936"/>
    <w:rsid w:val="00E11D50"/>
    <w:rsid w:val="00E125AF"/>
    <w:rsid w:val="00E126E9"/>
    <w:rsid w:val="00E13259"/>
    <w:rsid w:val="00E141C0"/>
    <w:rsid w:val="00E142EF"/>
    <w:rsid w:val="00E15781"/>
    <w:rsid w:val="00E15957"/>
    <w:rsid w:val="00E15EA2"/>
    <w:rsid w:val="00E16863"/>
    <w:rsid w:val="00E16F20"/>
    <w:rsid w:val="00E16FC1"/>
    <w:rsid w:val="00E17599"/>
    <w:rsid w:val="00E17A69"/>
    <w:rsid w:val="00E17DC3"/>
    <w:rsid w:val="00E20823"/>
    <w:rsid w:val="00E22BE2"/>
    <w:rsid w:val="00E23173"/>
    <w:rsid w:val="00E243ED"/>
    <w:rsid w:val="00E262F2"/>
    <w:rsid w:val="00E27AD6"/>
    <w:rsid w:val="00E30C32"/>
    <w:rsid w:val="00E33271"/>
    <w:rsid w:val="00E33FE4"/>
    <w:rsid w:val="00E344F7"/>
    <w:rsid w:val="00E34B40"/>
    <w:rsid w:val="00E3534E"/>
    <w:rsid w:val="00E35E6D"/>
    <w:rsid w:val="00E36FB0"/>
    <w:rsid w:val="00E3776E"/>
    <w:rsid w:val="00E4087F"/>
    <w:rsid w:val="00E41705"/>
    <w:rsid w:val="00E41849"/>
    <w:rsid w:val="00E41B26"/>
    <w:rsid w:val="00E42C9B"/>
    <w:rsid w:val="00E4413B"/>
    <w:rsid w:val="00E46EC1"/>
    <w:rsid w:val="00E47C9A"/>
    <w:rsid w:val="00E500CD"/>
    <w:rsid w:val="00E50EBA"/>
    <w:rsid w:val="00E516E9"/>
    <w:rsid w:val="00E5217D"/>
    <w:rsid w:val="00E52A40"/>
    <w:rsid w:val="00E52C65"/>
    <w:rsid w:val="00E54325"/>
    <w:rsid w:val="00E54380"/>
    <w:rsid w:val="00E54A55"/>
    <w:rsid w:val="00E55968"/>
    <w:rsid w:val="00E559BC"/>
    <w:rsid w:val="00E5616D"/>
    <w:rsid w:val="00E561ED"/>
    <w:rsid w:val="00E56335"/>
    <w:rsid w:val="00E568C4"/>
    <w:rsid w:val="00E57F90"/>
    <w:rsid w:val="00E600CD"/>
    <w:rsid w:val="00E6098A"/>
    <w:rsid w:val="00E60F10"/>
    <w:rsid w:val="00E6167F"/>
    <w:rsid w:val="00E618BC"/>
    <w:rsid w:val="00E621B1"/>
    <w:rsid w:val="00E623C3"/>
    <w:rsid w:val="00E62884"/>
    <w:rsid w:val="00E63184"/>
    <w:rsid w:val="00E64039"/>
    <w:rsid w:val="00E656A9"/>
    <w:rsid w:val="00E6692E"/>
    <w:rsid w:val="00E66F68"/>
    <w:rsid w:val="00E67267"/>
    <w:rsid w:val="00E67866"/>
    <w:rsid w:val="00E67D2A"/>
    <w:rsid w:val="00E67D3B"/>
    <w:rsid w:val="00E7027A"/>
    <w:rsid w:val="00E70615"/>
    <w:rsid w:val="00E70B4C"/>
    <w:rsid w:val="00E70E36"/>
    <w:rsid w:val="00E718A8"/>
    <w:rsid w:val="00E71E87"/>
    <w:rsid w:val="00E71FCB"/>
    <w:rsid w:val="00E72517"/>
    <w:rsid w:val="00E72859"/>
    <w:rsid w:val="00E72A66"/>
    <w:rsid w:val="00E73F04"/>
    <w:rsid w:val="00E747E6"/>
    <w:rsid w:val="00E806B8"/>
    <w:rsid w:val="00E834CA"/>
    <w:rsid w:val="00E83CB0"/>
    <w:rsid w:val="00E86C5C"/>
    <w:rsid w:val="00E87564"/>
    <w:rsid w:val="00E87703"/>
    <w:rsid w:val="00E87E2F"/>
    <w:rsid w:val="00E92100"/>
    <w:rsid w:val="00E92A53"/>
    <w:rsid w:val="00E92FBC"/>
    <w:rsid w:val="00EA0EF3"/>
    <w:rsid w:val="00EA1051"/>
    <w:rsid w:val="00EA5B58"/>
    <w:rsid w:val="00EA6143"/>
    <w:rsid w:val="00EA6997"/>
    <w:rsid w:val="00EA79E7"/>
    <w:rsid w:val="00EA7EB8"/>
    <w:rsid w:val="00EA7FD6"/>
    <w:rsid w:val="00EB063E"/>
    <w:rsid w:val="00EB0C28"/>
    <w:rsid w:val="00EB1181"/>
    <w:rsid w:val="00EB41EA"/>
    <w:rsid w:val="00EB5640"/>
    <w:rsid w:val="00EB5ACB"/>
    <w:rsid w:val="00EB6796"/>
    <w:rsid w:val="00EB7216"/>
    <w:rsid w:val="00EB7850"/>
    <w:rsid w:val="00EC1025"/>
    <w:rsid w:val="00EC1048"/>
    <w:rsid w:val="00EC1509"/>
    <w:rsid w:val="00EC186D"/>
    <w:rsid w:val="00EC1C14"/>
    <w:rsid w:val="00EC1CB6"/>
    <w:rsid w:val="00EC2002"/>
    <w:rsid w:val="00EC2121"/>
    <w:rsid w:val="00EC30BB"/>
    <w:rsid w:val="00EC4197"/>
    <w:rsid w:val="00EC50C0"/>
    <w:rsid w:val="00EC52FF"/>
    <w:rsid w:val="00EC5A5D"/>
    <w:rsid w:val="00EC64AE"/>
    <w:rsid w:val="00EC6B5D"/>
    <w:rsid w:val="00EC6BF0"/>
    <w:rsid w:val="00EC6E53"/>
    <w:rsid w:val="00EC743F"/>
    <w:rsid w:val="00ED03A2"/>
    <w:rsid w:val="00ED0947"/>
    <w:rsid w:val="00ED0CC1"/>
    <w:rsid w:val="00ED3293"/>
    <w:rsid w:val="00ED3717"/>
    <w:rsid w:val="00ED47C4"/>
    <w:rsid w:val="00ED47DA"/>
    <w:rsid w:val="00ED4F40"/>
    <w:rsid w:val="00ED519E"/>
    <w:rsid w:val="00ED5233"/>
    <w:rsid w:val="00ED6463"/>
    <w:rsid w:val="00ED65FF"/>
    <w:rsid w:val="00EE1CB7"/>
    <w:rsid w:val="00EE2FE6"/>
    <w:rsid w:val="00EE3565"/>
    <w:rsid w:val="00EE4590"/>
    <w:rsid w:val="00EE4DAF"/>
    <w:rsid w:val="00EE5619"/>
    <w:rsid w:val="00EE6B55"/>
    <w:rsid w:val="00EE746F"/>
    <w:rsid w:val="00EE7EDE"/>
    <w:rsid w:val="00EF0BDB"/>
    <w:rsid w:val="00EF0DA4"/>
    <w:rsid w:val="00EF0F33"/>
    <w:rsid w:val="00EF2293"/>
    <w:rsid w:val="00EF2BEB"/>
    <w:rsid w:val="00EF2E82"/>
    <w:rsid w:val="00EF45B1"/>
    <w:rsid w:val="00EF5BBD"/>
    <w:rsid w:val="00EF6818"/>
    <w:rsid w:val="00EF7C3F"/>
    <w:rsid w:val="00EF7FD0"/>
    <w:rsid w:val="00F0016E"/>
    <w:rsid w:val="00F00D5B"/>
    <w:rsid w:val="00F00E66"/>
    <w:rsid w:val="00F0253F"/>
    <w:rsid w:val="00F03112"/>
    <w:rsid w:val="00F0426B"/>
    <w:rsid w:val="00F056AF"/>
    <w:rsid w:val="00F0585C"/>
    <w:rsid w:val="00F060E5"/>
    <w:rsid w:val="00F06C24"/>
    <w:rsid w:val="00F07E64"/>
    <w:rsid w:val="00F107B5"/>
    <w:rsid w:val="00F1089B"/>
    <w:rsid w:val="00F10F5A"/>
    <w:rsid w:val="00F113A6"/>
    <w:rsid w:val="00F1143F"/>
    <w:rsid w:val="00F12C67"/>
    <w:rsid w:val="00F12F03"/>
    <w:rsid w:val="00F139E5"/>
    <w:rsid w:val="00F13C1D"/>
    <w:rsid w:val="00F13F7C"/>
    <w:rsid w:val="00F14392"/>
    <w:rsid w:val="00F14606"/>
    <w:rsid w:val="00F14919"/>
    <w:rsid w:val="00F14E08"/>
    <w:rsid w:val="00F15AD8"/>
    <w:rsid w:val="00F16523"/>
    <w:rsid w:val="00F200C2"/>
    <w:rsid w:val="00F20911"/>
    <w:rsid w:val="00F20F41"/>
    <w:rsid w:val="00F222F5"/>
    <w:rsid w:val="00F23C97"/>
    <w:rsid w:val="00F241D6"/>
    <w:rsid w:val="00F24A5F"/>
    <w:rsid w:val="00F24B03"/>
    <w:rsid w:val="00F24C91"/>
    <w:rsid w:val="00F26436"/>
    <w:rsid w:val="00F279EE"/>
    <w:rsid w:val="00F308D8"/>
    <w:rsid w:val="00F30F89"/>
    <w:rsid w:val="00F32BDF"/>
    <w:rsid w:val="00F34C31"/>
    <w:rsid w:val="00F354EB"/>
    <w:rsid w:val="00F35862"/>
    <w:rsid w:val="00F35C5B"/>
    <w:rsid w:val="00F36159"/>
    <w:rsid w:val="00F36E57"/>
    <w:rsid w:val="00F37057"/>
    <w:rsid w:val="00F37815"/>
    <w:rsid w:val="00F41A3B"/>
    <w:rsid w:val="00F41CE1"/>
    <w:rsid w:val="00F42516"/>
    <w:rsid w:val="00F42BDF"/>
    <w:rsid w:val="00F42C8C"/>
    <w:rsid w:val="00F4573E"/>
    <w:rsid w:val="00F45F35"/>
    <w:rsid w:val="00F462FB"/>
    <w:rsid w:val="00F50328"/>
    <w:rsid w:val="00F50F8E"/>
    <w:rsid w:val="00F52760"/>
    <w:rsid w:val="00F52C78"/>
    <w:rsid w:val="00F539BB"/>
    <w:rsid w:val="00F53BCA"/>
    <w:rsid w:val="00F54398"/>
    <w:rsid w:val="00F55692"/>
    <w:rsid w:val="00F56996"/>
    <w:rsid w:val="00F56EE0"/>
    <w:rsid w:val="00F570EB"/>
    <w:rsid w:val="00F571FD"/>
    <w:rsid w:val="00F57F6C"/>
    <w:rsid w:val="00F60478"/>
    <w:rsid w:val="00F60DAD"/>
    <w:rsid w:val="00F61160"/>
    <w:rsid w:val="00F61212"/>
    <w:rsid w:val="00F61498"/>
    <w:rsid w:val="00F616F1"/>
    <w:rsid w:val="00F61E5E"/>
    <w:rsid w:val="00F621E3"/>
    <w:rsid w:val="00F6254B"/>
    <w:rsid w:val="00F63B59"/>
    <w:rsid w:val="00F648BB"/>
    <w:rsid w:val="00F65A85"/>
    <w:rsid w:val="00F67061"/>
    <w:rsid w:val="00F70C12"/>
    <w:rsid w:val="00F7149C"/>
    <w:rsid w:val="00F71998"/>
    <w:rsid w:val="00F71C2A"/>
    <w:rsid w:val="00F722C6"/>
    <w:rsid w:val="00F72697"/>
    <w:rsid w:val="00F7274F"/>
    <w:rsid w:val="00F7369F"/>
    <w:rsid w:val="00F743DF"/>
    <w:rsid w:val="00F7464D"/>
    <w:rsid w:val="00F74B53"/>
    <w:rsid w:val="00F74BFD"/>
    <w:rsid w:val="00F75960"/>
    <w:rsid w:val="00F75FD8"/>
    <w:rsid w:val="00F76749"/>
    <w:rsid w:val="00F800A4"/>
    <w:rsid w:val="00F80AD3"/>
    <w:rsid w:val="00F81970"/>
    <w:rsid w:val="00F85333"/>
    <w:rsid w:val="00F85BBB"/>
    <w:rsid w:val="00F87257"/>
    <w:rsid w:val="00F90157"/>
    <w:rsid w:val="00F9158A"/>
    <w:rsid w:val="00F9172F"/>
    <w:rsid w:val="00F9185C"/>
    <w:rsid w:val="00F91AA2"/>
    <w:rsid w:val="00F91B7A"/>
    <w:rsid w:val="00F91BA7"/>
    <w:rsid w:val="00F91BC6"/>
    <w:rsid w:val="00F93D81"/>
    <w:rsid w:val="00F9541E"/>
    <w:rsid w:val="00F95961"/>
    <w:rsid w:val="00F96496"/>
    <w:rsid w:val="00F969B0"/>
    <w:rsid w:val="00F96AA4"/>
    <w:rsid w:val="00F97DFE"/>
    <w:rsid w:val="00FA0661"/>
    <w:rsid w:val="00FA150D"/>
    <w:rsid w:val="00FA1B22"/>
    <w:rsid w:val="00FA2368"/>
    <w:rsid w:val="00FA26E9"/>
    <w:rsid w:val="00FA2CFF"/>
    <w:rsid w:val="00FA31DA"/>
    <w:rsid w:val="00FA3BE0"/>
    <w:rsid w:val="00FA4B46"/>
    <w:rsid w:val="00FA675B"/>
    <w:rsid w:val="00FB1A36"/>
    <w:rsid w:val="00FB22DA"/>
    <w:rsid w:val="00FB2E41"/>
    <w:rsid w:val="00FB2F47"/>
    <w:rsid w:val="00FB2FD1"/>
    <w:rsid w:val="00FB5031"/>
    <w:rsid w:val="00FB558B"/>
    <w:rsid w:val="00FB5D4C"/>
    <w:rsid w:val="00FB5E59"/>
    <w:rsid w:val="00FB7E9B"/>
    <w:rsid w:val="00FC3394"/>
    <w:rsid w:val="00FC63D8"/>
    <w:rsid w:val="00FC6777"/>
    <w:rsid w:val="00FC679A"/>
    <w:rsid w:val="00FC754C"/>
    <w:rsid w:val="00FC7650"/>
    <w:rsid w:val="00FC78FE"/>
    <w:rsid w:val="00FC7C42"/>
    <w:rsid w:val="00FC7ED2"/>
    <w:rsid w:val="00FD0B32"/>
    <w:rsid w:val="00FD1F71"/>
    <w:rsid w:val="00FD3785"/>
    <w:rsid w:val="00FD4039"/>
    <w:rsid w:val="00FD54DB"/>
    <w:rsid w:val="00FD5BE0"/>
    <w:rsid w:val="00FD65B7"/>
    <w:rsid w:val="00FE1ECA"/>
    <w:rsid w:val="00FE331A"/>
    <w:rsid w:val="00FE332A"/>
    <w:rsid w:val="00FE33E4"/>
    <w:rsid w:val="00FE46D1"/>
    <w:rsid w:val="00FE495D"/>
    <w:rsid w:val="00FE4D3F"/>
    <w:rsid w:val="00FE51AE"/>
    <w:rsid w:val="00FE6C1E"/>
    <w:rsid w:val="00FE726D"/>
    <w:rsid w:val="00FE73B4"/>
    <w:rsid w:val="00FF0303"/>
    <w:rsid w:val="00FF0A16"/>
    <w:rsid w:val="00FF1CAB"/>
    <w:rsid w:val="00FF24BE"/>
    <w:rsid w:val="00FF24F3"/>
    <w:rsid w:val="00FF28A5"/>
    <w:rsid w:val="00FF3C58"/>
    <w:rsid w:val="00FF4D53"/>
    <w:rsid w:val="00FF4FDB"/>
    <w:rsid w:val="00FF5122"/>
    <w:rsid w:val="00FF551D"/>
    <w:rsid w:val="00FF59C3"/>
    <w:rsid w:val="00FF5DDB"/>
    <w:rsid w:val="00FF64D9"/>
    <w:rsid w:val="00FF7169"/>
    <w:rsid w:val="00FF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889890"/>
  <w15:docId w15:val="{9415E758-EC76-443B-ABE7-961F862B6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C35"/>
    <w:rPr>
      <w:sz w:val="24"/>
      <w:szCs w:val="24"/>
    </w:rPr>
  </w:style>
  <w:style w:type="paragraph" w:styleId="1">
    <w:name w:val="heading 1"/>
    <w:basedOn w:val="a"/>
    <w:next w:val="a"/>
    <w:qFormat/>
    <w:rsid w:val="009C2C35"/>
    <w:pPr>
      <w:keepNext/>
      <w:spacing w:line="240" w:lineRule="atLeast"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9C2C35"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rsid w:val="009C2C35"/>
    <w:pPr>
      <w:keepNext/>
      <w:ind w:firstLine="709"/>
      <w:jc w:val="both"/>
      <w:outlineLvl w:val="2"/>
    </w:pPr>
    <w:rPr>
      <w:bCs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2C35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C2C35"/>
    <w:pPr>
      <w:ind w:firstLine="709"/>
      <w:jc w:val="both"/>
    </w:pPr>
    <w:rPr>
      <w:sz w:val="28"/>
      <w:szCs w:val="20"/>
    </w:rPr>
  </w:style>
  <w:style w:type="paragraph" w:styleId="a6">
    <w:name w:val="Body Text"/>
    <w:basedOn w:val="a"/>
    <w:rsid w:val="009C2C35"/>
    <w:pPr>
      <w:jc w:val="both"/>
    </w:pPr>
    <w:rPr>
      <w:sz w:val="22"/>
      <w:szCs w:val="20"/>
    </w:rPr>
  </w:style>
  <w:style w:type="paragraph" w:styleId="20">
    <w:name w:val="Body Text Indent 2"/>
    <w:basedOn w:val="a"/>
    <w:rsid w:val="009C2C35"/>
    <w:pPr>
      <w:ind w:firstLine="709"/>
      <w:jc w:val="center"/>
    </w:pPr>
    <w:rPr>
      <w:b/>
      <w:bCs/>
      <w:i/>
      <w:iCs/>
      <w:sz w:val="28"/>
    </w:rPr>
  </w:style>
  <w:style w:type="paragraph" w:styleId="21">
    <w:name w:val="Body Text 2"/>
    <w:basedOn w:val="a"/>
    <w:rsid w:val="009C2C35"/>
    <w:pPr>
      <w:spacing w:line="240" w:lineRule="atLeast"/>
      <w:jc w:val="both"/>
    </w:pPr>
    <w:rPr>
      <w:sz w:val="28"/>
    </w:rPr>
  </w:style>
  <w:style w:type="paragraph" w:styleId="30">
    <w:name w:val="Body Text 3"/>
    <w:basedOn w:val="a"/>
    <w:link w:val="31"/>
    <w:rsid w:val="009C2C35"/>
    <w:pPr>
      <w:jc w:val="center"/>
    </w:pPr>
    <w:rPr>
      <w:b/>
      <w:bCs/>
      <w:sz w:val="28"/>
    </w:rPr>
  </w:style>
  <w:style w:type="paragraph" w:styleId="a7">
    <w:name w:val="Balloon Text"/>
    <w:basedOn w:val="a"/>
    <w:link w:val="a8"/>
    <w:rsid w:val="009C2C35"/>
    <w:rPr>
      <w:rFonts w:ascii="Tahoma" w:hAnsi="Tahoma"/>
      <w:sz w:val="16"/>
      <w:szCs w:val="16"/>
    </w:rPr>
  </w:style>
  <w:style w:type="paragraph" w:styleId="a9">
    <w:name w:val="footer"/>
    <w:basedOn w:val="a"/>
    <w:rsid w:val="009E7EA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E7EA8"/>
  </w:style>
  <w:style w:type="paragraph" w:styleId="32">
    <w:name w:val="Body Text Indent 3"/>
    <w:basedOn w:val="a"/>
    <w:rsid w:val="00907A6E"/>
    <w:pPr>
      <w:spacing w:after="120"/>
      <w:ind w:left="283"/>
    </w:pPr>
    <w:rPr>
      <w:sz w:val="16"/>
      <w:szCs w:val="16"/>
    </w:rPr>
  </w:style>
  <w:style w:type="paragraph" w:styleId="ab">
    <w:name w:val="header"/>
    <w:basedOn w:val="a"/>
    <w:rsid w:val="002F3672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link w:val="30"/>
    <w:rsid w:val="000A7A5E"/>
    <w:rPr>
      <w:b/>
      <w:bCs/>
      <w:sz w:val="28"/>
      <w:szCs w:val="24"/>
    </w:rPr>
  </w:style>
  <w:style w:type="character" w:customStyle="1" w:styleId="a5">
    <w:name w:val="Основной текст с отступом Знак"/>
    <w:link w:val="a4"/>
    <w:rsid w:val="0044245A"/>
    <w:rPr>
      <w:sz w:val="28"/>
    </w:rPr>
  </w:style>
  <w:style w:type="character" w:customStyle="1" w:styleId="a8">
    <w:name w:val="Текст выноски Знак"/>
    <w:link w:val="a7"/>
    <w:rsid w:val="00BE55D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EF0F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EF0F33"/>
    <w:rPr>
      <w:rFonts w:ascii="Arial" w:hAnsi="Arial" w:cs="Arial"/>
      <w:lang w:val="ru-RU" w:eastAsia="ru-RU" w:bidi="ar-SA"/>
    </w:rPr>
  </w:style>
  <w:style w:type="paragraph" w:customStyle="1" w:styleId="Heading">
    <w:name w:val="Heading"/>
    <w:uiPriority w:val="99"/>
    <w:rsid w:val="00CB598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uiPriority w:val="99"/>
    <w:rsid w:val="008F463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table" w:styleId="ac">
    <w:name w:val="Table Grid"/>
    <w:basedOn w:val="a1"/>
    <w:uiPriority w:val="59"/>
    <w:rsid w:val="00FB7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E67866"/>
    <w:rPr>
      <w:rFonts w:ascii="Segoe UI" w:hAnsi="Segoe UI" w:cs="Segoe UI" w:hint="default"/>
      <w:color w:val="000000"/>
    </w:rPr>
  </w:style>
  <w:style w:type="character" w:customStyle="1" w:styleId="pt-a0-000012">
    <w:name w:val="pt-a0-000012"/>
    <w:rsid w:val="00517A71"/>
  </w:style>
  <w:style w:type="paragraph" w:customStyle="1" w:styleId="pt-a-000008">
    <w:name w:val="pt-a-000008"/>
    <w:basedOn w:val="a"/>
    <w:rsid w:val="00CF0DC3"/>
    <w:pPr>
      <w:spacing w:before="100" w:beforeAutospacing="1" w:after="100" w:afterAutospacing="1"/>
    </w:pPr>
  </w:style>
  <w:style w:type="character" w:customStyle="1" w:styleId="pt-a0-000005">
    <w:name w:val="pt-a0-000005"/>
    <w:rsid w:val="00CF0DC3"/>
  </w:style>
  <w:style w:type="character" w:customStyle="1" w:styleId="pt-a0-000009">
    <w:name w:val="pt-a0-000009"/>
    <w:rsid w:val="00CF0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9D5EB-0ED0-4220-A807-5B1D6171E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6</Pages>
  <Words>2315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</vt:lpstr>
    </vt:vector>
  </TitlesOfParts>
  <Company/>
  <LinksUpToDate>false</LinksUpToDate>
  <CharactersWithSpaces>15487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</dc:title>
  <dc:creator>Зубова</dc:creator>
  <cp:lastModifiedBy>Гаврилова Елена Николаевна</cp:lastModifiedBy>
  <cp:revision>7</cp:revision>
  <cp:lastPrinted>2024-10-28T07:55:00Z</cp:lastPrinted>
  <dcterms:created xsi:type="dcterms:W3CDTF">2024-10-25T12:01:00Z</dcterms:created>
  <dcterms:modified xsi:type="dcterms:W3CDTF">2024-10-28T08:15:00Z</dcterms:modified>
</cp:coreProperties>
</file>