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976CEB" w:rsidRDefault="00F0052F" w:rsidP="00F0052F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 xml:space="preserve">«О внесении изменений в </w:t>
      </w:r>
      <w:r w:rsidR="00EC37D2">
        <w:rPr>
          <w:bCs/>
          <w:iCs/>
          <w:szCs w:val="28"/>
        </w:rPr>
        <w:t>Закон</w:t>
      </w:r>
      <w:r w:rsidRPr="00F0052F">
        <w:rPr>
          <w:bCs/>
          <w:iCs/>
          <w:szCs w:val="28"/>
        </w:rPr>
        <w:t xml:space="preserve"> Ярославской области </w:t>
      </w:r>
    </w:p>
    <w:p w:rsidR="00F0052F" w:rsidRPr="00F0052F" w:rsidRDefault="00F0052F" w:rsidP="00F0052F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>«</w:t>
      </w:r>
      <w:r w:rsidR="00B937D0" w:rsidRPr="00B937D0">
        <w:rPr>
          <w:bCs/>
          <w:iCs/>
          <w:szCs w:val="28"/>
        </w:rPr>
        <w:t>О временных мерах социальной поддержки граждан, имеющих детей</w:t>
      </w:r>
      <w:r w:rsidRPr="00F0052F">
        <w:rPr>
          <w:bCs/>
          <w:iCs/>
          <w:szCs w:val="28"/>
        </w:rPr>
        <w:t xml:space="preserve">» </w:t>
      </w:r>
    </w:p>
    <w:p w:rsidR="00DF0DB1" w:rsidRPr="00976CEB" w:rsidRDefault="00DF0DB1" w:rsidP="00DF0DB1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</w:p>
    <w:p w:rsidR="00474573" w:rsidRDefault="00ED4297" w:rsidP="00474573">
      <w:pPr>
        <w:autoSpaceDE w:val="0"/>
        <w:autoSpaceDN w:val="0"/>
        <w:adjustRightInd w:val="0"/>
        <w:rPr>
          <w:bCs/>
          <w:iCs/>
          <w:szCs w:val="28"/>
        </w:rPr>
      </w:pPr>
      <w:proofErr w:type="gramStart"/>
      <w:r w:rsidRPr="00ED4297">
        <w:rPr>
          <w:bCs/>
          <w:iCs/>
          <w:szCs w:val="28"/>
        </w:rPr>
        <w:t xml:space="preserve">Проект закона Ярославской области </w:t>
      </w:r>
      <w:r w:rsidR="00F0052F" w:rsidRPr="00F0052F">
        <w:rPr>
          <w:bCs/>
          <w:iCs/>
          <w:szCs w:val="28"/>
        </w:rPr>
        <w:t xml:space="preserve">«О внесении изменений </w:t>
      </w:r>
      <w:r w:rsidR="00623424">
        <w:rPr>
          <w:bCs/>
          <w:iCs/>
          <w:szCs w:val="28"/>
        </w:rPr>
        <w:br/>
      </w:r>
      <w:r w:rsidR="00F0052F" w:rsidRPr="00F0052F">
        <w:rPr>
          <w:bCs/>
          <w:iCs/>
          <w:szCs w:val="28"/>
        </w:rPr>
        <w:t>в Закон Ярославской области «</w:t>
      </w:r>
      <w:r w:rsidR="00B937D0" w:rsidRPr="00B937D0">
        <w:rPr>
          <w:bCs/>
          <w:iCs/>
          <w:szCs w:val="28"/>
        </w:rPr>
        <w:t>О временных мерах социальной поддержки граждан, имеющих детей</w:t>
      </w:r>
      <w:r w:rsidR="00F0052F" w:rsidRPr="00F0052F">
        <w:rPr>
          <w:bCs/>
          <w:iCs/>
          <w:szCs w:val="28"/>
        </w:rPr>
        <w:t xml:space="preserve">» </w:t>
      </w:r>
      <w:r w:rsidR="009B611A">
        <w:rPr>
          <w:bCs/>
          <w:iCs/>
          <w:szCs w:val="28"/>
        </w:rPr>
        <w:t>(далее – проект закона</w:t>
      </w:r>
      <w:r w:rsidR="00474573">
        <w:rPr>
          <w:bCs/>
          <w:iCs/>
          <w:szCs w:val="28"/>
        </w:rPr>
        <w:t>, законопроект</w:t>
      </w:r>
      <w:r w:rsidR="00783E9A">
        <w:rPr>
          <w:bCs/>
          <w:iCs/>
          <w:szCs w:val="28"/>
        </w:rPr>
        <w:t xml:space="preserve">) </w:t>
      </w:r>
      <w:r w:rsidR="00783E9A" w:rsidRPr="00783E9A">
        <w:rPr>
          <w:bCs/>
          <w:iCs/>
          <w:szCs w:val="28"/>
        </w:rPr>
        <w:t>разработан в целях совершенствования</w:t>
      </w:r>
      <w:r w:rsidR="00B937D0">
        <w:rPr>
          <w:bCs/>
          <w:iCs/>
          <w:szCs w:val="28"/>
        </w:rPr>
        <w:t xml:space="preserve"> социального</w:t>
      </w:r>
      <w:r w:rsidR="00783E9A" w:rsidRPr="00783E9A">
        <w:rPr>
          <w:bCs/>
          <w:iCs/>
          <w:szCs w:val="28"/>
        </w:rPr>
        <w:t xml:space="preserve"> </w:t>
      </w:r>
      <w:r w:rsidR="00DF0DB1">
        <w:rPr>
          <w:bCs/>
          <w:iCs/>
          <w:szCs w:val="28"/>
        </w:rPr>
        <w:t>законодательства</w:t>
      </w:r>
      <w:r w:rsidR="00F0052F">
        <w:rPr>
          <w:bCs/>
          <w:iCs/>
          <w:szCs w:val="28"/>
        </w:rPr>
        <w:t xml:space="preserve"> Ярославской области</w:t>
      </w:r>
      <w:r w:rsidR="00474573">
        <w:rPr>
          <w:bCs/>
          <w:iCs/>
          <w:szCs w:val="28"/>
        </w:rPr>
        <w:t xml:space="preserve"> </w:t>
      </w:r>
      <w:r w:rsidR="00B937D0">
        <w:rPr>
          <w:bCs/>
          <w:iCs/>
          <w:szCs w:val="28"/>
        </w:rPr>
        <w:t xml:space="preserve">с учетом положений </w:t>
      </w:r>
      <w:r w:rsidR="00B937D0" w:rsidRPr="00B937D0">
        <w:rPr>
          <w:bCs/>
          <w:iCs/>
          <w:szCs w:val="28"/>
        </w:rPr>
        <w:t>Указ</w:t>
      </w:r>
      <w:r w:rsidR="00B937D0">
        <w:rPr>
          <w:bCs/>
          <w:iCs/>
          <w:szCs w:val="28"/>
        </w:rPr>
        <w:t>а</w:t>
      </w:r>
      <w:r w:rsidR="00B937D0" w:rsidRPr="00B937D0">
        <w:rPr>
          <w:bCs/>
          <w:iCs/>
          <w:szCs w:val="28"/>
        </w:rPr>
        <w:t xml:space="preserve"> Президента Российской Федерации от 23.01.2024 № 63 «О мерах социальной поддержки многодетных семей» (далее – Указ Президента Российской Федерации)</w:t>
      </w:r>
      <w:r w:rsidR="00B937D0">
        <w:rPr>
          <w:bCs/>
          <w:iCs/>
          <w:szCs w:val="28"/>
        </w:rPr>
        <w:t>.</w:t>
      </w:r>
      <w:proofErr w:type="gramEnd"/>
    </w:p>
    <w:p w:rsidR="00B937D0" w:rsidRPr="00B937D0" w:rsidRDefault="00B937D0" w:rsidP="00B937D0">
      <w:pPr>
        <w:autoSpaceDE w:val="0"/>
        <w:autoSpaceDN w:val="0"/>
        <w:adjustRightInd w:val="0"/>
        <w:rPr>
          <w:bCs/>
          <w:iCs/>
          <w:szCs w:val="28"/>
        </w:rPr>
      </w:pPr>
      <w:r w:rsidRPr="00B937D0">
        <w:rPr>
          <w:bCs/>
          <w:iCs/>
          <w:szCs w:val="28"/>
        </w:rPr>
        <w:t>В соответствии с Указом Президента Российской Федерации</w:t>
      </w:r>
      <w:r>
        <w:rPr>
          <w:bCs/>
          <w:iCs/>
          <w:szCs w:val="28"/>
        </w:rPr>
        <w:t xml:space="preserve"> </w:t>
      </w:r>
      <w:r w:rsidRPr="00B937D0">
        <w:rPr>
          <w:bCs/>
          <w:iCs/>
          <w:szCs w:val="28"/>
        </w:rPr>
        <w:t>высшим должностным лицам субъектов Российской Федерации</w:t>
      </w:r>
      <w:r>
        <w:rPr>
          <w:bCs/>
          <w:iCs/>
          <w:szCs w:val="28"/>
        </w:rPr>
        <w:t xml:space="preserve"> рекомендовано </w:t>
      </w:r>
      <w:r w:rsidRPr="00B937D0">
        <w:rPr>
          <w:bCs/>
          <w:iCs/>
          <w:szCs w:val="28"/>
        </w:rPr>
        <w:t>установить</w:t>
      </w:r>
      <w:r>
        <w:rPr>
          <w:bCs/>
          <w:iCs/>
          <w:szCs w:val="28"/>
        </w:rPr>
        <w:t xml:space="preserve"> для </w:t>
      </w:r>
      <w:r w:rsidRPr="00B937D0">
        <w:rPr>
          <w:bCs/>
          <w:iCs/>
          <w:szCs w:val="28"/>
        </w:rPr>
        <w:t>многодетных семей</w:t>
      </w:r>
      <w:r>
        <w:rPr>
          <w:bCs/>
          <w:iCs/>
          <w:szCs w:val="28"/>
        </w:rPr>
        <w:t xml:space="preserve"> меру социальной поддержки по </w:t>
      </w:r>
      <w:r w:rsidRPr="00B937D0">
        <w:rPr>
          <w:bCs/>
          <w:iCs/>
          <w:szCs w:val="28"/>
        </w:rPr>
        <w:t>обеспечени</w:t>
      </w:r>
      <w:r>
        <w:rPr>
          <w:bCs/>
          <w:iCs/>
          <w:szCs w:val="28"/>
        </w:rPr>
        <w:t>ю</w:t>
      </w:r>
      <w:r w:rsidRPr="00B937D0">
        <w:rPr>
          <w:bCs/>
          <w:iCs/>
          <w:szCs w:val="28"/>
        </w:rPr>
        <w:t xml:space="preserve"> обучающихся общеобразовательных организаций в соответствии с установленными нормативами одеждой д</w:t>
      </w:r>
      <w:r>
        <w:rPr>
          <w:bCs/>
          <w:iCs/>
          <w:szCs w:val="28"/>
        </w:rPr>
        <w:t>ля посещения учебных занятий, а </w:t>
      </w:r>
      <w:r w:rsidRPr="00B937D0">
        <w:rPr>
          <w:bCs/>
          <w:iCs/>
          <w:szCs w:val="28"/>
        </w:rPr>
        <w:t>также спортивной</w:t>
      </w:r>
      <w:r>
        <w:rPr>
          <w:bCs/>
          <w:iCs/>
          <w:szCs w:val="28"/>
        </w:rPr>
        <w:t xml:space="preserve"> формой на весь период обучения.</w:t>
      </w:r>
    </w:p>
    <w:p w:rsidR="00B937D0" w:rsidRDefault="00B937D0" w:rsidP="00B937D0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Проектом закона </w:t>
      </w:r>
      <w:r w:rsidR="00820035">
        <w:rPr>
          <w:bCs/>
          <w:iCs/>
          <w:szCs w:val="28"/>
        </w:rPr>
        <w:t>устанавливается</w:t>
      </w:r>
      <w:r>
        <w:rPr>
          <w:bCs/>
          <w:iCs/>
          <w:szCs w:val="28"/>
        </w:rPr>
        <w:t xml:space="preserve"> </w:t>
      </w:r>
      <w:r w:rsidR="00D36D5B" w:rsidRPr="00D36D5B">
        <w:rPr>
          <w:bCs/>
          <w:iCs/>
          <w:szCs w:val="28"/>
        </w:rPr>
        <w:t>единовременн</w:t>
      </w:r>
      <w:r w:rsidR="00820035">
        <w:rPr>
          <w:bCs/>
          <w:iCs/>
          <w:szCs w:val="28"/>
        </w:rPr>
        <w:t>ая</w:t>
      </w:r>
      <w:r w:rsidR="00D36D5B" w:rsidRPr="00D36D5B">
        <w:rPr>
          <w:bCs/>
          <w:iCs/>
          <w:szCs w:val="28"/>
        </w:rPr>
        <w:t xml:space="preserve"> выплат</w:t>
      </w:r>
      <w:r w:rsidR="00820035">
        <w:rPr>
          <w:bCs/>
          <w:iCs/>
          <w:szCs w:val="28"/>
        </w:rPr>
        <w:t>а</w:t>
      </w:r>
      <w:r w:rsidR="00D36D5B" w:rsidRPr="00D36D5B">
        <w:rPr>
          <w:bCs/>
          <w:iCs/>
          <w:szCs w:val="28"/>
        </w:rPr>
        <w:t xml:space="preserve"> на обеспечение одеждой для посещения учебных занятий, а также спортивной формой</w:t>
      </w:r>
      <w:r w:rsidR="00820035">
        <w:rPr>
          <w:bCs/>
          <w:iCs/>
          <w:szCs w:val="28"/>
        </w:rPr>
        <w:t xml:space="preserve"> в размере 5 000 рублей.</w:t>
      </w:r>
    </w:p>
    <w:p w:rsidR="00820035" w:rsidRPr="00820035" w:rsidRDefault="00820035" w:rsidP="00820035">
      <w:pPr>
        <w:autoSpaceDE w:val="0"/>
        <w:autoSpaceDN w:val="0"/>
        <w:adjustRightInd w:val="0"/>
        <w:rPr>
          <w:bCs/>
          <w:iCs/>
          <w:szCs w:val="28"/>
        </w:rPr>
      </w:pPr>
      <w:r w:rsidRPr="00820035">
        <w:rPr>
          <w:bCs/>
          <w:iCs/>
          <w:szCs w:val="28"/>
        </w:rPr>
        <w:t>Указанную выплату предлагается назначать</w:t>
      </w:r>
      <w:r>
        <w:rPr>
          <w:bCs/>
          <w:iCs/>
          <w:szCs w:val="28"/>
        </w:rPr>
        <w:t xml:space="preserve"> </w:t>
      </w:r>
      <w:r w:rsidRPr="00820035">
        <w:rPr>
          <w:bCs/>
          <w:iCs/>
          <w:szCs w:val="28"/>
        </w:rPr>
        <w:t xml:space="preserve">на </w:t>
      </w:r>
      <w:r w:rsidR="00091F16">
        <w:rPr>
          <w:bCs/>
          <w:iCs/>
          <w:szCs w:val="28"/>
        </w:rPr>
        <w:t>каждого ребенка</w:t>
      </w:r>
      <w:r w:rsidRPr="00820035">
        <w:rPr>
          <w:bCs/>
          <w:iCs/>
          <w:szCs w:val="28"/>
        </w:rPr>
        <w:t xml:space="preserve"> из многодетн</w:t>
      </w:r>
      <w:r w:rsidR="00091F16">
        <w:rPr>
          <w:bCs/>
          <w:iCs/>
          <w:szCs w:val="28"/>
        </w:rPr>
        <w:t>ой</w:t>
      </w:r>
      <w:r w:rsidRPr="00820035">
        <w:rPr>
          <w:bCs/>
          <w:iCs/>
          <w:szCs w:val="28"/>
        </w:rPr>
        <w:t xml:space="preserve"> сем</w:t>
      </w:r>
      <w:r w:rsidR="00091F16">
        <w:rPr>
          <w:bCs/>
          <w:iCs/>
          <w:szCs w:val="28"/>
        </w:rPr>
        <w:t>ьи</w:t>
      </w:r>
      <w:r w:rsidRPr="00820035">
        <w:rPr>
          <w:bCs/>
          <w:iCs/>
          <w:szCs w:val="28"/>
        </w:rPr>
        <w:t>, среднедушевой доход котор</w:t>
      </w:r>
      <w:r w:rsidR="008D5176">
        <w:rPr>
          <w:bCs/>
          <w:iCs/>
          <w:szCs w:val="28"/>
        </w:rPr>
        <w:t>ой</w:t>
      </w:r>
      <w:bookmarkStart w:id="0" w:name="_GoBack"/>
      <w:bookmarkEnd w:id="0"/>
      <w:r w:rsidRPr="00820035">
        <w:rPr>
          <w:bCs/>
          <w:iCs/>
          <w:szCs w:val="28"/>
        </w:rPr>
        <w:t xml:space="preserve"> не превышает величину прожиточного минимума на душу населения, установленную в Ярославской области, обучающ</w:t>
      </w:r>
      <w:r w:rsidR="00091F16">
        <w:rPr>
          <w:bCs/>
          <w:iCs/>
          <w:szCs w:val="28"/>
        </w:rPr>
        <w:t>егося</w:t>
      </w:r>
      <w:r w:rsidRPr="00820035">
        <w:rPr>
          <w:bCs/>
          <w:iCs/>
          <w:szCs w:val="28"/>
        </w:rPr>
        <w:t xml:space="preserve"> в общеобразовательн</w:t>
      </w:r>
      <w:r w:rsidR="00091F16">
        <w:rPr>
          <w:bCs/>
          <w:iCs/>
          <w:szCs w:val="28"/>
        </w:rPr>
        <w:t>ой</w:t>
      </w:r>
      <w:r w:rsidRPr="00820035">
        <w:rPr>
          <w:bCs/>
          <w:iCs/>
          <w:szCs w:val="28"/>
        </w:rPr>
        <w:t xml:space="preserve"> организаци</w:t>
      </w:r>
      <w:r w:rsidR="00091F16">
        <w:rPr>
          <w:bCs/>
          <w:iCs/>
          <w:szCs w:val="28"/>
        </w:rPr>
        <w:t>и</w:t>
      </w:r>
      <w:r w:rsidRPr="00820035">
        <w:rPr>
          <w:bCs/>
          <w:iCs/>
          <w:szCs w:val="28"/>
        </w:rPr>
        <w:t>.</w:t>
      </w:r>
    </w:p>
    <w:p w:rsidR="00B937D0" w:rsidRPr="00474573" w:rsidRDefault="00820035" w:rsidP="00820035">
      <w:pPr>
        <w:autoSpaceDE w:val="0"/>
        <w:autoSpaceDN w:val="0"/>
        <w:adjustRightInd w:val="0"/>
        <w:rPr>
          <w:bCs/>
          <w:iCs/>
          <w:szCs w:val="28"/>
        </w:rPr>
      </w:pPr>
      <w:r w:rsidRPr="00820035">
        <w:rPr>
          <w:bCs/>
          <w:iCs/>
          <w:szCs w:val="28"/>
        </w:rPr>
        <w:t xml:space="preserve">Предоставление указанной выплаты </w:t>
      </w:r>
      <w:r>
        <w:rPr>
          <w:bCs/>
          <w:iCs/>
          <w:szCs w:val="28"/>
        </w:rPr>
        <w:t>планируется</w:t>
      </w:r>
      <w:r w:rsidRPr="00820035">
        <w:rPr>
          <w:bCs/>
          <w:iCs/>
          <w:szCs w:val="28"/>
        </w:rPr>
        <w:t xml:space="preserve"> осуществлять в период с 1 </w:t>
      </w:r>
      <w:r>
        <w:rPr>
          <w:bCs/>
          <w:iCs/>
          <w:szCs w:val="28"/>
        </w:rPr>
        <w:t>августа 2024 года</w:t>
      </w:r>
      <w:r w:rsidRPr="00820035">
        <w:rPr>
          <w:bCs/>
          <w:iCs/>
          <w:szCs w:val="28"/>
        </w:rPr>
        <w:t xml:space="preserve"> по 31 декабря 202</w:t>
      </w:r>
      <w:r w:rsidR="001E712A">
        <w:rPr>
          <w:bCs/>
          <w:iCs/>
          <w:szCs w:val="28"/>
        </w:rPr>
        <w:t>5</w:t>
      </w:r>
      <w:r w:rsidRPr="00820035">
        <w:rPr>
          <w:bCs/>
          <w:iCs/>
          <w:szCs w:val="28"/>
        </w:rPr>
        <w:t xml:space="preserve"> года</w:t>
      </w:r>
      <w:r>
        <w:rPr>
          <w:bCs/>
          <w:iCs/>
          <w:szCs w:val="28"/>
        </w:rPr>
        <w:t>.</w:t>
      </w:r>
    </w:p>
    <w:p w:rsidR="009B4663" w:rsidRPr="009B4663" w:rsidRDefault="009B4663" w:rsidP="00623424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Реализация предлагаемых </w:t>
      </w:r>
      <w:r w:rsidR="00B45600">
        <w:rPr>
          <w:bCs/>
          <w:iCs/>
          <w:szCs w:val="28"/>
        </w:rPr>
        <w:t>законопроектом</w:t>
      </w:r>
      <w:r>
        <w:rPr>
          <w:bCs/>
          <w:iCs/>
          <w:szCs w:val="28"/>
        </w:rPr>
        <w:t xml:space="preserve"> изменений повлечет увеличение расходов областного бюджета в 2024 году в размере </w:t>
      </w:r>
      <w:r w:rsidR="00795108">
        <w:rPr>
          <w:bCs/>
          <w:iCs/>
          <w:szCs w:val="28"/>
        </w:rPr>
        <w:br/>
      </w:r>
      <w:r w:rsidRPr="009B4663">
        <w:rPr>
          <w:bCs/>
          <w:iCs/>
          <w:szCs w:val="28"/>
        </w:rPr>
        <w:t>41 442 705 руб</w:t>
      </w:r>
      <w:r>
        <w:rPr>
          <w:bCs/>
          <w:iCs/>
          <w:szCs w:val="28"/>
        </w:rPr>
        <w:t>лей.</w:t>
      </w:r>
    </w:p>
    <w:p w:rsidR="006B517D" w:rsidRPr="00ED4297" w:rsidRDefault="008239BF" w:rsidP="00623424">
      <w:pPr>
        <w:autoSpaceDE w:val="0"/>
        <w:autoSpaceDN w:val="0"/>
        <w:adjustRightInd w:val="0"/>
        <w:rPr>
          <w:bCs/>
          <w:iCs/>
          <w:szCs w:val="28"/>
        </w:rPr>
      </w:pPr>
      <w:r w:rsidRPr="008239BF">
        <w:rPr>
          <w:bCs/>
          <w:iCs/>
          <w:szCs w:val="28"/>
        </w:rPr>
        <w:t xml:space="preserve">Принятие </w:t>
      </w:r>
      <w:r>
        <w:rPr>
          <w:bCs/>
          <w:iCs/>
          <w:szCs w:val="28"/>
        </w:rPr>
        <w:t>проекта закона</w:t>
      </w:r>
      <w:r w:rsidRPr="008239BF">
        <w:rPr>
          <w:bCs/>
          <w:iCs/>
          <w:szCs w:val="28"/>
        </w:rPr>
        <w:t xml:space="preserve"> не потребует признания </w:t>
      </w:r>
      <w:proofErr w:type="gramStart"/>
      <w:r w:rsidRPr="008239BF">
        <w:rPr>
          <w:bCs/>
          <w:iCs/>
          <w:szCs w:val="28"/>
        </w:rPr>
        <w:t>утратившими</w:t>
      </w:r>
      <w:proofErr w:type="gramEnd"/>
      <w:r w:rsidRPr="008239BF">
        <w:rPr>
          <w:bCs/>
          <w:iCs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6B517D" w:rsidRPr="00ED4297" w:rsidSect="00623424">
      <w:headerReference w:type="default" r:id="rId7"/>
      <w:pgSz w:w="11906" w:h="16838"/>
      <w:pgMar w:top="851" w:right="707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7D0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36E63"/>
    <w:rsid w:val="00037588"/>
    <w:rsid w:val="00041786"/>
    <w:rsid w:val="0005084E"/>
    <w:rsid w:val="00091F16"/>
    <w:rsid w:val="00096FB2"/>
    <w:rsid w:val="000A21E4"/>
    <w:rsid w:val="000E1795"/>
    <w:rsid w:val="000F7B48"/>
    <w:rsid w:val="00164046"/>
    <w:rsid w:val="00173594"/>
    <w:rsid w:val="00176FA1"/>
    <w:rsid w:val="001A6812"/>
    <w:rsid w:val="001B32F1"/>
    <w:rsid w:val="001C39D9"/>
    <w:rsid w:val="001E51D3"/>
    <w:rsid w:val="001E6A39"/>
    <w:rsid w:val="001E712A"/>
    <w:rsid w:val="001F35F4"/>
    <w:rsid w:val="002115D5"/>
    <w:rsid w:val="0022127E"/>
    <w:rsid w:val="00224AE9"/>
    <w:rsid w:val="00235F97"/>
    <w:rsid w:val="00237C8C"/>
    <w:rsid w:val="00260EA6"/>
    <w:rsid w:val="00260F18"/>
    <w:rsid w:val="00280D54"/>
    <w:rsid w:val="00292DA5"/>
    <w:rsid w:val="00296243"/>
    <w:rsid w:val="002A04E2"/>
    <w:rsid w:val="002B3DFA"/>
    <w:rsid w:val="002D1CA7"/>
    <w:rsid w:val="002D24F2"/>
    <w:rsid w:val="002D3D4F"/>
    <w:rsid w:val="002D41E1"/>
    <w:rsid w:val="002E06BD"/>
    <w:rsid w:val="003079FE"/>
    <w:rsid w:val="003277C5"/>
    <w:rsid w:val="00327C18"/>
    <w:rsid w:val="00331DC1"/>
    <w:rsid w:val="003339C6"/>
    <w:rsid w:val="00335DC5"/>
    <w:rsid w:val="00372EF7"/>
    <w:rsid w:val="00375CCF"/>
    <w:rsid w:val="003826AE"/>
    <w:rsid w:val="00385B8F"/>
    <w:rsid w:val="003A0A86"/>
    <w:rsid w:val="003C2E58"/>
    <w:rsid w:val="003D71B4"/>
    <w:rsid w:val="00402EA8"/>
    <w:rsid w:val="00416322"/>
    <w:rsid w:val="004251B5"/>
    <w:rsid w:val="00452C97"/>
    <w:rsid w:val="00456CD1"/>
    <w:rsid w:val="00466A86"/>
    <w:rsid w:val="00467E29"/>
    <w:rsid w:val="00474573"/>
    <w:rsid w:val="00477B7C"/>
    <w:rsid w:val="004802C0"/>
    <w:rsid w:val="00484A79"/>
    <w:rsid w:val="004914F1"/>
    <w:rsid w:val="004960D6"/>
    <w:rsid w:val="004A53D8"/>
    <w:rsid w:val="004C3941"/>
    <w:rsid w:val="004C7BC4"/>
    <w:rsid w:val="004E7572"/>
    <w:rsid w:val="00512D7E"/>
    <w:rsid w:val="00517CCD"/>
    <w:rsid w:val="00522538"/>
    <w:rsid w:val="005261D5"/>
    <w:rsid w:val="005311A5"/>
    <w:rsid w:val="005408D3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A6EEA"/>
    <w:rsid w:val="005C4A95"/>
    <w:rsid w:val="005E39B7"/>
    <w:rsid w:val="005E3C19"/>
    <w:rsid w:val="005F5EF5"/>
    <w:rsid w:val="0061371E"/>
    <w:rsid w:val="00613D4C"/>
    <w:rsid w:val="00620999"/>
    <w:rsid w:val="00623424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714A3"/>
    <w:rsid w:val="00674C36"/>
    <w:rsid w:val="00687F9E"/>
    <w:rsid w:val="00691E12"/>
    <w:rsid w:val="00694F81"/>
    <w:rsid w:val="00697E2C"/>
    <w:rsid w:val="006A6F76"/>
    <w:rsid w:val="006A73C2"/>
    <w:rsid w:val="006B517D"/>
    <w:rsid w:val="006C39EF"/>
    <w:rsid w:val="006F1B8A"/>
    <w:rsid w:val="00702720"/>
    <w:rsid w:val="00702A03"/>
    <w:rsid w:val="00752032"/>
    <w:rsid w:val="00757DCC"/>
    <w:rsid w:val="00770061"/>
    <w:rsid w:val="00771478"/>
    <w:rsid w:val="00783E9A"/>
    <w:rsid w:val="00784CFB"/>
    <w:rsid w:val="00791DEF"/>
    <w:rsid w:val="00795108"/>
    <w:rsid w:val="007A078E"/>
    <w:rsid w:val="007B620A"/>
    <w:rsid w:val="007C4EBC"/>
    <w:rsid w:val="007C5A14"/>
    <w:rsid w:val="0081708A"/>
    <w:rsid w:val="00820035"/>
    <w:rsid w:val="008239BF"/>
    <w:rsid w:val="00844D2D"/>
    <w:rsid w:val="008451C7"/>
    <w:rsid w:val="0086149D"/>
    <w:rsid w:val="00886EEF"/>
    <w:rsid w:val="008A0703"/>
    <w:rsid w:val="008B043C"/>
    <w:rsid w:val="008B2CE4"/>
    <w:rsid w:val="008C0068"/>
    <w:rsid w:val="008C09D9"/>
    <w:rsid w:val="008C1A99"/>
    <w:rsid w:val="008D5176"/>
    <w:rsid w:val="008E4D75"/>
    <w:rsid w:val="008F2A0E"/>
    <w:rsid w:val="008F2FE3"/>
    <w:rsid w:val="008F600F"/>
    <w:rsid w:val="008F765B"/>
    <w:rsid w:val="00907F90"/>
    <w:rsid w:val="00922BED"/>
    <w:rsid w:val="009253E4"/>
    <w:rsid w:val="00925AE3"/>
    <w:rsid w:val="00926316"/>
    <w:rsid w:val="00930FB3"/>
    <w:rsid w:val="00935038"/>
    <w:rsid w:val="00944461"/>
    <w:rsid w:val="009513C7"/>
    <w:rsid w:val="00951619"/>
    <w:rsid w:val="00976CEB"/>
    <w:rsid w:val="009B4663"/>
    <w:rsid w:val="009B611A"/>
    <w:rsid w:val="009C1341"/>
    <w:rsid w:val="009C3478"/>
    <w:rsid w:val="009E402D"/>
    <w:rsid w:val="00A071AF"/>
    <w:rsid w:val="00A120C8"/>
    <w:rsid w:val="00A1780D"/>
    <w:rsid w:val="00A2459C"/>
    <w:rsid w:val="00A26F88"/>
    <w:rsid w:val="00A41C9D"/>
    <w:rsid w:val="00A54B88"/>
    <w:rsid w:val="00A61FC7"/>
    <w:rsid w:val="00A66F02"/>
    <w:rsid w:val="00A912ED"/>
    <w:rsid w:val="00AA2B55"/>
    <w:rsid w:val="00AC6E33"/>
    <w:rsid w:val="00AC76B2"/>
    <w:rsid w:val="00AD5372"/>
    <w:rsid w:val="00AE0B83"/>
    <w:rsid w:val="00B07018"/>
    <w:rsid w:val="00B14368"/>
    <w:rsid w:val="00B33469"/>
    <w:rsid w:val="00B44853"/>
    <w:rsid w:val="00B45600"/>
    <w:rsid w:val="00B6215F"/>
    <w:rsid w:val="00B66DC3"/>
    <w:rsid w:val="00B92F28"/>
    <w:rsid w:val="00B937D0"/>
    <w:rsid w:val="00B95E1E"/>
    <w:rsid w:val="00B96298"/>
    <w:rsid w:val="00B96570"/>
    <w:rsid w:val="00BD0AA0"/>
    <w:rsid w:val="00BD24B8"/>
    <w:rsid w:val="00BE2617"/>
    <w:rsid w:val="00BE3415"/>
    <w:rsid w:val="00BF0FA3"/>
    <w:rsid w:val="00BF1860"/>
    <w:rsid w:val="00BF660C"/>
    <w:rsid w:val="00C01F73"/>
    <w:rsid w:val="00C05B46"/>
    <w:rsid w:val="00C06F5D"/>
    <w:rsid w:val="00C21783"/>
    <w:rsid w:val="00C3375B"/>
    <w:rsid w:val="00C43905"/>
    <w:rsid w:val="00C54394"/>
    <w:rsid w:val="00C554E4"/>
    <w:rsid w:val="00C65794"/>
    <w:rsid w:val="00C70269"/>
    <w:rsid w:val="00C73D0E"/>
    <w:rsid w:val="00C911B1"/>
    <w:rsid w:val="00CA1614"/>
    <w:rsid w:val="00CA3910"/>
    <w:rsid w:val="00CA3F1D"/>
    <w:rsid w:val="00CC3C22"/>
    <w:rsid w:val="00CC5DFF"/>
    <w:rsid w:val="00D043D2"/>
    <w:rsid w:val="00D2340F"/>
    <w:rsid w:val="00D2580F"/>
    <w:rsid w:val="00D36D5B"/>
    <w:rsid w:val="00D4384F"/>
    <w:rsid w:val="00D50F0A"/>
    <w:rsid w:val="00D70FA6"/>
    <w:rsid w:val="00D7325B"/>
    <w:rsid w:val="00D7679F"/>
    <w:rsid w:val="00D953BA"/>
    <w:rsid w:val="00DA066B"/>
    <w:rsid w:val="00DA42CA"/>
    <w:rsid w:val="00DA6A93"/>
    <w:rsid w:val="00DB4F48"/>
    <w:rsid w:val="00DC2FC7"/>
    <w:rsid w:val="00DC5D36"/>
    <w:rsid w:val="00DD7F53"/>
    <w:rsid w:val="00DE3625"/>
    <w:rsid w:val="00DE3B99"/>
    <w:rsid w:val="00DF0DB1"/>
    <w:rsid w:val="00DF2165"/>
    <w:rsid w:val="00DF64CF"/>
    <w:rsid w:val="00E011D8"/>
    <w:rsid w:val="00E02B0B"/>
    <w:rsid w:val="00E1546B"/>
    <w:rsid w:val="00E25609"/>
    <w:rsid w:val="00E26870"/>
    <w:rsid w:val="00E26D80"/>
    <w:rsid w:val="00E31D5B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37D2"/>
    <w:rsid w:val="00EC41F0"/>
    <w:rsid w:val="00ED4297"/>
    <w:rsid w:val="00EF1F00"/>
    <w:rsid w:val="00EF4319"/>
    <w:rsid w:val="00F0052F"/>
    <w:rsid w:val="00F07988"/>
    <w:rsid w:val="00F1250B"/>
    <w:rsid w:val="00F145B6"/>
    <w:rsid w:val="00F152C4"/>
    <w:rsid w:val="00F226F6"/>
    <w:rsid w:val="00F2788A"/>
    <w:rsid w:val="00F37741"/>
    <w:rsid w:val="00F43A81"/>
    <w:rsid w:val="00F46E81"/>
    <w:rsid w:val="00F54C04"/>
    <w:rsid w:val="00F60C90"/>
    <w:rsid w:val="00F77B1C"/>
    <w:rsid w:val="00F8497E"/>
    <w:rsid w:val="00F87DB5"/>
    <w:rsid w:val="00F90147"/>
    <w:rsid w:val="00F938ED"/>
    <w:rsid w:val="00F96C47"/>
    <w:rsid w:val="00FC7FD4"/>
    <w:rsid w:val="00FD3A30"/>
    <w:rsid w:val="00FD3EA1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38</cp:revision>
  <cp:lastPrinted>2024-06-05T07:29:00Z</cp:lastPrinted>
  <dcterms:created xsi:type="dcterms:W3CDTF">2023-10-10T08:11:00Z</dcterms:created>
  <dcterms:modified xsi:type="dcterms:W3CDTF">2024-06-07T13:12:00Z</dcterms:modified>
</cp:coreProperties>
</file>