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1FB" w:rsidRPr="001851FB" w:rsidRDefault="001851FB" w:rsidP="001851FB">
      <w:pPr>
        <w:keepNext/>
        <w:jc w:val="center"/>
        <w:outlineLvl w:val="0"/>
        <w:rPr>
          <w:lang w:eastAsia="ar-SA"/>
        </w:rPr>
      </w:pPr>
      <w:r w:rsidRPr="001851FB">
        <w:rPr>
          <w:lang w:eastAsia="ar-SA"/>
        </w:rPr>
        <w:t>Пояснительная записка</w:t>
      </w:r>
    </w:p>
    <w:p w:rsidR="001851FB" w:rsidRPr="001851FB" w:rsidRDefault="001851FB" w:rsidP="001851FB">
      <w:pPr>
        <w:keepNext/>
        <w:jc w:val="center"/>
        <w:outlineLvl w:val="0"/>
        <w:rPr>
          <w:bCs/>
          <w:lang w:eastAsia="ar-SA"/>
        </w:rPr>
      </w:pPr>
      <w:r w:rsidRPr="001851FB">
        <w:rPr>
          <w:lang w:eastAsia="ar-SA"/>
        </w:rPr>
        <w:t>к проекту закона Ярославской области «</w:t>
      </w:r>
      <w:r w:rsidRPr="001851FB">
        <w:rPr>
          <w:bCs/>
          <w:lang w:eastAsia="ar-SA"/>
        </w:rPr>
        <w:t xml:space="preserve">О внесении изменений </w:t>
      </w:r>
    </w:p>
    <w:p w:rsidR="001851FB" w:rsidRPr="001851FB" w:rsidRDefault="001851FB" w:rsidP="001851FB">
      <w:pPr>
        <w:keepNext/>
        <w:jc w:val="center"/>
        <w:outlineLvl w:val="0"/>
        <w:rPr>
          <w:bCs/>
          <w:lang w:eastAsia="ar-SA"/>
        </w:rPr>
      </w:pPr>
      <w:r w:rsidRPr="001851FB">
        <w:rPr>
          <w:bCs/>
          <w:lang w:eastAsia="ar-SA"/>
        </w:rPr>
        <w:t xml:space="preserve">в отдельные законодательные акты Ярославской области </w:t>
      </w:r>
    </w:p>
    <w:p w:rsidR="006C36E8" w:rsidRPr="001851FB" w:rsidRDefault="001851FB" w:rsidP="001851FB">
      <w:pPr>
        <w:keepNext/>
        <w:jc w:val="center"/>
        <w:outlineLvl w:val="0"/>
        <w:rPr>
          <w:lang w:eastAsia="ar-SA"/>
        </w:rPr>
      </w:pPr>
      <w:r w:rsidRPr="001851FB">
        <w:rPr>
          <w:bCs/>
          <w:lang w:eastAsia="ar-SA"/>
        </w:rPr>
        <w:t>в сфере градостроительной деятельности</w:t>
      </w:r>
      <w:r w:rsidRPr="001851FB">
        <w:rPr>
          <w:lang w:eastAsia="ar-SA"/>
        </w:rPr>
        <w:t>»</w:t>
      </w:r>
    </w:p>
    <w:p w:rsidR="001851FB" w:rsidRDefault="001851FB" w:rsidP="001851FB">
      <w:pPr>
        <w:keepNext/>
        <w:jc w:val="center"/>
        <w:outlineLvl w:val="0"/>
        <w:rPr>
          <w:b/>
          <w:lang w:eastAsia="ar-SA"/>
        </w:rPr>
      </w:pPr>
    </w:p>
    <w:p w:rsidR="003919B7" w:rsidRDefault="000514FD" w:rsidP="00B04B6A">
      <w:pPr>
        <w:keepNext/>
        <w:ind w:firstLine="709"/>
        <w:jc w:val="both"/>
        <w:outlineLvl w:val="0"/>
        <w:rPr>
          <w:rFonts w:eastAsiaTheme="minorHAnsi"/>
          <w:szCs w:val="28"/>
          <w:lang w:eastAsia="en-US"/>
        </w:rPr>
      </w:pPr>
      <w:r w:rsidRPr="000514FD">
        <w:rPr>
          <w:lang w:eastAsia="ar-SA"/>
        </w:rPr>
        <w:t xml:space="preserve">Проект закона Ярославской </w:t>
      </w:r>
      <w:r w:rsidR="002C659B">
        <w:rPr>
          <w:lang w:eastAsia="ar-SA"/>
        </w:rPr>
        <w:t>области «О внесении изменений в </w:t>
      </w:r>
      <w:r w:rsidRPr="000514FD">
        <w:rPr>
          <w:lang w:eastAsia="ar-SA"/>
        </w:rPr>
        <w:t>отдельные законодательные акты Ярославской области в сфере градостроительной деятельности» (далее – проект закона, законопроект) разработан в соответствии с федеральными законами от 21.12.2021 № 414-ФЗ «Об общих принципах организации публичной власти в субъектах Российской Федерации», от 06.10.2003 № 131-ФЗ «Об общих принципах организации местного самоуправ</w:t>
      </w:r>
      <w:r w:rsidR="00B04B6A">
        <w:rPr>
          <w:lang w:eastAsia="ar-SA"/>
        </w:rPr>
        <w:t>ления в Российской Федерации» и </w:t>
      </w:r>
      <w:r w:rsidRPr="000514FD">
        <w:rPr>
          <w:lang w:eastAsia="ar-SA"/>
        </w:rPr>
        <w:t>Градостроительным кодексом Российской Федерации.</w:t>
      </w:r>
      <w:r w:rsidR="003919B7">
        <w:rPr>
          <w:rFonts w:eastAsiaTheme="minorHAnsi"/>
          <w:szCs w:val="28"/>
          <w:lang w:eastAsia="en-US"/>
        </w:rPr>
        <w:t xml:space="preserve"> </w:t>
      </w:r>
    </w:p>
    <w:p w:rsidR="001851FB" w:rsidRDefault="001851FB" w:rsidP="00B04B6A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E91333">
        <w:rPr>
          <w:lang w:eastAsia="ar-SA"/>
        </w:rPr>
        <w:t xml:space="preserve">В </w:t>
      </w:r>
      <w:r>
        <w:rPr>
          <w:lang w:eastAsia="ar-SA"/>
        </w:rPr>
        <w:t xml:space="preserve">настоящее время на территории региона принят </w:t>
      </w:r>
      <w:r w:rsidRPr="00E91333">
        <w:rPr>
          <w:lang w:eastAsia="ar-SA"/>
        </w:rPr>
        <w:t xml:space="preserve">Закон Ярославской области от </w:t>
      </w:r>
      <w:r w:rsidRPr="00E91333">
        <w:rPr>
          <w:rFonts w:eastAsiaTheme="minorHAnsi"/>
          <w:szCs w:val="28"/>
          <w:lang w:eastAsia="en-US"/>
        </w:rPr>
        <w:t>25.12.2017 № 60</w:t>
      </w:r>
      <w:r>
        <w:rPr>
          <w:rFonts w:eastAsiaTheme="minorHAnsi"/>
          <w:szCs w:val="28"/>
          <w:lang w:eastAsia="en-US"/>
        </w:rPr>
        <w:t>-з</w:t>
      </w:r>
      <w:r w:rsidRPr="00E91333">
        <w:rPr>
          <w:rFonts w:eastAsiaTheme="minorHAnsi"/>
          <w:szCs w:val="28"/>
          <w:lang w:eastAsia="en-US"/>
        </w:rPr>
        <w:t xml:space="preserve"> «О 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области градостроительной деятельности»</w:t>
      </w:r>
      <w:r>
        <w:rPr>
          <w:rFonts w:eastAsiaTheme="minorHAnsi"/>
          <w:szCs w:val="28"/>
          <w:lang w:eastAsia="en-US"/>
        </w:rPr>
        <w:t xml:space="preserve">, положениями которого </w:t>
      </w:r>
      <w:r w:rsidRPr="00E91333">
        <w:rPr>
          <w:rFonts w:eastAsiaTheme="minorHAnsi"/>
          <w:szCs w:val="28"/>
          <w:lang w:eastAsia="en-US"/>
        </w:rPr>
        <w:t xml:space="preserve">к полномочиям органов государственной власти Ярославской области отнесены установленные Градостроительным </w:t>
      </w:r>
      <w:hyperlink r:id="rId7" w:history="1">
        <w:r w:rsidRPr="00E91333">
          <w:rPr>
            <w:rFonts w:eastAsiaTheme="minorHAnsi"/>
            <w:szCs w:val="28"/>
            <w:lang w:eastAsia="en-US"/>
          </w:rPr>
          <w:t>кодексом</w:t>
        </w:r>
      </w:hyperlink>
      <w:r w:rsidRPr="00E91333">
        <w:rPr>
          <w:rFonts w:eastAsiaTheme="minorHAnsi"/>
          <w:szCs w:val="28"/>
          <w:lang w:eastAsia="en-US"/>
        </w:rPr>
        <w:t xml:space="preserve"> Российской Федерации полномочия органов местного самоуправления по выдаче разрешений на строительство, разрешений на ввод объектов в эксплуатацию при осуществлении строительства, реконструкции </w:t>
      </w:r>
      <w:r>
        <w:rPr>
          <w:rFonts w:eastAsiaTheme="minorHAnsi"/>
          <w:szCs w:val="28"/>
          <w:lang w:eastAsia="en-US"/>
        </w:rPr>
        <w:t xml:space="preserve">ряда видов </w:t>
      </w:r>
      <w:r w:rsidRPr="00E91333">
        <w:rPr>
          <w:rFonts w:eastAsiaTheme="minorHAnsi"/>
          <w:szCs w:val="28"/>
          <w:lang w:eastAsia="en-US"/>
        </w:rPr>
        <w:t xml:space="preserve">объектов капитального строительства, расположенных на территории соответствующих муниципальных </w:t>
      </w:r>
      <w:r>
        <w:rPr>
          <w:rFonts w:eastAsiaTheme="minorHAnsi"/>
          <w:szCs w:val="28"/>
          <w:lang w:eastAsia="en-US"/>
        </w:rPr>
        <w:t>образований Ярославской области.</w:t>
      </w:r>
    </w:p>
    <w:p w:rsidR="001851FB" w:rsidRPr="00C5282D" w:rsidRDefault="001851FB" w:rsidP="00B04B6A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C5282D">
        <w:rPr>
          <w:rFonts w:eastAsiaTheme="minorHAnsi"/>
          <w:szCs w:val="28"/>
          <w:lang w:eastAsia="en-US"/>
        </w:rPr>
        <w:t xml:space="preserve">В результате </w:t>
      </w:r>
      <w:r>
        <w:rPr>
          <w:rFonts w:eastAsiaTheme="minorHAnsi"/>
          <w:szCs w:val="28"/>
          <w:lang w:eastAsia="en-US"/>
        </w:rPr>
        <w:t>перераспределения</w:t>
      </w:r>
      <w:r w:rsidRPr="00C5282D">
        <w:rPr>
          <w:rFonts w:eastAsiaTheme="minorHAnsi"/>
          <w:szCs w:val="28"/>
          <w:lang w:eastAsia="en-US"/>
        </w:rPr>
        <w:t xml:space="preserve"> пол</w:t>
      </w:r>
      <w:r>
        <w:rPr>
          <w:rFonts w:eastAsiaTheme="minorHAnsi"/>
          <w:szCs w:val="28"/>
          <w:lang w:eastAsia="en-US"/>
        </w:rPr>
        <w:t>номочий по выдаче разрешений на </w:t>
      </w:r>
      <w:r w:rsidRPr="00C5282D">
        <w:rPr>
          <w:rFonts w:eastAsiaTheme="minorHAnsi"/>
          <w:szCs w:val="28"/>
          <w:lang w:eastAsia="en-US"/>
        </w:rPr>
        <w:t xml:space="preserve">строительство на региональный уровень </w:t>
      </w:r>
      <w:r>
        <w:rPr>
          <w:rFonts w:eastAsiaTheme="minorHAnsi"/>
          <w:szCs w:val="28"/>
          <w:lang w:eastAsia="en-US"/>
        </w:rPr>
        <w:t xml:space="preserve">с 2018 года </w:t>
      </w:r>
      <w:r w:rsidRPr="00C5282D">
        <w:rPr>
          <w:rFonts w:eastAsiaTheme="minorHAnsi"/>
          <w:szCs w:val="28"/>
          <w:lang w:eastAsia="en-US"/>
        </w:rPr>
        <w:t xml:space="preserve">удалось сформировать Центр компетенции по выдаче разрешительной документации, что позволило собрать лучших специалистов для выполнения данной задачи на территории </w:t>
      </w:r>
      <w:r>
        <w:rPr>
          <w:rFonts w:eastAsiaTheme="minorHAnsi"/>
          <w:szCs w:val="28"/>
          <w:lang w:eastAsia="en-US"/>
        </w:rPr>
        <w:t xml:space="preserve">Ярославской </w:t>
      </w:r>
      <w:r w:rsidRPr="00C5282D">
        <w:rPr>
          <w:rFonts w:eastAsiaTheme="minorHAnsi"/>
          <w:szCs w:val="28"/>
          <w:lang w:eastAsia="en-US"/>
        </w:rPr>
        <w:t xml:space="preserve">области в единый рабочий коллектив. </w:t>
      </w:r>
    </w:p>
    <w:p w:rsidR="001851FB" w:rsidRPr="00C5282D" w:rsidRDefault="001851FB" w:rsidP="00B04B6A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C5282D">
        <w:rPr>
          <w:rFonts w:eastAsiaTheme="minorHAnsi"/>
          <w:szCs w:val="28"/>
          <w:lang w:eastAsia="en-US"/>
        </w:rPr>
        <w:t xml:space="preserve">За период осуществления </w:t>
      </w:r>
      <w:r>
        <w:rPr>
          <w:rFonts w:eastAsiaTheme="minorHAnsi"/>
          <w:szCs w:val="28"/>
          <w:lang w:eastAsia="en-US"/>
        </w:rPr>
        <w:t xml:space="preserve">рассматриваемых </w:t>
      </w:r>
      <w:r w:rsidRPr="00C5282D">
        <w:rPr>
          <w:rFonts w:eastAsiaTheme="minorHAnsi"/>
          <w:szCs w:val="28"/>
          <w:lang w:eastAsia="en-US"/>
        </w:rPr>
        <w:t xml:space="preserve">полномочий существенно повысилось качество работы с застройщиками, уровень оказания услуг </w:t>
      </w:r>
      <w:r>
        <w:rPr>
          <w:rFonts w:eastAsiaTheme="minorHAnsi"/>
          <w:szCs w:val="28"/>
          <w:lang w:eastAsia="en-US"/>
        </w:rPr>
        <w:t>в электронном виде</w:t>
      </w:r>
      <w:r w:rsidRPr="00C5282D">
        <w:rPr>
          <w:rFonts w:eastAsiaTheme="minorHAnsi"/>
          <w:szCs w:val="28"/>
          <w:lang w:eastAsia="en-US"/>
        </w:rPr>
        <w:t xml:space="preserve"> увеличился до </w:t>
      </w:r>
      <w:r>
        <w:rPr>
          <w:rFonts w:eastAsiaTheme="minorHAnsi"/>
          <w:szCs w:val="28"/>
          <w:lang w:eastAsia="en-US"/>
        </w:rPr>
        <w:t>100</w:t>
      </w:r>
      <w:r w:rsidRPr="00C5282D">
        <w:rPr>
          <w:rFonts w:eastAsiaTheme="minorHAnsi"/>
          <w:szCs w:val="28"/>
          <w:lang w:eastAsia="en-US"/>
        </w:rPr>
        <w:t>% по</w:t>
      </w:r>
      <w:r>
        <w:rPr>
          <w:rFonts w:eastAsiaTheme="minorHAnsi"/>
          <w:szCs w:val="28"/>
          <w:lang w:eastAsia="en-US"/>
        </w:rPr>
        <w:t xml:space="preserve"> разрешениям на строительство и вводу объектов в эксплуатацию.</w:t>
      </w:r>
    </w:p>
    <w:p w:rsidR="001851FB" w:rsidRDefault="001851FB" w:rsidP="00B04B6A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Учитывая успешный опыт Ярославской области при реализации перераспределенных полномочий, практику других регионов, проектом закона предлагается </w:t>
      </w:r>
      <w:r w:rsidRPr="00C5282D">
        <w:rPr>
          <w:rFonts w:eastAsiaTheme="minorHAnsi"/>
          <w:szCs w:val="28"/>
          <w:lang w:eastAsia="en-US"/>
        </w:rPr>
        <w:t xml:space="preserve">перераспределить между органами местного самоуправления </w:t>
      </w:r>
      <w:r>
        <w:rPr>
          <w:rFonts w:eastAsiaTheme="minorHAnsi"/>
          <w:szCs w:val="28"/>
          <w:lang w:eastAsia="en-US"/>
        </w:rPr>
        <w:t>муниципальных образований Ярославской области и </w:t>
      </w:r>
      <w:r w:rsidRPr="00C5282D">
        <w:rPr>
          <w:rFonts w:eastAsiaTheme="minorHAnsi"/>
          <w:szCs w:val="28"/>
          <w:lang w:eastAsia="en-US"/>
        </w:rPr>
        <w:t xml:space="preserve">органами государственной власти </w:t>
      </w:r>
      <w:r>
        <w:rPr>
          <w:rFonts w:eastAsiaTheme="minorHAnsi"/>
          <w:szCs w:val="28"/>
          <w:lang w:eastAsia="en-US"/>
        </w:rPr>
        <w:t xml:space="preserve">Ярославской области отдельные </w:t>
      </w:r>
      <w:r w:rsidRPr="00C5282D">
        <w:rPr>
          <w:rFonts w:eastAsiaTheme="minorHAnsi"/>
          <w:szCs w:val="28"/>
          <w:lang w:eastAsia="en-US"/>
        </w:rPr>
        <w:t xml:space="preserve">полномочия </w:t>
      </w:r>
      <w:r>
        <w:rPr>
          <w:rFonts w:eastAsiaTheme="minorHAnsi"/>
          <w:szCs w:val="28"/>
          <w:lang w:eastAsia="en-US"/>
        </w:rPr>
        <w:t xml:space="preserve">органов местного самоуправления </w:t>
      </w:r>
      <w:r w:rsidRPr="00C5282D">
        <w:rPr>
          <w:rFonts w:eastAsiaTheme="minorHAnsi"/>
          <w:szCs w:val="28"/>
          <w:lang w:eastAsia="en-US"/>
        </w:rPr>
        <w:t>в</w:t>
      </w:r>
      <w:r>
        <w:rPr>
          <w:rFonts w:eastAsiaTheme="minorHAnsi"/>
          <w:szCs w:val="28"/>
          <w:lang w:eastAsia="en-US"/>
        </w:rPr>
        <w:t> </w:t>
      </w:r>
      <w:r w:rsidRPr="00C5282D">
        <w:rPr>
          <w:rFonts w:eastAsiaTheme="minorHAnsi"/>
          <w:szCs w:val="28"/>
          <w:lang w:eastAsia="en-US"/>
        </w:rPr>
        <w:t xml:space="preserve">сфере </w:t>
      </w:r>
      <w:r>
        <w:rPr>
          <w:rFonts w:eastAsiaTheme="minorHAnsi"/>
          <w:szCs w:val="28"/>
          <w:lang w:eastAsia="en-US"/>
        </w:rPr>
        <w:t>территориального планирования и </w:t>
      </w:r>
      <w:r w:rsidRPr="00C5282D">
        <w:rPr>
          <w:rFonts w:eastAsiaTheme="minorHAnsi"/>
          <w:szCs w:val="28"/>
          <w:lang w:eastAsia="en-US"/>
        </w:rPr>
        <w:t>градостроительного зонирования</w:t>
      </w:r>
      <w:r>
        <w:rPr>
          <w:rFonts w:eastAsiaTheme="minorHAnsi"/>
          <w:szCs w:val="28"/>
          <w:lang w:eastAsia="en-US"/>
        </w:rPr>
        <w:t>.</w:t>
      </w:r>
    </w:p>
    <w:p w:rsidR="001851FB" w:rsidRDefault="001851FB" w:rsidP="00B04B6A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1851FB">
        <w:rPr>
          <w:rFonts w:eastAsiaTheme="minorHAnsi"/>
          <w:szCs w:val="28"/>
          <w:lang w:eastAsia="en-US"/>
        </w:rPr>
        <w:t xml:space="preserve">Предлагаемые законодательные изменения позволят синхронизировать деятельность уполномоченных органов регионального и муниципального уровней, единообразно и оперативно решать вопросы градостроительной </w:t>
      </w:r>
      <w:r w:rsidRPr="001851FB">
        <w:rPr>
          <w:rFonts w:eastAsiaTheme="minorHAnsi"/>
          <w:szCs w:val="28"/>
          <w:lang w:eastAsia="en-US"/>
        </w:rPr>
        <w:lastRenderedPageBreak/>
        <w:t>политики региона, что приведет к более качественной разработке градостроительной документации.</w:t>
      </w:r>
    </w:p>
    <w:p w:rsidR="001851FB" w:rsidRPr="001851FB" w:rsidRDefault="001851FB" w:rsidP="00B04B6A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Положения проекта закона в целом </w:t>
      </w:r>
      <w:r>
        <w:rPr>
          <w:rFonts w:eastAsiaTheme="minorHAnsi"/>
          <w:bCs/>
          <w:szCs w:val="28"/>
          <w:lang w:eastAsia="en-US"/>
        </w:rPr>
        <w:t>направлены на </w:t>
      </w:r>
      <w:r w:rsidRPr="001851FB">
        <w:rPr>
          <w:rFonts w:eastAsiaTheme="minorHAnsi"/>
          <w:bCs/>
          <w:szCs w:val="28"/>
          <w:lang w:eastAsia="en-US"/>
        </w:rPr>
        <w:t>совершенствование системы регулирования отношений в сфере градостроительной деятельности в Ярославской области</w:t>
      </w:r>
      <w:r>
        <w:rPr>
          <w:rFonts w:eastAsiaTheme="minorHAnsi"/>
          <w:bCs/>
          <w:szCs w:val="28"/>
          <w:lang w:eastAsia="en-US"/>
        </w:rPr>
        <w:t>, осуществление</w:t>
      </w:r>
      <w:r w:rsidRPr="001851FB">
        <w:rPr>
          <w:rFonts w:eastAsiaTheme="minorHAnsi"/>
          <w:bCs/>
          <w:szCs w:val="28"/>
          <w:lang w:eastAsia="en-US"/>
        </w:rPr>
        <w:t xml:space="preserve"> подготовки документов территориального планирования и градостроительного зонирования в соответствии с требованиями градостроительного законодательства.</w:t>
      </w:r>
    </w:p>
    <w:p w:rsidR="001851FB" w:rsidRDefault="001851FB" w:rsidP="00B04B6A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1851FB">
        <w:rPr>
          <w:rFonts w:eastAsiaTheme="minorHAnsi"/>
          <w:szCs w:val="28"/>
          <w:lang w:eastAsia="en-US"/>
        </w:rPr>
        <w:t>Перераспределение предлагаемых проектом закона полномочий в соответствии с положениями</w:t>
      </w:r>
      <w:r>
        <w:rPr>
          <w:rFonts w:eastAsiaTheme="minorHAnsi"/>
          <w:szCs w:val="28"/>
          <w:lang w:eastAsia="en-US"/>
        </w:rPr>
        <w:t xml:space="preserve"> части 1 статьи 17</w:t>
      </w:r>
      <w:r w:rsidRPr="001851FB">
        <w:rPr>
          <w:rFonts w:eastAsiaTheme="minorHAnsi"/>
          <w:szCs w:val="28"/>
          <w:lang w:eastAsia="en-US"/>
        </w:rPr>
        <w:t xml:space="preserve"> Федерального закона от 06.10.2003 № 131-ФЗ «Об общих принципах организации местного самоуправления в Российской Федерации» предлагается осуществить до 2029 года включительно, одновременно продлив на указанный период срок осуществления органами государственной власти Ярославской области полномочий органов местного самоуправления муниципальных образований Ярославской области в сфере градостроительной деятельности, предусмотренных Законом Ярославской области от 25.12.2017 № 60-з «О перераспределении между органами местного самоуправления муниципальных образований Ярославской области и органами государственной власти Ярославской области полномочий в области градостроительной деятельности».</w:t>
      </w:r>
    </w:p>
    <w:p w:rsidR="00BF29B5" w:rsidRPr="00BF29B5" w:rsidRDefault="00BF29B5" w:rsidP="00BF29B5">
      <w:pPr>
        <w:overflowPunct/>
        <w:ind w:firstLine="709"/>
        <w:jc w:val="both"/>
        <w:textAlignment w:val="auto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Объем финансирования, требуемый для </w:t>
      </w:r>
      <w:r>
        <w:rPr>
          <w:rFonts w:eastAsiaTheme="minorHAnsi"/>
          <w:bCs/>
          <w:szCs w:val="28"/>
          <w:lang w:eastAsia="en-US"/>
        </w:rPr>
        <w:t>обеспечения</w:t>
      </w:r>
      <w:r w:rsidRPr="00BF29B5">
        <w:rPr>
          <w:rFonts w:eastAsiaTheme="minorHAnsi"/>
          <w:bCs/>
          <w:szCs w:val="28"/>
          <w:lang w:eastAsia="en-US"/>
        </w:rPr>
        <w:t xml:space="preserve"> реализации </w:t>
      </w:r>
      <w:r>
        <w:rPr>
          <w:rFonts w:eastAsiaTheme="minorHAnsi"/>
          <w:bCs/>
          <w:szCs w:val="28"/>
          <w:lang w:eastAsia="en-US"/>
        </w:rPr>
        <w:t xml:space="preserve">предлагаемых к перераспределению </w:t>
      </w:r>
      <w:r w:rsidRPr="00BF29B5">
        <w:rPr>
          <w:rFonts w:eastAsiaTheme="minorHAnsi"/>
          <w:bCs/>
          <w:szCs w:val="28"/>
          <w:lang w:eastAsia="en-US"/>
        </w:rPr>
        <w:t>полномочий</w:t>
      </w:r>
      <w:r>
        <w:rPr>
          <w:rFonts w:eastAsiaTheme="minorHAnsi"/>
          <w:bCs/>
          <w:szCs w:val="28"/>
          <w:lang w:eastAsia="en-US"/>
        </w:rPr>
        <w:t>, будет учтен при последующих изменениях Закона Ярославской области от 09.12.2024 № 88-з «Об </w:t>
      </w:r>
      <w:r w:rsidRPr="00BF29B5">
        <w:rPr>
          <w:rFonts w:eastAsiaTheme="minorHAnsi"/>
          <w:bCs/>
          <w:szCs w:val="28"/>
          <w:lang w:eastAsia="en-US"/>
        </w:rPr>
        <w:t>областном бюджете на 2025 год и на пл</w:t>
      </w:r>
      <w:r>
        <w:rPr>
          <w:rFonts w:eastAsiaTheme="minorHAnsi"/>
          <w:bCs/>
          <w:szCs w:val="28"/>
          <w:lang w:eastAsia="en-US"/>
        </w:rPr>
        <w:t>ановый период 2026 и </w:t>
      </w:r>
      <w:bookmarkStart w:id="0" w:name="_GoBack"/>
      <w:bookmarkEnd w:id="0"/>
      <w:r>
        <w:rPr>
          <w:rFonts w:eastAsiaTheme="minorHAnsi"/>
          <w:bCs/>
          <w:szCs w:val="28"/>
          <w:lang w:eastAsia="en-US"/>
        </w:rPr>
        <w:t>2027 годов».</w:t>
      </w:r>
    </w:p>
    <w:p w:rsidR="00C96654" w:rsidRPr="00B57391" w:rsidRDefault="00B57391" w:rsidP="00B04B6A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Принятие законопроекта </w:t>
      </w:r>
      <w:r w:rsidRPr="00BE21CF">
        <w:rPr>
          <w:rFonts w:eastAsiaTheme="minorHAnsi"/>
          <w:szCs w:val="28"/>
          <w:lang w:eastAsia="en-US"/>
        </w:rPr>
        <w:t>не потребует признания утратившими силу, приостановления действия, изменения или принятия иных законодате</w:t>
      </w:r>
      <w:r>
        <w:rPr>
          <w:rFonts w:eastAsiaTheme="minorHAnsi"/>
          <w:szCs w:val="28"/>
          <w:lang w:eastAsia="en-US"/>
        </w:rPr>
        <w:t>льных актов Ярославской области.</w:t>
      </w:r>
    </w:p>
    <w:sectPr w:rsidR="00C96654" w:rsidRPr="00B57391" w:rsidSect="00B04B6A">
      <w:headerReference w:type="default" r:id="rId8"/>
      <w:pgSz w:w="11906" w:h="16838"/>
      <w:pgMar w:top="1134" w:right="991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5B6" w:rsidRDefault="009855B6" w:rsidP="00975A21">
      <w:r>
        <w:separator/>
      </w:r>
    </w:p>
  </w:endnote>
  <w:endnote w:type="continuationSeparator" w:id="0">
    <w:p w:rsidR="009855B6" w:rsidRDefault="009855B6" w:rsidP="0097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5B6" w:rsidRDefault="009855B6" w:rsidP="00975A21">
      <w:r>
        <w:separator/>
      </w:r>
    </w:p>
  </w:footnote>
  <w:footnote w:type="continuationSeparator" w:id="0">
    <w:p w:rsidR="009855B6" w:rsidRDefault="009855B6" w:rsidP="00975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4337996"/>
      <w:docPartObj>
        <w:docPartGallery w:val="Page Numbers (Top of Page)"/>
        <w:docPartUnique/>
      </w:docPartObj>
    </w:sdtPr>
    <w:sdtEndPr/>
    <w:sdtContent>
      <w:p w:rsidR="00B04B6A" w:rsidRDefault="00B04B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9B5">
          <w:rPr>
            <w:noProof/>
          </w:rPr>
          <w:t>2</w:t>
        </w:r>
        <w:r>
          <w:fldChar w:fldCharType="end"/>
        </w:r>
      </w:p>
    </w:sdtContent>
  </w:sdt>
  <w:p w:rsidR="00B04B6A" w:rsidRDefault="00B04B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9DC"/>
    <w:rsid w:val="00005631"/>
    <w:rsid w:val="00006459"/>
    <w:rsid w:val="000068DC"/>
    <w:rsid w:val="00006DEF"/>
    <w:rsid w:val="00013F5A"/>
    <w:rsid w:val="0002723C"/>
    <w:rsid w:val="00033A5F"/>
    <w:rsid w:val="000340DF"/>
    <w:rsid w:val="000342E5"/>
    <w:rsid w:val="000360A3"/>
    <w:rsid w:val="00037648"/>
    <w:rsid w:val="00040C5A"/>
    <w:rsid w:val="000449EC"/>
    <w:rsid w:val="00044F38"/>
    <w:rsid w:val="00044FCF"/>
    <w:rsid w:val="00047136"/>
    <w:rsid w:val="000514FD"/>
    <w:rsid w:val="00051644"/>
    <w:rsid w:val="00052453"/>
    <w:rsid w:val="00053F4C"/>
    <w:rsid w:val="00055C9B"/>
    <w:rsid w:val="000604E1"/>
    <w:rsid w:val="00065F1F"/>
    <w:rsid w:val="00070F62"/>
    <w:rsid w:val="000733D0"/>
    <w:rsid w:val="0007509B"/>
    <w:rsid w:val="00085041"/>
    <w:rsid w:val="000853C2"/>
    <w:rsid w:val="000904F7"/>
    <w:rsid w:val="0009166C"/>
    <w:rsid w:val="00093CB1"/>
    <w:rsid w:val="000A13F7"/>
    <w:rsid w:val="000A2885"/>
    <w:rsid w:val="000B4419"/>
    <w:rsid w:val="000B5970"/>
    <w:rsid w:val="000C3178"/>
    <w:rsid w:val="000C4305"/>
    <w:rsid w:val="000D4566"/>
    <w:rsid w:val="000E55DD"/>
    <w:rsid w:val="000F11A4"/>
    <w:rsid w:val="00105A46"/>
    <w:rsid w:val="00105AFD"/>
    <w:rsid w:val="00116DA6"/>
    <w:rsid w:val="001176D1"/>
    <w:rsid w:val="00121581"/>
    <w:rsid w:val="00122DE8"/>
    <w:rsid w:val="00135200"/>
    <w:rsid w:val="0015244B"/>
    <w:rsid w:val="00153760"/>
    <w:rsid w:val="00161C12"/>
    <w:rsid w:val="00167EAF"/>
    <w:rsid w:val="001767BD"/>
    <w:rsid w:val="00181FFC"/>
    <w:rsid w:val="001851FB"/>
    <w:rsid w:val="00190088"/>
    <w:rsid w:val="00191EA3"/>
    <w:rsid w:val="001A404D"/>
    <w:rsid w:val="001A53F4"/>
    <w:rsid w:val="001B0274"/>
    <w:rsid w:val="001B37AF"/>
    <w:rsid w:val="001B3CB3"/>
    <w:rsid w:val="001B5C9C"/>
    <w:rsid w:val="001C48C8"/>
    <w:rsid w:val="001C4E87"/>
    <w:rsid w:val="001D229C"/>
    <w:rsid w:val="001D265C"/>
    <w:rsid w:val="001D3862"/>
    <w:rsid w:val="001D6A40"/>
    <w:rsid w:val="001D7ACA"/>
    <w:rsid w:val="001E12BA"/>
    <w:rsid w:val="001E3ED2"/>
    <w:rsid w:val="001E531E"/>
    <w:rsid w:val="001F1A91"/>
    <w:rsid w:val="001F1EAD"/>
    <w:rsid w:val="001F25D2"/>
    <w:rsid w:val="001F340B"/>
    <w:rsid w:val="001F36D2"/>
    <w:rsid w:val="00200827"/>
    <w:rsid w:val="00204B63"/>
    <w:rsid w:val="0020600B"/>
    <w:rsid w:val="00210486"/>
    <w:rsid w:val="00210EC1"/>
    <w:rsid w:val="00213658"/>
    <w:rsid w:val="00217A6C"/>
    <w:rsid w:val="00220438"/>
    <w:rsid w:val="0022770D"/>
    <w:rsid w:val="00232891"/>
    <w:rsid w:val="00237944"/>
    <w:rsid w:val="00237BD5"/>
    <w:rsid w:val="00241698"/>
    <w:rsid w:val="002460D5"/>
    <w:rsid w:val="002576A5"/>
    <w:rsid w:val="00270CFC"/>
    <w:rsid w:val="00273065"/>
    <w:rsid w:val="0027313B"/>
    <w:rsid w:val="00275924"/>
    <w:rsid w:val="00281063"/>
    <w:rsid w:val="00291A49"/>
    <w:rsid w:val="002930B6"/>
    <w:rsid w:val="002963C5"/>
    <w:rsid w:val="002A40FC"/>
    <w:rsid w:val="002A5402"/>
    <w:rsid w:val="002A5F36"/>
    <w:rsid w:val="002A779F"/>
    <w:rsid w:val="002B3D36"/>
    <w:rsid w:val="002B703E"/>
    <w:rsid w:val="002C05C9"/>
    <w:rsid w:val="002C2934"/>
    <w:rsid w:val="002C35F1"/>
    <w:rsid w:val="002C6279"/>
    <w:rsid w:val="002C659B"/>
    <w:rsid w:val="002C6CBA"/>
    <w:rsid w:val="002D313E"/>
    <w:rsid w:val="002D7574"/>
    <w:rsid w:val="002E1A42"/>
    <w:rsid w:val="002F496B"/>
    <w:rsid w:val="00303F4C"/>
    <w:rsid w:val="00305658"/>
    <w:rsid w:val="00306473"/>
    <w:rsid w:val="00312F9D"/>
    <w:rsid w:val="00317D77"/>
    <w:rsid w:val="0033160B"/>
    <w:rsid w:val="0033340D"/>
    <w:rsid w:val="003340C7"/>
    <w:rsid w:val="003369D7"/>
    <w:rsid w:val="00342721"/>
    <w:rsid w:val="00343769"/>
    <w:rsid w:val="00343A13"/>
    <w:rsid w:val="00343A3A"/>
    <w:rsid w:val="00344B9B"/>
    <w:rsid w:val="003451D1"/>
    <w:rsid w:val="00347436"/>
    <w:rsid w:val="0035566C"/>
    <w:rsid w:val="00360747"/>
    <w:rsid w:val="0036418C"/>
    <w:rsid w:val="00366C72"/>
    <w:rsid w:val="00370598"/>
    <w:rsid w:val="00371D5D"/>
    <w:rsid w:val="00373BDC"/>
    <w:rsid w:val="003759A3"/>
    <w:rsid w:val="0038033E"/>
    <w:rsid w:val="00380496"/>
    <w:rsid w:val="00380504"/>
    <w:rsid w:val="00383F70"/>
    <w:rsid w:val="003871C0"/>
    <w:rsid w:val="003919B7"/>
    <w:rsid w:val="0039567C"/>
    <w:rsid w:val="00395D17"/>
    <w:rsid w:val="003A0F18"/>
    <w:rsid w:val="003A2A4B"/>
    <w:rsid w:val="003B17E4"/>
    <w:rsid w:val="003C28B8"/>
    <w:rsid w:val="003C4A6C"/>
    <w:rsid w:val="003C66C4"/>
    <w:rsid w:val="003C74E5"/>
    <w:rsid w:val="003D199E"/>
    <w:rsid w:val="003E649A"/>
    <w:rsid w:val="003E7FBD"/>
    <w:rsid w:val="004027B3"/>
    <w:rsid w:val="00402F86"/>
    <w:rsid w:val="00411FC5"/>
    <w:rsid w:val="0041749E"/>
    <w:rsid w:val="00420573"/>
    <w:rsid w:val="004215A7"/>
    <w:rsid w:val="0042676D"/>
    <w:rsid w:val="00426F81"/>
    <w:rsid w:val="004328A9"/>
    <w:rsid w:val="0043575C"/>
    <w:rsid w:val="0044738D"/>
    <w:rsid w:val="00454DBE"/>
    <w:rsid w:val="00456B60"/>
    <w:rsid w:val="00457FC5"/>
    <w:rsid w:val="004641B4"/>
    <w:rsid w:val="0047419E"/>
    <w:rsid w:val="00474554"/>
    <w:rsid w:val="00474C66"/>
    <w:rsid w:val="004774A0"/>
    <w:rsid w:val="00480004"/>
    <w:rsid w:val="00480663"/>
    <w:rsid w:val="004806F5"/>
    <w:rsid w:val="0048740F"/>
    <w:rsid w:val="00493B69"/>
    <w:rsid w:val="004956BA"/>
    <w:rsid w:val="004975EA"/>
    <w:rsid w:val="004A38F4"/>
    <w:rsid w:val="004A4954"/>
    <w:rsid w:val="004A5BAE"/>
    <w:rsid w:val="004B17A0"/>
    <w:rsid w:val="004B18F0"/>
    <w:rsid w:val="004B1F12"/>
    <w:rsid w:val="004B21B9"/>
    <w:rsid w:val="004B51EE"/>
    <w:rsid w:val="004B72CC"/>
    <w:rsid w:val="004B74DC"/>
    <w:rsid w:val="004C020C"/>
    <w:rsid w:val="004C4D8F"/>
    <w:rsid w:val="004D10B8"/>
    <w:rsid w:val="004D5F32"/>
    <w:rsid w:val="004E5420"/>
    <w:rsid w:val="004F3D4A"/>
    <w:rsid w:val="004F597F"/>
    <w:rsid w:val="004F7CFA"/>
    <w:rsid w:val="00500AB9"/>
    <w:rsid w:val="00503649"/>
    <w:rsid w:val="00511FE2"/>
    <w:rsid w:val="00515059"/>
    <w:rsid w:val="00516AB5"/>
    <w:rsid w:val="00524B49"/>
    <w:rsid w:val="00526CCA"/>
    <w:rsid w:val="00531188"/>
    <w:rsid w:val="0053363D"/>
    <w:rsid w:val="0055176D"/>
    <w:rsid w:val="005531C2"/>
    <w:rsid w:val="0056096E"/>
    <w:rsid w:val="00563456"/>
    <w:rsid w:val="00563AFD"/>
    <w:rsid w:val="00573353"/>
    <w:rsid w:val="00582364"/>
    <w:rsid w:val="00590CE3"/>
    <w:rsid w:val="00592BD9"/>
    <w:rsid w:val="00597998"/>
    <w:rsid w:val="005A4633"/>
    <w:rsid w:val="005A5E65"/>
    <w:rsid w:val="005A71E2"/>
    <w:rsid w:val="005B019D"/>
    <w:rsid w:val="005B3D81"/>
    <w:rsid w:val="005B4EA6"/>
    <w:rsid w:val="005B5173"/>
    <w:rsid w:val="005C0025"/>
    <w:rsid w:val="005C3E6B"/>
    <w:rsid w:val="005C4F1A"/>
    <w:rsid w:val="005C73E6"/>
    <w:rsid w:val="005C79E1"/>
    <w:rsid w:val="005D32DF"/>
    <w:rsid w:val="005D382E"/>
    <w:rsid w:val="005E2486"/>
    <w:rsid w:val="005F6F02"/>
    <w:rsid w:val="005F7A4C"/>
    <w:rsid w:val="006022E4"/>
    <w:rsid w:val="00604D4C"/>
    <w:rsid w:val="006056DE"/>
    <w:rsid w:val="006066EF"/>
    <w:rsid w:val="00621CC9"/>
    <w:rsid w:val="006231FE"/>
    <w:rsid w:val="00631E02"/>
    <w:rsid w:val="00632C29"/>
    <w:rsid w:val="0063378F"/>
    <w:rsid w:val="00633E89"/>
    <w:rsid w:val="006343AC"/>
    <w:rsid w:val="00637E6E"/>
    <w:rsid w:val="00645996"/>
    <w:rsid w:val="0065543A"/>
    <w:rsid w:val="00660C03"/>
    <w:rsid w:val="00670722"/>
    <w:rsid w:val="00670E3A"/>
    <w:rsid w:val="00686111"/>
    <w:rsid w:val="0068680F"/>
    <w:rsid w:val="006969BF"/>
    <w:rsid w:val="006A17DA"/>
    <w:rsid w:val="006A3916"/>
    <w:rsid w:val="006A41AB"/>
    <w:rsid w:val="006A49F1"/>
    <w:rsid w:val="006A4C15"/>
    <w:rsid w:val="006B436A"/>
    <w:rsid w:val="006B5028"/>
    <w:rsid w:val="006B535B"/>
    <w:rsid w:val="006C36E8"/>
    <w:rsid w:val="006D4724"/>
    <w:rsid w:val="006D6580"/>
    <w:rsid w:val="006E3034"/>
    <w:rsid w:val="006E7688"/>
    <w:rsid w:val="006E79F3"/>
    <w:rsid w:val="006E7A8D"/>
    <w:rsid w:val="006F1D21"/>
    <w:rsid w:val="00705526"/>
    <w:rsid w:val="007078DB"/>
    <w:rsid w:val="0071073E"/>
    <w:rsid w:val="00711ADA"/>
    <w:rsid w:val="00711FD6"/>
    <w:rsid w:val="00715255"/>
    <w:rsid w:val="00716A88"/>
    <w:rsid w:val="00720221"/>
    <w:rsid w:val="00720554"/>
    <w:rsid w:val="00722A17"/>
    <w:rsid w:val="00726961"/>
    <w:rsid w:val="007334DF"/>
    <w:rsid w:val="007364D8"/>
    <w:rsid w:val="00737F51"/>
    <w:rsid w:val="00744AEE"/>
    <w:rsid w:val="00744E65"/>
    <w:rsid w:val="007464CD"/>
    <w:rsid w:val="00755A1B"/>
    <w:rsid w:val="0076041F"/>
    <w:rsid w:val="007623D3"/>
    <w:rsid w:val="00762E40"/>
    <w:rsid w:val="00773F56"/>
    <w:rsid w:val="00774CA4"/>
    <w:rsid w:val="00781514"/>
    <w:rsid w:val="00787AC3"/>
    <w:rsid w:val="0079014A"/>
    <w:rsid w:val="007A215A"/>
    <w:rsid w:val="007A36A7"/>
    <w:rsid w:val="007A4CB4"/>
    <w:rsid w:val="007A5698"/>
    <w:rsid w:val="007A6930"/>
    <w:rsid w:val="007A7B55"/>
    <w:rsid w:val="007B3ADD"/>
    <w:rsid w:val="007B5978"/>
    <w:rsid w:val="007C0828"/>
    <w:rsid w:val="007C10BD"/>
    <w:rsid w:val="007C47EB"/>
    <w:rsid w:val="007C5D72"/>
    <w:rsid w:val="007C5EE0"/>
    <w:rsid w:val="007D4122"/>
    <w:rsid w:val="007E0DB2"/>
    <w:rsid w:val="007E1CA3"/>
    <w:rsid w:val="007E39B2"/>
    <w:rsid w:val="007E60C4"/>
    <w:rsid w:val="007F3A05"/>
    <w:rsid w:val="007F4793"/>
    <w:rsid w:val="007F56E4"/>
    <w:rsid w:val="00803006"/>
    <w:rsid w:val="00816506"/>
    <w:rsid w:val="008201B8"/>
    <w:rsid w:val="00821FA7"/>
    <w:rsid w:val="00823028"/>
    <w:rsid w:val="008253B6"/>
    <w:rsid w:val="00827F7D"/>
    <w:rsid w:val="008311E9"/>
    <w:rsid w:val="00841029"/>
    <w:rsid w:val="0084314A"/>
    <w:rsid w:val="008435E3"/>
    <w:rsid w:val="00843C5F"/>
    <w:rsid w:val="008442C4"/>
    <w:rsid w:val="00847CC5"/>
    <w:rsid w:val="00850601"/>
    <w:rsid w:val="00851C45"/>
    <w:rsid w:val="00853416"/>
    <w:rsid w:val="0085719E"/>
    <w:rsid w:val="00864B07"/>
    <w:rsid w:val="008711BE"/>
    <w:rsid w:val="00872D60"/>
    <w:rsid w:val="00874F05"/>
    <w:rsid w:val="0088465D"/>
    <w:rsid w:val="00886C91"/>
    <w:rsid w:val="00893A27"/>
    <w:rsid w:val="00894363"/>
    <w:rsid w:val="00894DDA"/>
    <w:rsid w:val="0089619A"/>
    <w:rsid w:val="00896CC8"/>
    <w:rsid w:val="008A16BD"/>
    <w:rsid w:val="008A3CD5"/>
    <w:rsid w:val="008A5294"/>
    <w:rsid w:val="008A7159"/>
    <w:rsid w:val="008B1344"/>
    <w:rsid w:val="008B1D60"/>
    <w:rsid w:val="008B5BC6"/>
    <w:rsid w:val="008B5F4C"/>
    <w:rsid w:val="008B6398"/>
    <w:rsid w:val="008C0040"/>
    <w:rsid w:val="008C5FFE"/>
    <w:rsid w:val="008D0B8A"/>
    <w:rsid w:val="008D119F"/>
    <w:rsid w:val="008D1A28"/>
    <w:rsid w:val="008D293A"/>
    <w:rsid w:val="008D36DB"/>
    <w:rsid w:val="008D506A"/>
    <w:rsid w:val="008D7FAA"/>
    <w:rsid w:val="008E476A"/>
    <w:rsid w:val="008F22F3"/>
    <w:rsid w:val="008F3B42"/>
    <w:rsid w:val="008F4367"/>
    <w:rsid w:val="009123CB"/>
    <w:rsid w:val="0092143D"/>
    <w:rsid w:val="0092381D"/>
    <w:rsid w:val="00923FE5"/>
    <w:rsid w:val="009262A6"/>
    <w:rsid w:val="00933AD0"/>
    <w:rsid w:val="009347E6"/>
    <w:rsid w:val="00937FA0"/>
    <w:rsid w:val="00941E14"/>
    <w:rsid w:val="00943B64"/>
    <w:rsid w:val="0094472A"/>
    <w:rsid w:val="00955870"/>
    <w:rsid w:val="00964BAC"/>
    <w:rsid w:val="00970EC7"/>
    <w:rsid w:val="00975852"/>
    <w:rsid w:val="00975A21"/>
    <w:rsid w:val="00976E65"/>
    <w:rsid w:val="009855B6"/>
    <w:rsid w:val="009866E9"/>
    <w:rsid w:val="0098677E"/>
    <w:rsid w:val="00986B08"/>
    <w:rsid w:val="00987C1E"/>
    <w:rsid w:val="009A6901"/>
    <w:rsid w:val="009A6961"/>
    <w:rsid w:val="009B4132"/>
    <w:rsid w:val="009C17A3"/>
    <w:rsid w:val="009C6677"/>
    <w:rsid w:val="009C7EEA"/>
    <w:rsid w:val="009D202B"/>
    <w:rsid w:val="009D677E"/>
    <w:rsid w:val="009E6F1B"/>
    <w:rsid w:val="009F494C"/>
    <w:rsid w:val="009F766E"/>
    <w:rsid w:val="00A015E7"/>
    <w:rsid w:val="00A06F23"/>
    <w:rsid w:val="00A10137"/>
    <w:rsid w:val="00A12454"/>
    <w:rsid w:val="00A146A2"/>
    <w:rsid w:val="00A2020A"/>
    <w:rsid w:val="00A2464B"/>
    <w:rsid w:val="00A3177A"/>
    <w:rsid w:val="00A3474B"/>
    <w:rsid w:val="00A3641E"/>
    <w:rsid w:val="00A42895"/>
    <w:rsid w:val="00A51EE5"/>
    <w:rsid w:val="00A568CE"/>
    <w:rsid w:val="00A57C00"/>
    <w:rsid w:val="00A66BFA"/>
    <w:rsid w:val="00A764A5"/>
    <w:rsid w:val="00A777C4"/>
    <w:rsid w:val="00A8244C"/>
    <w:rsid w:val="00A8407A"/>
    <w:rsid w:val="00A9126A"/>
    <w:rsid w:val="00A9589B"/>
    <w:rsid w:val="00AA5A3C"/>
    <w:rsid w:val="00AA621D"/>
    <w:rsid w:val="00AA7523"/>
    <w:rsid w:val="00AB5510"/>
    <w:rsid w:val="00AB59BD"/>
    <w:rsid w:val="00AC1868"/>
    <w:rsid w:val="00AC18A1"/>
    <w:rsid w:val="00AD05D6"/>
    <w:rsid w:val="00AD45FA"/>
    <w:rsid w:val="00AE16BA"/>
    <w:rsid w:val="00AF233B"/>
    <w:rsid w:val="00AF54D8"/>
    <w:rsid w:val="00B01B68"/>
    <w:rsid w:val="00B03530"/>
    <w:rsid w:val="00B04B6A"/>
    <w:rsid w:val="00B102E0"/>
    <w:rsid w:val="00B2029B"/>
    <w:rsid w:val="00B3075C"/>
    <w:rsid w:val="00B30C7C"/>
    <w:rsid w:val="00B36F5E"/>
    <w:rsid w:val="00B51277"/>
    <w:rsid w:val="00B53FF9"/>
    <w:rsid w:val="00B57391"/>
    <w:rsid w:val="00B577F2"/>
    <w:rsid w:val="00B605D5"/>
    <w:rsid w:val="00B60AB8"/>
    <w:rsid w:val="00B6337C"/>
    <w:rsid w:val="00B669C6"/>
    <w:rsid w:val="00B75E6F"/>
    <w:rsid w:val="00B85359"/>
    <w:rsid w:val="00B908F6"/>
    <w:rsid w:val="00B91944"/>
    <w:rsid w:val="00B93E93"/>
    <w:rsid w:val="00B95EE6"/>
    <w:rsid w:val="00B97865"/>
    <w:rsid w:val="00BA0B45"/>
    <w:rsid w:val="00BA1997"/>
    <w:rsid w:val="00BA3B8E"/>
    <w:rsid w:val="00BA7C74"/>
    <w:rsid w:val="00BB6979"/>
    <w:rsid w:val="00BB741B"/>
    <w:rsid w:val="00BB7A55"/>
    <w:rsid w:val="00BC0C11"/>
    <w:rsid w:val="00BC15D7"/>
    <w:rsid w:val="00BC6511"/>
    <w:rsid w:val="00BC7E4D"/>
    <w:rsid w:val="00BD099C"/>
    <w:rsid w:val="00BD1369"/>
    <w:rsid w:val="00BD593F"/>
    <w:rsid w:val="00BE3ACE"/>
    <w:rsid w:val="00BE46D5"/>
    <w:rsid w:val="00BE774A"/>
    <w:rsid w:val="00BF0D0B"/>
    <w:rsid w:val="00BF29B5"/>
    <w:rsid w:val="00BF46CF"/>
    <w:rsid w:val="00BF5391"/>
    <w:rsid w:val="00C268B6"/>
    <w:rsid w:val="00C32AEB"/>
    <w:rsid w:val="00C3482E"/>
    <w:rsid w:val="00C3497E"/>
    <w:rsid w:val="00C4258D"/>
    <w:rsid w:val="00C459B0"/>
    <w:rsid w:val="00C45CDC"/>
    <w:rsid w:val="00C47F19"/>
    <w:rsid w:val="00C5282D"/>
    <w:rsid w:val="00C55F68"/>
    <w:rsid w:val="00C56483"/>
    <w:rsid w:val="00C6618A"/>
    <w:rsid w:val="00C710D6"/>
    <w:rsid w:val="00C75FDF"/>
    <w:rsid w:val="00C760BE"/>
    <w:rsid w:val="00C77631"/>
    <w:rsid w:val="00C809E3"/>
    <w:rsid w:val="00C80F5B"/>
    <w:rsid w:val="00C85474"/>
    <w:rsid w:val="00C869EB"/>
    <w:rsid w:val="00C91AF5"/>
    <w:rsid w:val="00C91D78"/>
    <w:rsid w:val="00C933D8"/>
    <w:rsid w:val="00C934A7"/>
    <w:rsid w:val="00C95DBD"/>
    <w:rsid w:val="00C96654"/>
    <w:rsid w:val="00CA191E"/>
    <w:rsid w:val="00CA48E4"/>
    <w:rsid w:val="00CC0703"/>
    <w:rsid w:val="00CC6D97"/>
    <w:rsid w:val="00CD41C3"/>
    <w:rsid w:val="00CE1412"/>
    <w:rsid w:val="00CE47A7"/>
    <w:rsid w:val="00CE7671"/>
    <w:rsid w:val="00CF5278"/>
    <w:rsid w:val="00D03622"/>
    <w:rsid w:val="00D040E7"/>
    <w:rsid w:val="00D07616"/>
    <w:rsid w:val="00D1089E"/>
    <w:rsid w:val="00D12571"/>
    <w:rsid w:val="00D12A4E"/>
    <w:rsid w:val="00D20667"/>
    <w:rsid w:val="00D271C2"/>
    <w:rsid w:val="00D333A2"/>
    <w:rsid w:val="00D34AD6"/>
    <w:rsid w:val="00D415E1"/>
    <w:rsid w:val="00D4767F"/>
    <w:rsid w:val="00D56BEE"/>
    <w:rsid w:val="00D601F0"/>
    <w:rsid w:val="00D60BCE"/>
    <w:rsid w:val="00D65803"/>
    <w:rsid w:val="00D70B69"/>
    <w:rsid w:val="00D75CE4"/>
    <w:rsid w:val="00D75F9D"/>
    <w:rsid w:val="00D8360A"/>
    <w:rsid w:val="00D90B12"/>
    <w:rsid w:val="00D944BA"/>
    <w:rsid w:val="00D945C4"/>
    <w:rsid w:val="00D97890"/>
    <w:rsid w:val="00DB3817"/>
    <w:rsid w:val="00DB41BA"/>
    <w:rsid w:val="00DB4669"/>
    <w:rsid w:val="00DC481F"/>
    <w:rsid w:val="00DC6322"/>
    <w:rsid w:val="00DC71B5"/>
    <w:rsid w:val="00DD03B9"/>
    <w:rsid w:val="00DD2A12"/>
    <w:rsid w:val="00DD36C2"/>
    <w:rsid w:val="00DD6618"/>
    <w:rsid w:val="00DE09DC"/>
    <w:rsid w:val="00DE29F6"/>
    <w:rsid w:val="00DE6F8D"/>
    <w:rsid w:val="00DE756E"/>
    <w:rsid w:val="00DF0425"/>
    <w:rsid w:val="00DF08EA"/>
    <w:rsid w:val="00DF25F3"/>
    <w:rsid w:val="00DF2C2D"/>
    <w:rsid w:val="00DF3139"/>
    <w:rsid w:val="00DF3E03"/>
    <w:rsid w:val="00DF43CE"/>
    <w:rsid w:val="00DF6D0C"/>
    <w:rsid w:val="00E02ED7"/>
    <w:rsid w:val="00E0651F"/>
    <w:rsid w:val="00E10C97"/>
    <w:rsid w:val="00E11E58"/>
    <w:rsid w:val="00E12579"/>
    <w:rsid w:val="00E12C39"/>
    <w:rsid w:val="00E3611F"/>
    <w:rsid w:val="00E404F6"/>
    <w:rsid w:val="00E40F7A"/>
    <w:rsid w:val="00E43B99"/>
    <w:rsid w:val="00E47AE6"/>
    <w:rsid w:val="00E5360F"/>
    <w:rsid w:val="00E55AEF"/>
    <w:rsid w:val="00E63492"/>
    <w:rsid w:val="00E702B3"/>
    <w:rsid w:val="00E70D95"/>
    <w:rsid w:val="00E71869"/>
    <w:rsid w:val="00E724FF"/>
    <w:rsid w:val="00E77084"/>
    <w:rsid w:val="00E820F5"/>
    <w:rsid w:val="00E8365D"/>
    <w:rsid w:val="00E83988"/>
    <w:rsid w:val="00E85C12"/>
    <w:rsid w:val="00E90708"/>
    <w:rsid w:val="00E91333"/>
    <w:rsid w:val="00E9551F"/>
    <w:rsid w:val="00E96786"/>
    <w:rsid w:val="00EA1BBD"/>
    <w:rsid w:val="00EA3256"/>
    <w:rsid w:val="00EB093F"/>
    <w:rsid w:val="00EC0EF0"/>
    <w:rsid w:val="00EC25C8"/>
    <w:rsid w:val="00EC45B0"/>
    <w:rsid w:val="00EC4B1E"/>
    <w:rsid w:val="00EC75D0"/>
    <w:rsid w:val="00ED03E5"/>
    <w:rsid w:val="00ED0CD4"/>
    <w:rsid w:val="00EE4EA9"/>
    <w:rsid w:val="00EE52AF"/>
    <w:rsid w:val="00EE5821"/>
    <w:rsid w:val="00EF1FD4"/>
    <w:rsid w:val="00EF33A3"/>
    <w:rsid w:val="00EF5611"/>
    <w:rsid w:val="00F022CF"/>
    <w:rsid w:val="00F0314D"/>
    <w:rsid w:val="00F0544A"/>
    <w:rsid w:val="00F05BAB"/>
    <w:rsid w:val="00F10A8C"/>
    <w:rsid w:val="00F12333"/>
    <w:rsid w:val="00F212A3"/>
    <w:rsid w:val="00F21F6B"/>
    <w:rsid w:val="00F25AC0"/>
    <w:rsid w:val="00F312BF"/>
    <w:rsid w:val="00F40935"/>
    <w:rsid w:val="00F4178F"/>
    <w:rsid w:val="00F41891"/>
    <w:rsid w:val="00F4370E"/>
    <w:rsid w:val="00F438F3"/>
    <w:rsid w:val="00F45DC4"/>
    <w:rsid w:val="00F47096"/>
    <w:rsid w:val="00F475CC"/>
    <w:rsid w:val="00F52AA6"/>
    <w:rsid w:val="00F57223"/>
    <w:rsid w:val="00F57AB2"/>
    <w:rsid w:val="00F61369"/>
    <w:rsid w:val="00F61543"/>
    <w:rsid w:val="00F6278D"/>
    <w:rsid w:val="00F851B3"/>
    <w:rsid w:val="00F859F9"/>
    <w:rsid w:val="00F87330"/>
    <w:rsid w:val="00F9159D"/>
    <w:rsid w:val="00F92783"/>
    <w:rsid w:val="00FA0E10"/>
    <w:rsid w:val="00FA70A7"/>
    <w:rsid w:val="00FB2AC2"/>
    <w:rsid w:val="00FB4E7F"/>
    <w:rsid w:val="00FB51F1"/>
    <w:rsid w:val="00FB6F59"/>
    <w:rsid w:val="00FC1BFF"/>
    <w:rsid w:val="00FD1E87"/>
    <w:rsid w:val="00FD3268"/>
    <w:rsid w:val="00FD5ED8"/>
    <w:rsid w:val="00FE2198"/>
    <w:rsid w:val="00FE311F"/>
    <w:rsid w:val="00FE7458"/>
    <w:rsid w:val="00FF018E"/>
    <w:rsid w:val="00FF0906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2DF1A"/>
  <w15:docId w15:val="{000C2EDD-6C40-459A-9C6F-FEB3971C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0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465D"/>
    <w:pPr>
      <w:overflowPunct/>
      <w:autoSpaceDE/>
      <w:autoSpaceDN/>
      <w:adjustRightInd/>
      <w:spacing w:before="100" w:beforeAutospacing="1" w:after="150"/>
      <w:textAlignment w:val="auto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75A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5A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75A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5A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D38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382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1851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2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9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0DF86CE6F5AF0C664E8E25EFA7E830BC73CD051D48D0E15AD50FA1F804ADFC6D798BFBFCA1D442FF2B6F61DP6j9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34880-2A51-41AF-BE3D-F357A8DF6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UPK</Company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milenina</dc:creator>
  <cp:lastModifiedBy>Чеботова Валерия Владимировна</cp:lastModifiedBy>
  <cp:revision>6</cp:revision>
  <cp:lastPrinted>2021-12-01T13:07:00Z</cp:lastPrinted>
  <dcterms:created xsi:type="dcterms:W3CDTF">2024-12-24T19:08:00Z</dcterms:created>
  <dcterms:modified xsi:type="dcterms:W3CDTF">2024-12-25T07:59:00Z</dcterms:modified>
</cp:coreProperties>
</file>