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901441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442491" w:rsidRPr="00442491" w:rsidRDefault="00442491" w:rsidP="00442491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442491">
        <w:rPr>
          <w:szCs w:val="28"/>
        </w:rPr>
        <w:t>В соответствии со статьей 27 Устава Ярославской области вношу </w:t>
      </w:r>
      <w:r w:rsidRPr="00442491">
        <w:rPr>
          <w:szCs w:val="28"/>
        </w:rPr>
        <w:br/>
        <w:t xml:space="preserve">в Ярославскую областную Думу </w:t>
      </w:r>
      <w:r w:rsidRPr="00442491">
        <w:rPr>
          <w:szCs w:val="24"/>
        </w:rPr>
        <w:t xml:space="preserve">проект закона Ярославской области </w:t>
      </w:r>
      <w:r w:rsidRPr="00442491">
        <w:rPr>
          <w:szCs w:val="28"/>
        </w:rPr>
        <w:t>«</w:t>
      </w:r>
      <w:r w:rsidRPr="00442491">
        <w:rPr>
          <w:bCs/>
          <w:szCs w:val="28"/>
        </w:rPr>
        <w:t>О 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осуществления дорожной деятельности»</w:t>
      </w:r>
      <w:r w:rsidRPr="00442491">
        <w:rPr>
          <w:szCs w:val="28"/>
        </w:rPr>
        <w:t>.</w:t>
      </w:r>
    </w:p>
    <w:p w:rsidR="00442491" w:rsidRDefault="00442491" w:rsidP="00442491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442491">
        <w:rPr>
          <w:szCs w:val="28"/>
        </w:rPr>
        <w:t>Прошу рассмотреть указанный законопроект в первоочередном порядке.</w:t>
      </w:r>
    </w:p>
    <w:p w:rsidR="00DD7EA5" w:rsidRPr="00442491" w:rsidRDefault="00442491" w:rsidP="00442491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442491">
        <w:rPr>
          <w:szCs w:val="24"/>
        </w:rPr>
        <w:t>Официальным представителем Губернатора Ярославской области по указанному законопроекту назначен первый заместитель Председателя Правительства Ярославской области Хохряков Д.С.</w:t>
      </w:r>
    </w:p>
    <w:p w:rsidR="00442491" w:rsidRPr="00DD7EA5" w:rsidRDefault="00442491" w:rsidP="00442491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C71D6F" w:rsidP="009B1ED4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442491">
        <w:rPr>
          <w:szCs w:val="28"/>
        </w:rPr>
        <w:t>__</w:t>
      </w:r>
      <w:r w:rsidR="00DD7EA5" w:rsidRPr="00694D7D">
        <w:rPr>
          <w:szCs w:val="28"/>
        </w:rPr>
        <w:t xml:space="preserve"> </w:t>
      </w:r>
      <w:r w:rsidR="00DD7EA5" w:rsidRPr="00DD7EA5">
        <w:rPr>
          <w:szCs w:val="28"/>
        </w:rPr>
        <w:t>л. в 1 экз.</w:t>
      </w:r>
    </w:p>
    <w:p w:rsidR="009B1ED4" w:rsidRDefault="009B1ED4" w:rsidP="009B1ED4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B1ED4" w:rsidRDefault="009B1ED4" w:rsidP="009B1ED4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9B1ED4" w:rsidRPr="009C5E08" w:rsidRDefault="009B1ED4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Default="009C5E08" w:rsidP="009C5E08">
      <w:pPr>
        <w:jc w:val="both"/>
        <w:rPr>
          <w:sz w:val="24"/>
          <w:szCs w:val="24"/>
        </w:rPr>
      </w:pPr>
    </w:p>
    <w:p w:rsidR="008E682C" w:rsidRDefault="008E682C" w:rsidP="009C5E08">
      <w:pPr>
        <w:jc w:val="both"/>
        <w:rPr>
          <w:sz w:val="24"/>
          <w:szCs w:val="24"/>
        </w:rPr>
      </w:pPr>
    </w:p>
    <w:p w:rsidR="008F3FA5" w:rsidRDefault="008F3FA5" w:rsidP="009C5E08">
      <w:pPr>
        <w:jc w:val="both"/>
        <w:rPr>
          <w:sz w:val="24"/>
          <w:szCs w:val="24"/>
        </w:rPr>
      </w:pPr>
    </w:p>
    <w:p w:rsidR="004A0EDF" w:rsidRDefault="004A0EDF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9C5E08" w:rsidRPr="009C5E08" w:rsidRDefault="00FF4891" w:rsidP="009C5E0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1FAA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209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42491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A0EDF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6D1D"/>
    <w:rsid w:val="005674E6"/>
    <w:rsid w:val="0058529C"/>
    <w:rsid w:val="005912B6"/>
    <w:rsid w:val="005936EB"/>
    <w:rsid w:val="005A376F"/>
    <w:rsid w:val="005B6004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83DAA"/>
    <w:rsid w:val="00690094"/>
    <w:rsid w:val="00694D7D"/>
    <w:rsid w:val="0069635A"/>
    <w:rsid w:val="006975C5"/>
    <w:rsid w:val="006A0365"/>
    <w:rsid w:val="006A74E1"/>
    <w:rsid w:val="006B4A7A"/>
    <w:rsid w:val="006C3294"/>
    <w:rsid w:val="006E2583"/>
    <w:rsid w:val="006F05F4"/>
    <w:rsid w:val="006F5015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E3329"/>
    <w:rsid w:val="007E6018"/>
    <w:rsid w:val="007F4645"/>
    <w:rsid w:val="007F5A97"/>
    <w:rsid w:val="00804B7C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441"/>
    <w:rsid w:val="00901F12"/>
    <w:rsid w:val="00906205"/>
    <w:rsid w:val="00906823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1ED4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0492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0AA0"/>
    <w:rsid w:val="00B34CEE"/>
    <w:rsid w:val="00B3510D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B5E6E"/>
    <w:rsid w:val="00CD430D"/>
    <w:rsid w:val="00CE1CDA"/>
    <w:rsid w:val="00CE5DAA"/>
    <w:rsid w:val="00CF659C"/>
    <w:rsid w:val="00CF7925"/>
    <w:rsid w:val="00D00240"/>
    <w:rsid w:val="00D21EA1"/>
    <w:rsid w:val="00D259A6"/>
    <w:rsid w:val="00D32204"/>
    <w:rsid w:val="00D42963"/>
    <w:rsid w:val="00D42F9E"/>
    <w:rsid w:val="00D7160D"/>
    <w:rsid w:val="00D85E62"/>
    <w:rsid w:val="00D871C5"/>
    <w:rsid w:val="00D87611"/>
    <w:rsid w:val="00D93F47"/>
    <w:rsid w:val="00D941E8"/>
    <w:rsid w:val="00D946ED"/>
    <w:rsid w:val="00D97D1D"/>
    <w:rsid w:val="00DA2874"/>
    <w:rsid w:val="00DB57BB"/>
    <w:rsid w:val="00DC47CD"/>
    <w:rsid w:val="00DD7EA5"/>
    <w:rsid w:val="00DE1C2A"/>
    <w:rsid w:val="00E2177E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3F4A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20C00A5A"/>
  <w15:docId w15:val="{E3259061-F5EA-443E-9AFE-D6C7B6F2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CA14B-C6B4-4E51-A5B7-1149AB02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98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Чеботова Валерия Владимировна</cp:lastModifiedBy>
  <cp:revision>69</cp:revision>
  <cp:lastPrinted>2024-10-10T07:02:00Z</cp:lastPrinted>
  <dcterms:created xsi:type="dcterms:W3CDTF">2022-09-15T06:03:00Z</dcterms:created>
  <dcterms:modified xsi:type="dcterms:W3CDTF">2024-12-25T09:16:00Z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