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80"/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83F29" w:rsidTr="007F453B">
        <w:trPr>
          <w:cantSplit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83F29" w:rsidRDefault="004431DB" w:rsidP="007F453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283F29" w:rsidRDefault="004431DB" w:rsidP="007F453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283F29" w:rsidRDefault="00283F29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83F29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3F29" w:rsidRDefault="004431D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1738CB" w:rsidRDefault="001738CB">
            <w:pPr>
              <w:ind w:firstLine="420"/>
              <w:jc w:val="center"/>
            </w:pPr>
          </w:p>
        </w:tc>
      </w:tr>
    </w:tbl>
    <w:p w:rsidR="00283F29" w:rsidRDefault="00283F29">
      <w:pPr>
        <w:rPr>
          <w:vanish/>
        </w:rPr>
      </w:pPr>
      <w:bookmarkStart w:id="1" w:name="__bookmark_1"/>
      <w:bookmarkEnd w:id="1"/>
    </w:p>
    <w:tbl>
      <w:tblPr>
        <w:tblW w:w="10057" w:type="dxa"/>
        <w:tblLayout w:type="fixed"/>
        <w:tblLook w:val="01E0" w:firstRow="1" w:lastRow="1" w:firstColumn="1" w:lastColumn="1" w:noHBand="0" w:noVBand="0"/>
      </w:tblPr>
      <w:tblGrid>
        <w:gridCol w:w="843"/>
        <w:gridCol w:w="7371"/>
        <w:gridCol w:w="1843"/>
      </w:tblGrid>
      <w:tr w:rsidR="00283F29" w:rsidTr="007F453B">
        <w:trPr>
          <w:cantSplit/>
          <w:trHeight w:val="342"/>
          <w:tblHeader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83F29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83F29" w:rsidRDefault="004431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283F29" w:rsidRDefault="00283F29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283F29">
            <w:pPr>
              <w:jc w:val="center"/>
              <w:rPr>
                <w:vanish/>
              </w:rPr>
            </w:pPr>
          </w:p>
          <w:tbl>
            <w:tblPr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283F29">
              <w:trPr>
                <w:cantSplit/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83F29" w:rsidRDefault="004431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83F29" w:rsidRDefault="00283F29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283F29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83F29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83F29" w:rsidRDefault="004431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83F29" w:rsidRDefault="004431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83F29" w:rsidRDefault="00283F29">
            <w:pPr>
              <w:spacing w:line="1" w:lineRule="auto"/>
            </w:pP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9 417 550 229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291 752 368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515 411 506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242 793 522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241 057 032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142 905 606</w:t>
            </w:r>
          </w:p>
        </w:tc>
      </w:tr>
      <w:tr w:rsidR="004140F7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F7" w:rsidRDefault="004140F7" w:rsidP="004140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F7" w:rsidRDefault="004140F7" w:rsidP="004140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0F7" w:rsidRDefault="004140F7" w:rsidP="00414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4140F7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F7" w:rsidRDefault="004140F7" w:rsidP="004140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0F7" w:rsidRDefault="004140F7" w:rsidP="004140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0F7" w:rsidRDefault="004140F7" w:rsidP="00414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4 177 049 825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20 918 500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1 038 745 156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12 646 107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1 002 394 495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23 704 554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38 425 465 684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573 083 816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1 282 920 467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123 971 580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332 430 667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15 225 244 554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18 177 446 378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1 088 388 783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1 621 702 439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9 012 180 535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1 681 990 534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4 773 856 841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1 967 112 877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589 220 283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152 352 725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147 694 220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30 873 587 084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8 067 705 628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16 621 760 910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1 001 431 043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2 993 907 856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73 719 081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148 635 000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262 518 211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1 703 909 355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3 760 893 623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3 691 557 203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69 336 420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13 089 694 198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5 094 198 498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5 981 179 105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170 055 611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193 456 771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173 728 733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325 992 791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1 151 082 689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24 651 759 022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108 648 953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5 909 492 646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12 665 259 692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5 628 678 361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339 679 370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1 504 448 850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36 972 763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632 704 282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807 842 745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26 929 060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250 963 424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244 337 443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6 625 981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1 116 093 730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6 738 316 782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283F29" w:rsidTr="0041462A">
        <w:trPr>
          <w:cantSplit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3F29" w:rsidRDefault="004431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3F29" w:rsidRDefault="004431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2 079 219 782</w:t>
            </w:r>
          </w:p>
        </w:tc>
      </w:tr>
      <w:tr w:rsidR="0041462A" w:rsidTr="0041462A">
        <w:trPr>
          <w:cantSplit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62A" w:rsidRDefault="0041462A" w:rsidP="0041462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62A" w:rsidRDefault="0041462A" w:rsidP="0041462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140 052 969 542</w:t>
            </w:r>
          </w:p>
        </w:tc>
      </w:tr>
    </w:tbl>
    <w:p w:rsidR="00C411F1" w:rsidRPr="007F453B" w:rsidRDefault="00C411F1" w:rsidP="007F453B">
      <w:pPr>
        <w:rPr>
          <w:sz w:val="2"/>
          <w:szCs w:val="2"/>
        </w:rPr>
      </w:pPr>
    </w:p>
    <w:sectPr w:rsidR="00C411F1" w:rsidRPr="007F453B" w:rsidSect="005B57F9">
      <w:headerReference w:type="default" r:id="rId7"/>
      <w:footerReference w:type="default" r:id="rId8"/>
      <w:headerReference w:type="first" r:id="rId9"/>
      <w:pgSz w:w="11905" w:h="16837"/>
      <w:pgMar w:top="1134" w:right="567" w:bottom="1418" w:left="1134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1F1" w:rsidRDefault="004431DB">
      <w:r>
        <w:separator/>
      </w:r>
    </w:p>
  </w:endnote>
  <w:endnote w:type="continuationSeparator" w:id="0">
    <w:p w:rsidR="00C411F1" w:rsidRDefault="0044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83F29">
      <w:tc>
        <w:tcPr>
          <w:tcW w:w="10421" w:type="dxa"/>
        </w:tcPr>
        <w:p w:rsidR="00283F29" w:rsidRDefault="004431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83F29" w:rsidRDefault="00283F2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1F1" w:rsidRDefault="004431DB">
      <w:r>
        <w:separator/>
      </w:r>
    </w:p>
  </w:footnote>
  <w:footnote w:type="continuationSeparator" w:id="0">
    <w:p w:rsidR="00C411F1" w:rsidRDefault="00443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69389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57F9" w:rsidRPr="005B57F9" w:rsidRDefault="005B57F9">
        <w:pPr>
          <w:pStyle w:val="ab"/>
          <w:jc w:val="center"/>
          <w:rPr>
            <w:sz w:val="28"/>
            <w:szCs w:val="28"/>
          </w:rPr>
        </w:pPr>
        <w:r w:rsidRPr="005B57F9">
          <w:rPr>
            <w:sz w:val="28"/>
            <w:szCs w:val="28"/>
          </w:rPr>
          <w:fldChar w:fldCharType="begin"/>
        </w:r>
        <w:r w:rsidRPr="005B57F9">
          <w:rPr>
            <w:sz w:val="28"/>
            <w:szCs w:val="28"/>
          </w:rPr>
          <w:instrText>PAGE   \* MERGEFORMAT</w:instrText>
        </w:r>
        <w:r w:rsidRPr="005B57F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5B57F9">
          <w:rPr>
            <w:sz w:val="28"/>
            <w:szCs w:val="28"/>
          </w:rPr>
          <w:fldChar w:fldCharType="end"/>
        </w:r>
      </w:p>
    </w:sdtContent>
  </w:sdt>
  <w:p w:rsidR="005B57F9" w:rsidRDefault="005B57F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83F29">
      <w:trPr>
        <w:trHeight w:val="737"/>
      </w:trPr>
      <w:tc>
        <w:tcPr>
          <w:tcW w:w="10421" w:type="dxa"/>
        </w:tcPr>
        <w:p w:rsidR="00283F29" w:rsidRDefault="00283F29" w:rsidP="005B57F9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29"/>
    <w:rsid w:val="001738CB"/>
    <w:rsid w:val="00283F29"/>
    <w:rsid w:val="004140F7"/>
    <w:rsid w:val="0041462A"/>
    <w:rsid w:val="004431DB"/>
    <w:rsid w:val="0049757E"/>
    <w:rsid w:val="005B57F9"/>
    <w:rsid w:val="007F453B"/>
    <w:rsid w:val="009F466D"/>
    <w:rsid w:val="00C411F1"/>
    <w:rsid w:val="00F5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E19EF-02B6-4BC3-95D5-6EDCE476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7F453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F453B"/>
  </w:style>
  <w:style w:type="character" w:customStyle="1" w:styleId="a6">
    <w:name w:val="Текст примечания Знак"/>
    <w:basedOn w:val="a0"/>
    <w:link w:val="a5"/>
    <w:uiPriority w:val="99"/>
    <w:semiHidden/>
    <w:rsid w:val="007F45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7F453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F45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F45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453B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B57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B57F9"/>
  </w:style>
  <w:style w:type="paragraph" w:styleId="ad">
    <w:name w:val="footer"/>
    <w:basedOn w:val="a"/>
    <w:link w:val="ae"/>
    <w:uiPriority w:val="99"/>
    <w:unhideWhenUsed/>
    <w:rsid w:val="005B57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5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64B6F-34FD-4878-B927-6ADE0CE0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3</cp:revision>
  <cp:lastPrinted>2024-11-23T10:51:00Z</cp:lastPrinted>
  <dcterms:created xsi:type="dcterms:W3CDTF">2024-11-23T09:17:00Z</dcterms:created>
  <dcterms:modified xsi:type="dcterms:W3CDTF">2024-11-23T10:51:00Z</dcterms:modified>
</cp:coreProperties>
</file>