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4C0F0B" w:rsidRDefault="005C3A44" w:rsidP="004C0F0B">
      <w:pPr>
        <w:pStyle w:val="ac"/>
        <w:jc w:val="center"/>
        <w:rPr>
          <w:bCs/>
          <w:sz w:val="28"/>
          <w:szCs w:val="28"/>
        </w:rPr>
      </w:pPr>
      <w:r w:rsidRPr="004C0F0B">
        <w:rPr>
          <w:bCs/>
          <w:sz w:val="28"/>
          <w:szCs w:val="28"/>
        </w:rPr>
        <w:t>«</w:t>
      </w:r>
      <w:r w:rsidR="004C0F0B" w:rsidRPr="004C0F0B">
        <w:rPr>
          <w:bCs/>
          <w:sz w:val="28"/>
          <w:szCs w:val="28"/>
        </w:rPr>
        <w:t>О мерах социальной поддержки</w:t>
      </w:r>
      <w:r w:rsidR="004C0F0B">
        <w:rPr>
          <w:bCs/>
          <w:sz w:val="28"/>
          <w:szCs w:val="28"/>
        </w:rPr>
        <w:t xml:space="preserve"> </w:t>
      </w:r>
      <w:r w:rsidR="004C0F0B" w:rsidRPr="004C0F0B">
        <w:rPr>
          <w:bCs/>
          <w:sz w:val="28"/>
          <w:szCs w:val="28"/>
        </w:rPr>
        <w:t xml:space="preserve">отдельных категорий граждан в связи </w:t>
      </w:r>
    </w:p>
    <w:p w:rsidR="005C3A44" w:rsidRPr="004C0F0B" w:rsidRDefault="004C0F0B" w:rsidP="004C0F0B">
      <w:pPr>
        <w:pStyle w:val="ac"/>
        <w:jc w:val="center"/>
        <w:rPr>
          <w:bCs/>
          <w:sz w:val="28"/>
          <w:szCs w:val="28"/>
        </w:rPr>
      </w:pPr>
      <w:r w:rsidRPr="004C0F0B">
        <w:rPr>
          <w:bCs/>
          <w:sz w:val="28"/>
          <w:szCs w:val="28"/>
        </w:rPr>
        <w:t>с проведением</w:t>
      </w:r>
      <w:r>
        <w:rPr>
          <w:bCs/>
          <w:sz w:val="28"/>
          <w:szCs w:val="28"/>
        </w:rPr>
        <w:t xml:space="preserve"> </w:t>
      </w:r>
      <w:r w:rsidRPr="004C0F0B">
        <w:rPr>
          <w:bCs/>
          <w:sz w:val="28"/>
          <w:szCs w:val="28"/>
        </w:rPr>
        <w:t>специальной военной операции</w:t>
      </w:r>
      <w:r w:rsidR="005C3A44" w:rsidRPr="004C0F0B">
        <w:rPr>
          <w:bCs/>
          <w:sz w:val="28"/>
          <w:szCs w:val="28"/>
        </w:rPr>
        <w:t>»</w:t>
      </w:r>
    </w:p>
    <w:p w:rsidR="00375CCF" w:rsidRPr="004C0F0B" w:rsidRDefault="00375CCF" w:rsidP="004C0F0B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CA07AA" w:rsidRDefault="00176E47" w:rsidP="004C0F0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t>Про</w:t>
      </w:r>
      <w:r w:rsidR="004C0F0B">
        <w:rPr>
          <w:bCs/>
          <w:iCs/>
          <w:szCs w:val="28"/>
        </w:rPr>
        <w:t xml:space="preserve">ект закона Ярославской области </w:t>
      </w:r>
      <w:r w:rsidR="004C0F0B" w:rsidRPr="004C0F0B">
        <w:rPr>
          <w:bCs/>
          <w:iCs/>
          <w:szCs w:val="28"/>
        </w:rPr>
        <w:t>«О мерах социальной поддержки отдельных категорий граждан в связи с проведением специальной военной операции</w:t>
      </w:r>
      <w:r w:rsidRPr="00176E47">
        <w:rPr>
          <w:bCs/>
          <w:iCs/>
          <w:szCs w:val="28"/>
        </w:rPr>
        <w:t xml:space="preserve">» </w:t>
      </w:r>
      <w:r>
        <w:rPr>
          <w:bCs/>
          <w:iCs/>
          <w:szCs w:val="28"/>
        </w:rPr>
        <w:t>(далее – проект закона</w:t>
      </w:r>
      <w:r w:rsidR="000E74E6">
        <w:rPr>
          <w:bCs/>
          <w:iCs/>
          <w:szCs w:val="28"/>
        </w:rPr>
        <w:t>, законопроект</w:t>
      </w:r>
      <w:r>
        <w:rPr>
          <w:bCs/>
          <w:iCs/>
          <w:szCs w:val="28"/>
        </w:rPr>
        <w:t xml:space="preserve">) </w:t>
      </w:r>
      <w:r w:rsidRPr="00176E47">
        <w:rPr>
          <w:bCs/>
          <w:iCs/>
          <w:szCs w:val="28"/>
        </w:rPr>
        <w:t xml:space="preserve">разработан </w:t>
      </w:r>
      <w:r w:rsidR="00CA07AA" w:rsidRPr="00CA07AA">
        <w:rPr>
          <w:bCs/>
          <w:iCs/>
          <w:szCs w:val="28"/>
        </w:rPr>
        <w:t>в соответствии с</w:t>
      </w:r>
      <w:r w:rsidR="001C7A39">
        <w:rPr>
          <w:bCs/>
          <w:iCs/>
          <w:szCs w:val="28"/>
        </w:rPr>
        <w:t xml:space="preserve"> учетом</w:t>
      </w:r>
      <w:r w:rsidR="00CA07AA" w:rsidRPr="00CA07AA">
        <w:rPr>
          <w:bCs/>
          <w:iCs/>
          <w:szCs w:val="28"/>
        </w:rPr>
        <w:t xml:space="preserve"> рекомендаци</w:t>
      </w:r>
      <w:r w:rsidR="001C7A39">
        <w:rPr>
          <w:bCs/>
          <w:iCs/>
          <w:szCs w:val="28"/>
        </w:rPr>
        <w:t>й</w:t>
      </w:r>
      <w:r w:rsidR="00CA07AA" w:rsidRPr="00CA07AA">
        <w:rPr>
          <w:bCs/>
          <w:iCs/>
          <w:szCs w:val="28"/>
        </w:rPr>
        <w:t xml:space="preserve"> органам государственной власти субъектов Российской Федерации в целях реализации </w:t>
      </w:r>
      <w:r w:rsidR="00E448F1">
        <w:rPr>
          <w:bCs/>
          <w:iCs/>
          <w:szCs w:val="28"/>
        </w:rPr>
        <w:t>Единого</w:t>
      </w:r>
      <w:r w:rsidR="00CA07AA" w:rsidRPr="00CA07AA">
        <w:rPr>
          <w:bCs/>
          <w:iCs/>
          <w:szCs w:val="28"/>
        </w:rPr>
        <w:t xml:space="preserve"> стандарт</w:t>
      </w:r>
      <w:r w:rsidR="00E448F1">
        <w:rPr>
          <w:bCs/>
          <w:iCs/>
          <w:szCs w:val="28"/>
        </w:rPr>
        <w:t xml:space="preserve">а </w:t>
      </w:r>
      <w:r w:rsidR="00CA07AA" w:rsidRPr="00CA07AA">
        <w:rPr>
          <w:bCs/>
          <w:iCs/>
          <w:szCs w:val="28"/>
        </w:rPr>
        <w:t>предоставления региональных мер поддержки участников специальной военной операции и членов их семей и базово</w:t>
      </w:r>
      <w:r w:rsidR="00E448F1">
        <w:rPr>
          <w:bCs/>
          <w:iCs/>
          <w:szCs w:val="28"/>
        </w:rPr>
        <w:t xml:space="preserve">го </w:t>
      </w:r>
      <w:r w:rsidR="00CA07AA" w:rsidRPr="00CA07AA">
        <w:rPr>
          <w:bCs/>
          <w:iCs/>
          <w:szCs w:val="28"/>
        </w:rPr>
        <w:t>стандарт</w:t>
      </w:r>
      <w:r w:rsidR="00E448F1">
        <w:rPr>
          <w:bCs/>
          <w:iCs/>
          <w:szCs w:val="28"/>
        </w:rPr>
        <w:t>а</w:t>
      </w:r>
      <w:r w:rsidR="00CA07AA" w:rsidRPr="00CA07AA">
        <w:rPr>
          <w:bCs/>
          <w:iCs/>
          <w:szCs w:val="28"/>
        </w:rPr>
        <w:t xml:space="preserve"> предоставления региональных мер социальной поддержки участник</w:t>
      </w:r>
      <w:r w:rsidR="001C7A39">
        <w:rPr>
          <w:bCs/>
          <w:iCs/>
          <w:szCs w:val="28"/>
        </w:rPr>
        <w:t>ам</w:t>
      </w:r>
      <w:r w:rsidR="00CA07AA" w:rsidRPr="00CA07AA">
        <w:rPr>
          <w:bCs/>
          <w:iCs/>
          <w:szCs w:val="28"/>
        </w:rPr>
        <w:t xml:space="preserve"> специальной военной операции и член</w:t>
      </w:r>
      <w:r w:rsidR="001C7A39">
        <w:rPr>
          <w:bCs/>
          <w:iCs/>
          <w:szCs w:val="28"/>
        </w:rPr>
        <w:t>ам</w:t>
      </w:r>
      <w:r w:rsidR="00CA07AA" w:rsidRPr="00CA07AA">
        <w:rPr>
          <w:bCs/>
          <w:iCs/>
          <w:szCs w:val="28"/>
        </w:rPr>
        <w:t xml:space="preserve"> их семей в регионах Це</w:t>
      </w:r>
      <w:r w:rsidR="00E448F1">
        <w:rPr>
          <w:bCs/>
          <w:iCs/>
          <w:szCs w:val="28"/>
        </w:rPr>
        <w:t xml:space="preserve">нтрального федерального округа (протокол совещания </w:t>
      </w:r>
      <w:r w:rsidR="00CA07AA" w:rsidRPr="00CA07AA">
        <w:rPr>
          <w:bCs/>
          <w:iCs/>
          <w:szCs w:val="28"/>
        </w:rPr>
        <w:t xml:space="preserve">от 18.04.2025 под председательством заместителя полномочного представителя Президента Российской Федерации в </w:t>
      </w:r>
      <w:r w:rsidR="00CA07AA">
        <w:rPr>
          <w:bCs/>
          <w:iCs/>
          <w:szCs w:val="28"/>
        </w:rPr>
        <w:t>Центральном федеральном округе</w:t>
      </w:r>
      <w:r w:rsidR="00CA07AA" w:rsidRPr="00CA07AA">
        <w:rPr>
          <w:bCs/>
          <w:iCs/>
          <w:szCs w:val="28"/>
        </w:rPr>
        <w:t xml:space="preserve"> А.К. </w:t>
      </w:r>
      <w:proofErr w:type="spellStart"/>
      <w:r w:rsidR="00CA07AA" w:rsidRPr="00CA07AA">
        <w:rPr>
          <w:bCs/>
          <w:iCs/>
          <w:szCs w:val="28"/>
        </w:rPr>
        <w:t>Ниязметова</w:t>
      </w:r>
      <w:proofErr w:type="spellEnd"/>
      <w:r w:rsidR="00E448F1">
        <w:rPr>
          <w:bCs/>
          <w:iCs/>
          <w:szCs w:val="28"/>
        </w:rPr>
        <w:t>)</w:t>
      </w:r>
      <w:r w:rsidR="00CA07AA" w:rsidRPr="00CA07AA">
        <w:rPr>
          <w:bCs/>
          <w:iCs/>
          <w:szCs w:val="28"/>
        </w:rPr>
        <w:t>.</w:t>
      </w:r>
    </w:p>
    <w:p w:rsidR="00E448F1" w:rsidRDefault="00E448F1" w:rsidP="00E448F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целях оптимизации регионального социального законодательства проектом закона предлагается в рамках одного </w:t>
      </w:r>
      <w:r w:rsidR="00DB00A7">
        <w:rPr>
          <w:bCs/>
          <w:iCs/>
          <w:szCs w:val="28"/>
        </w:rPr>
        <w:t>закона Ярославской области</w:t>
      </w:r>
      <w:r>
        <w:rPr>
          <w:bCs/>
          <w:iCs/>
          <w:szCs w:val="28"/>
        </w:rPr>
        <w:t xml:space="preserve"> установить меры социальной поддержки для участников специальной военной операции, членов их семей</w:t>
      </w:r>
      <w:r w:rsidR="00CB56EE" w:rsidRPr="00CB56EE">
        <w:rPr>
          <w:bCs/>
          <w:iCs/>
          <w:szCs w:val="28"/>
        </w:rPr>
        <w:t xml:space="preserve"> </w:t>
      </w:r>
      <w:r w:rsidR="00CB56EE">
        <w:rPr>
          <w:bCs/>
          <w:iCs/>
          <w:szCs w:val="28"/>
        </w:rPr>
        <w:t xml:space="preserve">и членов семей погибших </w:t>
      </w:r>
      <w:r w:rsidR="00DB00A7">
        <w:rPr>
          <w:bCs/>
          <w:iCs/>
          <w:szCs w:val="28"/>
        </w:rPr>
        <w:t>(умерших)</w:t>
      </w:r>
      <w:r w:rsidR="00DB00A7" w:rsidRPr="00DB00A7">
        <w:rPr>
          <w:bCs/>
          <w:iCs/>
          <w:szCs w:val="28"/>
        </w:rPr>
        <w:t xml:space="preserve"> участников специальной военной операции</w:t>
      </w:r>
      <w:r>
        <w:rPr>
          <w:bCs/>
          <w:iCs/>
          <w:szCs w:val="28"/>
        </w:rPr>
        <w:t>.</w:t>
      </w:r>
      <w:r w:rsidR="00DB00A7" w:rsidRPr="00DB00A7">
        <w:rPr>
          <w:bCs/>
          <w:iCs/>
          <w:szCs w:val="28"/>
        </w:rPr>
        <w:t xml:space="preserve"> </w:t>
      </w:r>
      <w:r w:rsidR="00DB00A7">
        <w:rPr>
          <w:bCs/>
          <w:iCs/>
          <w:szCs w:val="28"/>
        </w:rPr>
        <w:t xml:space="preserve">При этом </w:t>
      </w:r>
      <w:r w:rsidR="00156FCC">
        <w:rPr>
          <w:bCs/>
          <w:iCs/>
          <w:szCs w:val="28"/>
        </w:rPr>
        <w:t>проектом закона</w:t>
      </w:r>
      <w:r w:rsidR="00DB00A7">
        <w:rPr>
          <w:bCs/>
          <w:iCs/>
          <w:szCs w:val="28"/>
        </w:rPr>
        <w:t xml:space="preserve"> </w:t>
      </w:r>
      <w:r w:rsidR="00156FCC">
        <w:rPr>
          <w:bCs/>
          <w:iCs/>
          <w:szCs w:val="28"/>
        </w:rPr>
        <w:t>определяется</w:t>
      </w:r>
      <w:r w:rsidR="00DB00A7">
        <w:rPr>
          <w:bCs/>
          <w:iCs/>
          <w:szCs w:val="28"/>
        </w:rPr>
        <w:t xml:space="preserve"> перечень лиц, которые могут быть отнесены к </w:t>
      </w:r>
      <w:r w:rsidR="000B1A88">
        <w:rPr>
          <w:bCs/>
          <w:iCs/>
          <w:szCs w:val="28"/>
        </w:rPr>
        <w:t xml:space="preserve">категории </w:t>
      </w:r>
      <w:r w:rsidR="00DB00A7">
        <w:rPr>
          <w:bCs/>
          <w:iCs/>
          <w:szCs w:val="28"/>
        </w:rPr>
        <w:t>участник</w:t>
      </w:r>
      <w:r w:rsidR="000B1A88">
        <w:rPr>
          <w:bCs/>
          <w:iCs/>
          <w:szCs w:val="28"/>
        </w:rPr>
        <w:t>ов</w:t>
      </w:r>
      <w:r w:rsidR="00DB00A7">
        <w:rPr>
          <w:bCs/>
          <w:iCs/>
          <w:szCs w:val="28"/>
        </w:rPr>
        <w:t xml:space="preserve"> специальной военной операции, а также </w:t>
      </w:r>
      <w:r w:rsidR="001159E7">
        <w:rPr>
          <w:bCs/>
          <w:iCs/>
          <w:szCs w:val="28"/>
        </w:rPr>
        <w:t xml:space="preserve">перечень лиц, относящихся к </w:t>
      </w:r>
      <w:r w:rsidR="00DB00A7">
        <w:rPr>
          <w:bCs/>
          <w:iCs/>
          <w:szCs w:val="28"/>
        </w:rPr>
        <w:t>членам семьи</w:t>
      </w:r>
      <w:r w:rsidR="001159E7">
        <w:rPr>
          <w:bCs/>
          <w:iCs/>
          <w:szCs w:val="28"/>
        </w:rPr>
        <w:t xml:space="preserve"> участника специальной военной операции или </w:t>
      </w:r>
      <w:r w:rsidR="001159E7" w:rsidRPr="001159E7">
        <w:rPr>
          <w:bCs/>
          <w:iCs/>
          <w:szCs w:val="28"/>
        </w:rPr>
        <w:t>погибш</w:t>
      </w:r>
      <w:r w:rsidR="001159E7">
        <w:rPr>
          <w:bCs/>
          <w:iCs/>
          <w:szCs w:val="28"/>
        </w:rPr>
        <w:t>его</w:t>
      </w:r>
      <w:r w:rsidR="001159E7" w:rsidRPr="001159E7">
        <w:rPr>
          <w:bCs/>
          <w:iCs/>
          <w:szCs w:val="28"/>
        </w:rPr>
        <w:t xml:space="preserve"> (умерш</w:t>
      </w:r>
      <w:r w:rsidR="001159E7">
        <w:rPr>
          <w:bCs/>
          <w:iCs/>
          <w:szCs w:val="28"/>
        </w:rPr>
        <w:t>его</w:t>
      </w:r>
      <w:r w:rsidR="001159E7" w:rsidRPr="001159E7">
        <w:rPr>
          <w:bCs/>
          <w:iCs/>
          <w:szCs w:val="28"/>
        </w:rPr>
        <w:t>) участник</w:t>
      </w:r>
      <w:r w:rsidR="001159E7">
        <w:rPr>
          <w:bCs/>
          <w:iCs/>
          <w:szCs w:val="28"/>
        </w:rPr>
        <w:t>а</w:t>
      </w:r>
      <w:r w:rsidR="001159E7" w:rsidRPr="001159E7">
        <w:rPr>
          <w:bCs/>
          <w:iCs/>
          <w:szCs w:val="28"/>
        </w:rPr>
        <w:t xml:space="preserve"> специальной военной операции</w:t>
      </w:r>
      <w:r w:rsidR="00DB00A7">
        <w:rPr>
          <w:bCs/>
          <w:iCs/>
          <w:szCs w:val="28"/>
        </w:rPr>
        <w:t>.</w:t>
      </w:r>
    </w:p>
    <w:p w:rsidR="00E448F1" w:rsidRDefault="00DB00A7" w:rsidP="00DB00A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</w:t>
      </w:r>
      <w:r w:rsidR="000E74E6">
        <w:rPr>
          <w:bCs/>
          <w:iCs/>
          <w:szCs w:val="28"/>
        </w:rPr>
        <w:t>законопроектом</w:t>
      </w:r>
      <w:r>
        <w:rPr>
          <w:bCs/>
          <w:iCs/>
          <w:szCs w:val="28"/>
        </w:rPr>
        <w:t xml:space="preserve"> </w:t>
      </w:r>
      <w:r w:rsidR="00156FCC">
        <w:rPr>
          <w:bCs/>
          <w:iCs/>
          <w:szCs w:val="28"/>
        </w:rPr>
        <w:t>определяется</w:t>
      </w:r>
      <w:r>
        <w:rPr>
          <w:bCs/>
          <w:iCs/>
          <w:szCs w:val="28"/>
        </w:rPr>
        <w:t xml:space="preserve"> период предоставления мер социальной поддержки указанным категориям граждан. В частности, </w:t>
      </w:r>
      <w:r w:rsidRPr="00DB00A7">
        <w:rPr>
          <w:bCs/>
          <w:iCs/>
          <w:szCs w:val="28"/>
        </w:rPr>
        <w:t xml:space="preserve">участникам специальной военной операции, признанным инвалидами вследствие военной травмы, членам их семей </w:t>
      </w:r>
      <w:r>
        <w:rPr>
          <w:bCs/>
          <w:iCs/>
          <w:szCs w:val="28"/>
        </w:rPr>
        <w:t xml:space="preserve">и </w:t>
      </w:r>
      <w:r w:rsidRPr="00DB00A7">
        <w:rPr>
          <w:bCs/>
          <w:iCs/>
          <w:szCs w:val="28"/>
        </w:rPr>
        <w:t>членам семей погибших (умерших) участник</w:t>
      </w:r>
      <w:r w:rsidR="000E74E6">
        <w:rPr>
          <w:bCs/>
          <w:iCs/>
          <w:szCs w:val="28"/>
        </w:rPr>
        <w:t>ов специальной военной операции</w:t>
      </w:r>
      <w:r w:rsidRPr="00DB00A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меры социальной поддержки будут предоставляться</w:t>
      </w:r>
      <w:r w:rsidRPr="00DB00A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бессрочно, </w:t>
      </w:r>
      <w:r w:rsidRPr="00DB00A7">
        <w:rPr>
          <w:bCs/>
          <w:iCs/>
          <w:szCs w:val="28"/>
        </w:rPr>
        <w:t>участникам специальной военной операции и членам их семей – до окончания года, следующего за годом завершения специальной военной операции.</w:t>
      </w:r>
    </w:p>
    <w:p w:rsidR="00DB00A7" w:rsidRDefault="00DB00A7" w:rsidP="00E448F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Законы Ярославской области </w:t>
      </w:r>
      <w:r w:rsidR="00224810" w:rsidRPr="00224810">
        <w:rPr>
          <w:bCs/>
          <w:iCs/>
          <w:szCs w:val="28"/>
        </w:rPr>
        <w:t xml:space="preserve">от 27.10.2022 № 45-з «О мерах социальной поддержки членов семей граждан, призванных на военную службу по мобилизации» </w:t>
      </w:r>
      <w:r>
        <w:rPr>
          <w:bCs/>
          <w:iCs/>
          <w:szCs w:val="28"/>
        </w:rPr>
        <w:t>и от 24.11.2022 № 52-з «О </w:t>
      </w:r>
      <w:r w:rsidRPr="004C0F0B">
        <w:rPr>
          <w:bCs/>
          <w:iCs/>
          <w:szCs w:val="28"/>
        </w:rPr>
        <w:t>мерах социальной поддержки членов семей отдельных категорий граждан в связи с проведением специальной военной операции</w:t>
      </w:r>
      <w:r>
        <w:rPr>
          <w:bCs/>
          <w:iCs/>
          <w:szCs w:val="28"/>
        </w:rPr>
        <w:t xml:space="preserve">», в настоящее время устанавливающие меры социальной поддержки для членов семей отдельных категорий граждан, принимающих участие </w:t>
      </w:r>
      <w:r w:rsidR="00156FCC">
        <w:rPr>
          <w:bCs/>
          <w:iCs/>
          <w:szCs w:val="28"/>
        </w:rPr>
        <w:t>в</w:t>
      </w:r>
      <w:r>
        <w:rPr>
          <w:bCs/>
          <w:iCs/>
          <w:szCs w:val="28"/>
        </w:rPr>
        <w:t xml:space="preserve"> специальной военной операции, в связи с принятием проекта закона предлагается признать утратившими силу.</w:t>
      </w:r>
    </w:p>
    <w:p w:rsidR="009956FE" w:rsidRDefault="009956FE" w:rsidP="009956F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Финансирование мер социальной поддержки, предлагаемых законопроектом, </w:t>
      </w:r>
      <w:r w:rsidRPr="009956FE">
        <w:rPr>
          <w:bCs/>
          <w:iCs/>
          <w:szCs w:val="28"/>
        </w:rPr>
        <w:t xml:space="preserve">планируется </w:t>
      </w:r>
      <w:r>
        <w:rPr>
          <w:bCs/>
          <w:iCs/>
          <w:szCs w:val="28"/>
        </w:rPr>
        <w:t>осуществлять</w:t>
      </w:r>
      <w:bookmarkStart w:id="0" w:name="_GoBack"/>
      <w:bookmarkEnd w:id="0"/>
      <w:r w:rsidRPr="009956FE">
        <w:rPr>
          <w:bCs/>
          <w:iCs/>
          <w:szCs w:val="28"/>
        </w:rPr>
        <w:t xml:space="preserve"> в рамках бюджетных ассигнований, предусмотренных Законом Ярославской области от 09.12.2024 № 88-з «Об областном бюджете на 2025 год и на пла</w:t>
      </w:r>
      <w:r>
        <w:rPr>
          <w:bCs/>
          <w:iCs/>
          <w:szCs w:val="28"/>
        </w:rPr>
        <w:t>новый период 2026 и 2027 годов».</w:t>
      </w:r>
    </w:p>
    <w:p w:rsidR="000B1A88" w:rsidRDefault="00176E47" w:rsidP="001159E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lastRenderedPageBreak/>
        <w:t xml:space="preserve">Принятие законопроекта </w:t>
      </w:r>
      <w:r w:rsidR="000B1A88">
        <w:rPr>
          <w:bCs/>
          <w:iCs/>
          <w:szCs w:val="28"/>
        </w:rPr>
        <w:t xml:space="preserve">потребует внесения изменений в </w:t>
      </w:r>
      <w:r w:rsidR="000B1A88" w:rsidRPr="000B1A88">
        <w:rPr>
          <w:bCs/>
          <w:iCs/>
          <w:szCs w:val="28"/>
        </w:rPr>
        <w:t>Закон Ярославской области от 16.12.2009 № 70-з «О наделении органов местного самоуправления государственными полномочиями Ярославской области»</w:t>
      </w:r>
      <w:r w:rsidR="000B1A88">
        <w:rPr>
          <w:bCs/>
          <w:iCs/>
          <w:szCs w:val="28"/>
        </w:rPr>
        <w:t>.</w:t>
      </w:r>
    </w:p>
    <w:p w:rsidR="00DB5A70" w:rsidRPr="00D33214" w:rsidRDefault="000B1A88" w:rsidP="001159E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П</w:t>
      </w:r>
      <w:r w:rsidR="00B34E03" w:rsidRPr="00B34E03">
        <w:rPr>
          <w:bCs/>
          <w:iCs/>
          <w:szCs w:val="28"/>
        </w:rPr>
        <w:t>ризнания утратившими силу, приостановления, изменения или принятия иных законодательных актов Ярославской области</w:t>
      </w:r>
      <w:r>
        <w:rPr>
          <w:bCs/>
          <w:iCs/>
          <w:szCs w:val="28"/>
        </w:rPr>
        <w:t xml:space="preserve"> в связи с принятием проекта закона не потребуется</w:t>
      </w:r>
      <w:r w:rsidR="00B34E03" w:rsidRPr="00B34E03">
        <w:rPr>
          <w:bCs/>
          <w:iCs/>
          <w:szCs w:val="28"/>
        </w:rPr>
        <w:t>.</w:t>
      </w:r>
    </w:p>
    <w:sectPr w:rsidR="00DB5A70" w:rsidRPr="00D33214" w:rsidSect="009956FE">
      <w:headerReference w:type="default" r:id="rId6"/>
      <w:pgSz w:w="11906" w:h="16838"/>
      <w:pgMar w:top="709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6FE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autoHyphenation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B1A88"/>
    <w:rsid w:val="000D5DD4"/>
    <w:rsid w:val="000E1795"/>
    <w:rsid w:val="000E74E6"/>
    <w:rsid w:val="000F7B48"/>
    <w:rsid w:val="00114AF0"/>
    <w:rsid w:val="001159E7"/>
    <w:rsid w:val="00156FCC"/>
    <w:rsid w:val="0015766B"/>
    <w:rsid w:val="00164046"/>
    <w:rsid w:val="00173594"/>
    <w:rsid w:val="00176E47"/>
    <w:rsid w:val="00176FA1"/>
    <w:rsid w:val="001A6812"/>
    <w:rsid w:val="001B32F1"/>
    <w:rsid w:val="001C088D"/>
    <w:rsid w:val="001C39D9"/>
    <w:rsid w:val="001C7A39"/>
    <w:rsid w:val="001E51D3"/>
    <w:rsid w:val="001E6A39"/>
    <w:rsid w:val="001F00F1"/>
    <w:rsid w:val="001F35F4"/>
    <w:rsid w:val="001F7F9F"/>
    <w:rsid w:val="002115D5"/>
    <w:rsid w:val="0022127E"/>
    <w:rsid w:val="00224810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A5109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0F0B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35E1"/>
    <w:rsid w:val="007561FE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956FE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7AA"/>
    <w:rsid w:val="00CA0E32"/>
    <w:rsid w:val="00CA1614"/>
    <w:rsid w:val="00CA3910"/>
    <w:rsid w:val="00CA3F1D"/>
    <w:rsid w:val="00CB56EE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0A7"/>
    <w:rsid w:val="00DB092D"/>
    <w:rsid w:val="00DB4F48"/>
    <w:rsid w:val="00DB5A70"/>
    <w:rsid w:val="00DC2FC7"/>
    <w:rsid w:val="00DC5D36"/>
    <w:rsid w:val="00DD7F53"/>
    <w:rsid w:val="00DE3625"/>
    <w:rsid w:val="00DE3B99"/>
    <w:rsid w:val="00DF11D8"/>
    <w:rsid w:val="00DF2165"/>
    <w:rsid w:val="00E011D8"/>
    <w:rsid w:val="00E02B0B"/>
    <w:rsid w:val="00E1546B"/>
    <w:rsid w:val="00E26870"/>
    <w:rsid w:val="00E26D80"/>
    <w:rsid w:val="00E40294"/>
    <w:rsid w:val="00E448F1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0B7E8022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7</cp:revision>
  <cp:lastPrinted>2025-04-11T07:48:00Z</cp:lastPrinted>
  <dcterms:created xsi:type="dcterms:W3CDTF">2025-06-06T10:49:00Z</dcterms:created>
  <dcterms:modified xsi:type="dcterms:W3CDTF">2025-06-11T11:37:00Z</dcterms:modified>
</cp:coreProperties>
</file>