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BD" w:rsidRPr="009D23BD" w:rsidRDefault="009D23BD" w:rsidP="009D23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9D23B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Приложение </w:t>
      </w:r>
      <w:r w:rsidR="0019190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</w:t>
      </w:r>
    </w:p>
    <w:p w:rsidR="009D23BD" w:rsidRPr="009D23BD" w:rsidRDefault="009D23BD" w:rsidP="009D23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</w:p>
    <w:p w:rsidR="003B1740" w:rsidRPr="003B1740" w:rsidRDefault="003B1740" w:rsidP="003B17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740">
        <w:rPr>
          <w:rFonts w:ascii="Times New Roman" w:hAnsi="Times New Roman" w:cs="Times New Roman"/>
          <w:b/>
          <w:sz w:val="28"/>
          <w:szCs w:val="28"/>
        </w:rPr>
        <w:t xml:space="preserve">Количество принятых законов и отклоненных законопроектов за период </w:t>
      </w:r>
      <w:r w:rsidR="00191900">
        <w:rPr>
          <w:rFonts w:ascii="Times New Roman" w:hAnsi="Times New Roman" w:cs="Times New Roman"/>
          <w:b/>
          <w:sz w:val="28"/>
          <w:szCs w:val="28"/>
        </w:rPr>
        <w:t>сен</w:t>
      </w:r>
      <w:r w:rsidRPr="003B1740">
        <w:rPr>
          <w:rFonts w:ascii="Times New Roman" w:hAnsi="Times New Roman" w:cs="Times New Roman"/>
          <w:b/>
          <w:sz w:val="28"/>
          <w:szCs w:val="28"/>
        </w:rPr>
        <w:t>тябрь 202</w:t>
      </w:r>
      <w:r w:rsidR="00191900">
        <w:rPr>
          <w:rFonts w:ascii="Times New Roman" w:hAnsi="Times New Roman" w:cs="Times New Roman"/>
          <w:b/>
          <w:sz w:val="28"/>
          <w:szCs w:val="28"/>
        </w:rPr>
        <w:t>3</w:t>
      </w:r>
      <w:r w:rsidRPr="003B1740">
        <w:rPr>
          <w:rFonts w:ascii="Times New Roman" w:hAnsi="Times New Roman" w:cs="Times New Roman"/>
          <w:b/>
          <w:sz w:val="28"/>
          <w:szCs w:val="28"/>
        </w:rPr>
        <w:t xml:space="preserve"> года – </w:t>
      </w:r>
      <w:r w:rsidR="00191900">
        <w:rPr>
          <w:rFonts w:ascii="Times New Roman" w:hAnsi="Times New Roman" w:cs="Times New Roman"/>
          <w:b/>
          <w:sz w:val="28"/>
          <w:szCs w:val="28"/>
        </w:rPr>
        <w:t>август</w:t>
      </w:r>
      <w:r w:rsidRPr="003B1740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91900">
        <w:rPr>
          <w:rFonts w:ascii="Times New Roman" w:hAnsi="Times New Roman" w:cs="Times New Roman"/>
          <w:b/>
          <w:sz w:val="28"/>
          <w:szCs w:val="28"/>
        </w:rPr>
        <w:t>4</w:t>
      </w:r>
      <w:r w:rsidRPr="003B1740">
        <w:rPr>
          <w:rFonts w:ascii="Times New Roman" w:hAnsi="Times New Roman" w:cs="Times New Roman"/>
          <w:b/>
          <w:sz w:val="28"/>
          <w:szCs w:val="28"/>
        </w:rPr>
        <w:t xml:space="preserve"> года в разрезе комитетов</w:t>
      </w:r>
    </w:p>
    <w:p w:rsidR="003B1740" w:rsidRPr="003B1740" w:rsidRDefault="003B1740" w:rsidP="003B17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3"/>
        <w:gridCol w:w="2217"/>
        <w:gridCol w:w="2243"/>
      </w:tblGrid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b/>
                <w:sz w:val="28"/>
                <w:szCs w:val="28"/>
              </w:rPr>
              <w:t>Комитет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b/>
                <w:sz w:val="28"/>
                <w:szCs w:val="28"/>
              </w:rPr>
              <w:t>законов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Отклонено законопроектов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аграрной политике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бюджету, финансам и налоговой политике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4B5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B5A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градостроительству, транспорту, безопасности и качеству автомобильных дорог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депутатской деятельности, правопорядку и информационной политике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жилищно-коммунальному комплексу, энергетике, экологии и природопользованию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законодательству, вопросам государственной власти и местного самоуправления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4B5AC7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здравоохранению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образованию, культуре, туризму, спорту и делам молодежи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социальной, демографической политике, труду и занятости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1900" w:rsidRPr="00191900" w:rsidTr="004B5AC7">
        <w:tc>
          <w:tcPr>
            <w:tcW w:w="500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экономической политике, инвестициям, промышленности и предпринимательству </w:t>
            </w:r>
          </w:p>
        </w:tc>
        <w:tc>
          <w:tcPr>
            <w:tcW w:w="2217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43" w:type="dxa"/>
            <w:shd w:val="clear" w:color="auto" w:fill="auto"/>
          </w:tcPr>
          <w:p w:rsidR="00191900" w:rsidRPr="00191900" w:rsidRDefault="00191900" w:rsidP="0019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9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B1740" w:rsidRPr="003B1740" w:rsidRDefault="003B1740" w:rsidP="003B1740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D23BD" w:rsidRPr="009D23BD" w:rsidRDefault="009D23BD" w:rsidP="009D23BD">
      <w:pPr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9D23BD" w:rsidRPr="009D23BD" w:rsidSect="00A07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678" w:rsidRDefault="00A11678">
      <w:pPr>
        <w:spacing w:after="0" w:line="240" w:lineRule="auto"/>
      </w:pPr>
      <w:r>
        <w:separator/>
      </w:r>
    </w:p>
  </w:endnote>
  <w:endnote w:type="continuationSeparator" w:id="0">
    <w:p w:rsidR="00A11678" w:rsidRDefault="00A11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678" w:rsidRDefault="00A11678">
      <w:pPr>
        <w:spacing w:after="0" w:line="240" w:lineRule="auto"/>
      </w:pPr>
      <w:r>
        <w:separator/>
      </w:r>
    </w:p>
  </w:footnote>
  <w:footnote w:type="continuationSeparator" w:id="0">
    <w:p w:rsidR="00A11678" w:rsidRDefault="00A11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37D" w:rsidRDefault="00A11678">
    <w:pPr>
      <w:pStyle w:val="a4"/>
      <w:jc w:val="center"/>
    </w:pPr>
  </w:p>
  <w:p w:rsidR="0055537D" w:rsidRDefault="00A1167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3BD"/>
    <w:rsid w:val="00191900"/>
    <w:rsid w:val="002A79D2"/>
    <w:rsid w:val="003700E5"/>
    <w:rsid w:val="003B1740"/>
    <w:rsid w:val="003F6F1C"/>
    <w:rsid w:val="0043192B"/>
    <w:rsid w:val="004B5AC7"/>
    <w:rsid w:val="00546E76"/>
    <w:rsid w:val="005745AA"/>
    <w:rsid w:val="00631493"/>
    <w:rsid w:val="00713C9E"/>
    <w:rsid w:val="0074702A"/>
    <w:rsid w:val="00801142"/>
    <w:rsid w:val="00833254"/>
    <w:rsid w:val="008A2C95"/>
    <w:rsid w:val="009D23BD"/>
    <w:rsid w:val="00A11678"/>
    <w:rsid w:val="00A46F50"/>
    <w:rsid w:val="00AB1EA9"/>
    <w:rsid w:val="00B44AED"/>
    <w:rsid w:val="00C461F1"/>
    <w:rsid w:val="00C569A0"/>
    <w:rsid w:val="00C612CD"/>
    <w:rsid w:val="00C73FBB"/>
    <w:rsid w:val="00CD7CD0"/>
    <w:rsid w:val="00DE19BB"/>
    <w:rsid w:val="00E34E78"/>
    <w:rsid w:val="00F07BD6"/>
    <w:rsid w:val="00F7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23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D2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F6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6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23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D2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F6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6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8</cp:revision>
  <dcterms:created xsi:type="dcterms:W3CDTF">2018-06-07T06:31:00Z</dcterms:created>
  <dcterms:modified xsi:type="dcterms:W3CDTF">2024-09-04T06:38:00Z</dcterms:modified>
</cp:coreProperties>
</file>