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AE2B54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DC64DC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AE7692" w:rsidRPr="00AE7692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комиссиях по делам несовершеннолетних и защите их прав в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2A15E1" w:rsidRPr="002A15E1" w:rsidRDefault="002A15E1" w:rsidP="002A15E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2A15E1">
        <w:rPr>
          <w:szCs w:val="28"/>
        </w:rPr>
        <w:t xml:space="preserve">Официальным представителем Губернатора </w:t>
      </w:r>
      <w:r>
        <w:rPr>
          <w:szCs w:val="28"/>
        </w:rPr>
        <w:t xml:space="preserve">Ярославской </w:t>
      </w:r>
      <w:r w:rsidRPr="002A15E1">
        <w:rPr>
          <w:szCs w:val="28"/>
        </w:rPr>
        <w:t xml:space="preserve">области </w:t>
      </w:r>
      <w:r>
        <w:rPr>
          <w:szCs w:val="28"/>
        </w:rPr>
        <w:t>по </w:t>
      </w:r>
      <w:r w:rsidRPr="002A15E1">
        <w:rPr>
          <w:szCs w:val="28"/>
        </w:rPr>
        <w:t xml:space="preserve">указанному законопроекту назначен </w:t>
      </w:r>
      <w:r w:rsidR="00AE7692">
        <w:rPr>
          <w:szCs w:val="28"/>
        </w:rPr>
        <w:t>начальник у</w:t>
      </w:r>
      <w:r w:rsidR="00AE7692" w:rsidRPr="00AE7692">
        <w:rPr>
          <w:szCs w:val="28"/>
        </w:rPr>
        <w:t>правлени</w:t>
      </w:r>
      <w:r w:rsidR="00AE7692">
        <w:rPr>
          <w:szCs w:val="28"/>
        </w:rPr>
        <w:t>я</w:t>
      </w:r>
      <w:r w:rsidR="00AE7692" w:rsidRPr="00AE7692">
        <w:rPr>
          <w:szCs w:val="28"/>
        </w:rPr>
        <w:t xml:space="preserve"> по социальной и демографической политике</w:t>
      </w:r>
      <w:r w:rsidR="00AE7692">
        <w:rPr>
          <w:szCs w:val="28"/>
        </w:rPr>
        <w:t xml:space="preserve"> Правительства Ярославской области </w:t>
      </w:r>
      <w:proofErr w:type="spellStart"/>
      <w:r w:rsidR="00AE7692">
        <w:rPr>
          <w:szCs w:val="28"/>
        </w:rPr>
        <w:t>Башмашникова</w:t>
      </w:r>
      <w:proofErr w:type="spellEnd"/>
      <w:r w:rsidR="00AE7692">
        <w:rPr>
          <w:szCs w:val="28"/>
        </w:rPr>
        <w:t xml:space="preserve"> М.В.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AE7692">
        <w:rPr>
          <w:rFonts w:ascii="Times New Roman" w:hAnsi="Times New Roman"/>
          <w:sz w:val="28"/>
        </w:rPr>
        <w:t>____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Default="001816C9" w:rsidP="001E72D8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1816C9" w:rsidRDefault="001816C9" w:rsidP="001E72D8">
      <w:pPr>
        <w:jc w:val="both"/>
        <w:rPr>
          <w:szCs w:val="28"/>
        </w:rPr>
      </w:pPr>
    </w:p>
    <w:p w:rsidR="001816C9" w:rsidRPr="003D600E" w:rsidRDefault="001816C9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3F" w:rsidRDefault="00DA603F">
      <w:r>
        <w:separator/>
      </w:r>
    </w:p>
  </w:endnote>
  <w:endnote w:type="continuationSeparator" w:id="0">
    <w:p w:rsidR="00DA603F" w:rsidRDefault="00DA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3F" w:rsidRDefault="00DA603F">
      <w:r>
        <w:separator/>
      </w:r>
    </w:p>
  </w:footnote>
  <w:footnote w:type="continuationSeparator" w:id="0">
    <w:p w:rsidR="00DA603F" w:rsidRDefault="00DA6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16C9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155A8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514"/>
    <w:rsid w:val="00294E51"/>
    <w:rsid w:val="0029507F"/>
    <w:rsid w:val="00297EE9"/>
    <w:rsid w:val="002A15E1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6CAD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787C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4382"/>
    <w:rsid w:val="006E2583"/>
    <w:rsid w:val="006F04AE"/>
    <w:rsid w:val="00711302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72B"/>
    <w:rsid w:val="00901F12"/>
    <w:rsid w:val="00906205"/>
    <w:rsid w:val="00910985"/>
    <w:rsid w:val="0091505A"/>
    <w:rsid w:val="009231CF"/>
    <w:rsid w:val="00923B20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E2B54"/>
    <w:rsid w:val="00AE7692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250C8"/>
    <w:rsid w:val="00C25840"/>
    <w:rsid w:val="00C3328E"/>
    <w:rsid w:val="00C359E2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A603F"/>
    <w:rsid w:val="00DB57BB"/>
    <w:rsid w:val="00DC64DC"/>
    <w:rsid w:val="00DE02FD"/>
    <w:rsid w:val="00DE1C2A"/>
    <w:rsid w:val="00E0710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4BF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6CCA5-64CA-493F-A55D-84650430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2024-11-29T07:05:00Z</dcterms:created>
  <dcterms:modified xsi:type="dcterms:W3CDTF">2024-11-29T07:05:00Z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