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072FCF" w:rsidRPr="00072FCF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наделении органов местного самоуправления государственными полномочиями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985461" w:rsidRPr="00985461" w:rsidRDefault="00465C09" w:rsidP="00985461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985461" w:rsidRPr="00985461">
        <w:rPr>
          <w:szCs w:val="28"/>
        </w:rPr>
        <w:t>министр образования Ярославской области Лобода И.В.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B53C4F">
        <w:rPr>
          <w:rFonts w:ascii="Times New Roman" w:hAnsi="Times New Roman"/>
          <w:sz w:val="28"/>
        </w:rPr>
        <w:t>____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Default="00540256" w:rsidP="00540256">
      <w:pPr>
        <w:ind w:firstLine="709"/>
        <w:jc w:val="both"/>
        <w:rPr>
          <w:szCs w:val="28"/>
        </w:rPr>
      </w:pPr>
      <w:r>
        <w:rPr>
          <w:szCs w:val="28"/>
        </w:rPr>
        <w:t>С уважением,</w:t>
      </w:r>
    </w:p>
    <w:p w:rsidR="00540256" w:rsidRDefault="00540256" w:rsidP="00540256">
      <w:pPr>
        <w:ind w:firstLine="709"/>
        <w:jc w:val="both"/>
        <w:rPr>
          <w:szCs w:val="28"/>
        </w:rPr>
      </w:pPr>
    </w:p>
    <w:p w:rsidR="00540256" w:rsidRPr="003D600E" w:rsidRDefault="00540256" w:rsidP="00540256">
      <w:pPr>
        <w:ind w:firstLine="709"/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5CD2" w:rsidRPr="000009C5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7CA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4637CA">
        <w:rPr>
          <w:rFonts w:ascii="Times New Roman" w:hAnsi="Times New Roman" w:cs="Times New Roman"/>
          <w:sz w:val="24"/>
          <w:szCs w:val="24"/>
        </w:rPr>
        <w:t xml:space="preserve">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5E0" w:rsidRDefault="006C15E0">
      <w:r>
        <w:separator/>
      </w:r>
    </w:p>
  </w:endnote>
  <w:endnote w:type="continuationSeparator" w:id="0">
    <w:p w:rsidR="006C15E0" w:rsidRDefault="006C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5E0" w:rsidRDefault="006C15E0">
      <w:r>
        <w:separator/>
      </w:r>
    </w:p>
  </w:footnote>
  <w:footnote w:type="continuationSeparator" w:id="0">
    <w:p w:rsidR="006C15E0" w:rsidRDefault="006C15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09C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72FCF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52F2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8621E"/>
    <w:rsid w:val="00294E51"/>
    <w:rsid w:val="0029507F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0256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374CA"/>
    <w:rsid w:val="00643CED"/>
    <w:rsid w:val="00673E81"/>
    <w:rsid w:val="00690094"/>
    <w:rsid w:val="0069635A"/>
    <w:rsid w:val="006975C5"/>
    <w:rsid w:val="006A0365"/>
    <w:rsid w:val="006A0D06"/>
    <w:rsid w:val="006A74E1"/>
    <w:rsid w:val="006C15E0"/>
    <w:rsid w:val="006C329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85461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24B55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3C4F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E4AE5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B757A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E4080-98CD-4548-A875-1DC05C9E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2024-11-27T07:44:00Z</dcterms:created>
  <dcterms:modified xsi:type="dcterms:W3CDTF">2024-11-27T07:44:00Z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