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8A34DB" w:rsidRPr="008A34DB" w:rsidRDefault="008A34DB" w:rsidP="008A34DB">
      <w:pPr>
        <w:jc w:val="center"/>
        <w:rPr>
          <w:sz w:val="28"/>
          <w:szCs w:val="28"/>
        </w:rPr>
      </w:pPr>
    </w:p>
    <w:p w:rsidR="00B41ADF" w:rsidRPr="008A34DB" w:rsidRDefault="004478B7" w:rsidP="008A34DB">
      <w:pPr>
        <w:jc w:val="center"/>
        <w:rPr>
          <w:b/>
          <w:bCs/>
          <w:sz w:val="28"/>
          <w:szCs w:val="28"/>
        </w:rPr>
      </w:pPr>
      <w:r w:rsidRPr="008A34DB">
        <w:rPr>
          <w:b/>
          <w:bCs/>
          <w:sz w:val="28"/>
          <w:szCs w:val="28"/>
        </w:rPr>
        <w:t>О внесении изменений в Закон Ярославской области</w:t>
      </w:r>
      <w:r w:rsidR="008A34DB">
        <w:rPr>
          <w:b/>
          <w:bCs/>
          <w:sz w:val="28"/>
          <w:szCs w:val="28"/>
        </w:rPr>
        <w:br/>
      </w:r>
      <w:r w:rsidRPr="008A34DB">
        <w:rPr>
          <w:b/>
          <w:bCs/>
          <w:sz w:val="28"/>
          <w:szCs w:val="28"/>
        </w:rPr>
        <w:t>«</w:t>
      </w:r>
      <w:r w:rsidRPr="008A34DB">
        <w:rPr>
          <w:b/>
          <w:sz w:val="28"/>
          <w:szCs w:val="28"/>
        </w:rPr>
        <w:t>О регулировании отдельных отношений в сфере недропользования</w:t>
      </w:r>
      <w:r w:rsidRPr="008A34DB">
        <w:rPr>
          <w:b/>
          <w:bCs/>
          <w:sz w:val="28"/>
          <w:szCs w:val="28"/>
        </w:rPr>
        <w:t>»</w:t>
      </w:r>
    </w:p>
    <w:p w:rsidR="00267A72" w:rsidRPr="008A34DB" w:rsidRDefault="00267A72" w:rsidP="008A34DB">
      <w:pPr>
        <w:jc w:val="both"/>
        <w:rPr>
          <w:smallCaps/>
          <w:sz w:val="28"/>
          <w:szCs w:val="28"/>
        </w:rPr>
      </w:pPr>
    </w:p>
    <w:p w:rsidR="004A736B" w:rsidRPr="008A34DB" w:rsidRDefault="004A736B" w:rsidP="008A34DB">
      <w:pPr>
        <w:jc w:val="both"/>
        <w:rPr>
          <w:smallCaps/>
          <w:sz w:val="28"/>
          <w:szCs w:val="28"/>
        </w:rPr>
      </w:pPr>
    </w:p>
    <w:p w:rsidR="00B41ADF" w:rsidRPr="008A34DB" w:rsidRDefault="00B41ADF" w:rsidP="008A34DB">
      <w:pPr>
        <w:jc w:val="both"/>
        <w:rPr>
          <w:szCs w:val="28"/>
        </w:rPr>
      </w:pPr>
      <w:proofErr w:type="gramStart"/>
      <w:r w:rsidRPr="008A34DB">
        <w:rPr>
          <w:szCs w:val="28"/>
        </w:rPr>
        <w:t>Принят</w:t>
      </w:r>
      <w:proofErr w:type="gramEnd"/>
      <w:r w:rsidRPr="008A34DB">
        <w:rPr>
          <w:szCs w:val="28"/>
        </w:rPr>
        <w:t xml:space="preserve"> Ярославской областной Думой</w:t>
      </w:r>
    </w:p>
    <w:p w:rsidR="00B41ADF" w:rsidRPr="008A34DB" w:rsidRDefault="008A34DB" w:rsidP="008A34DB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21 дека</w:t>
      </w:r>
      <w:r w:rsidR="00E25667">
        <w:rPr>
          <w:szCs w:val="28"/>
        </w:rPr>
        <w:t>б</w:t>
      </w:r>
      <w:r>
        <w:rPr>
          <w:szCs w:val="28"/>
        </w:rPr>
        <w:t>ря</w:t>
      </w:r>
      <w:r w:rsidR="00E2069B" w:rsidRPr="008A34DB">
        <w:rPr>
          <w:szCs w:val="28"/>
        </w:rPr>
        <w:t xml:space="preserve"> 202</w:t>
      </w:r>
      <w:r w:rsidR="00EC2A15" w:rsidRPr="008A34DB">
        <w:rPr>
          <w:szCs w:val="28"/>
        </w:rPr>
        <w:t>1</w:t>
      </w:r>
      <w:r w:rsidR="00B41ADF" w:rsidRPr="008A34DB">
        <w:rPr>
          <w:szCs w:val="28"/>
        </w:rPr>
        <w:t xml:space="preserve"> года</w:t>
      </w:r>
    </w:p>
    <w:p w:rsidR="00B41ADF" w:rsidRPr="008A34DB" w:rsidRDefault="00B41ADF" w:rsidP="008A34DB">
      <w:pPr>
        <w:rPr>
          <w:sz w:val="28"/>
          <w:szCs w:val="28"/>
        </w:rPr>
      </w:pPr>
    </w:p>
    <w:p w:rsidR="00576931" w:rsidRPr="008A34DB" w:rsidRDefault="00576931" w:rsidP="008A34DB">
      <w:pPr>
        <w:rPr>
          <w:sz w:val="28"/>
          <w:szCs w:val="28"/>
        </w:rPr>
      </w:pPr>
    </w:p>
    <w:p w:rsidR="004478B7" w:rsidRPr="008A34DB" w:rsidRDefault="004478B7" w:rsidP="008A34D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A34DB">
        <w:rPr>
          <w:b/>
          <w:sz w:val="28"/>
          <w:szCs w:val="28"/>
        </w:rPr>
        <w:t>Статья 1</w:t>
      </w:r>
    </w:p>
    <w:p w:rsidR="004478B7" w:rsidRPr="008A34DB" w:rsidRDefault="004478B7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A34DB">
        <w:rPr>
          <w:sz w:val="28"/>
          <w:szCs w:val="28"/>
        </w:rPr>
        <w:t xml:space="preserve">Внести в </w:t>
      </w:r>
      <w:hyperlink r:id="rId8" w:history="1">
        <w:r w:rsidRPr="008A34DB">
          <w:rPr>
            <w:sz w:val="28"/>
            <w:szCs w:val="28"/>
          </w:rPr>
          <w:t>Закон</w:t>
        </w:r>
      </w:hyperlink>
      <w:r w:rsidRPr="008A34DB">
        <w:rPr>
          <w:sz w:val="28"/>
          <w:szCs w:val="28"/>
        </w:rPr>
        <w:t xml:space="preserve"> Ярославской области от 09.06.2009 № 30-з «О</w:t>
      </w:r>
      <w:r w:rsidR="008A34DB">
        <w:rPr>
          <w:sz w:val="28"/>
          <w:szCs w:val="28"/>
        </w:rPr>
        <w:t xml:space="preserve"> </w:t>
      </w:r>
      <w:r w:rsidRPr="008A34DB">
        <w:rPr>
          <w:sz w:val="28"/>
          <w:szCs w:val="28"/>
        </w:rPr>
        <w:t>регул</w:t>
      </w:r>
      <w:r w:rsidRPr="008A34DB">
        <w:rPr>
          <w:sz w:val="28"/>
          <w:szCs w:val="28"/>
        </w:rPr>
        <w:t>и</w:t>
      </w:r>
      <w:r w:rsidRPr="008A34DB">
        <w:rPr>
          <w:sz w:val="28"/>
          <w:szCs w:val="28"/>
        </w:rPr>
        <w:t>ровании отдельных отношений в сфере недропользования» (Губернские в</w:t>
      </w:r>
      <w:r w:rsidRPr="008A34DB">
        <w:rPr>
          <w:sz w:val="28"/>
          <w:szCs w:val="28"/>
        </w:rPr>
        <w:t>е</w:t>
      </w:r>
      <w:r w:rsidRPr="008A34DB">
        <w:rPr>
          <w:sz w:val="28"/>
          <w:szCs w:val="28"/>
        </w:rPr>
        <w:t>сти, 2009, 11 июня, № 51; Документ – Регион, 2011,</w:t>
      </w:r>
      <w:r w:rsidR="008C65AF" w:rsidRPr="008A34DB">
        <w:rPr>
          <w:sz w:val="28"/>
          <w:szCs w:val="28"/>
        </w:rPr>
        <w:t xml:space="preserve"> </w:t>
      </w:r>
      <w:r w:rsidRPr="008A34DB">
        <w:rPr>
          <w:sz w:val="28"/>
          <w:szCs w:val="28"/>
        </w:rPr>
        <w:t xml:space="preserve">8 апреля, № 26; </w:t>
      </w:r>
      <w:r w:rsidR="008C65AF" w:rsidRPr="008A34DB">
        <w:rPr>
          <w:sz w:val="28"/>
          <w:szCs w:val="28"/>
        </w:rPr>
        <w:t>14 июня, №</w:t>
      </w:r>
      <w:r w:rsidR="008C65AF" w:rsidRPr="008A34DB">
        <w:rPr>
          <w:rFonts w:eastAsiaTheme="minorHAnsi"/>
          <w:sz w:val="28"/>
          <w:szCs w:val="28"/>
          <w:lang w:eastAsia="en-US"/>
        </w:rPr>
        <w:t xml:space="preserve"> 45; </w:t>
      </w:r>
      <w:r w:rsidR="008C65AF" w:rsidRPr="008A34DB">
        <w:rPr>
          <w:sz w:val="28"/>
          <w:szCs w:val="28"/>
        </w:rPr>
        <w:t>11 </w:t>
      </w:r>
      <w:r w:rsidRPr="008A34DB">
        <w:rPr>
          <w:sz w:val="28"/>
          <w:szCs w:val="28"/>
        </w:rPr>
        <w:t>ноября, № 93; 2012, 1 октября, № 81; 2013, 6</w:t>
      </w:r>
      <w:r w:rsidR="008C65AF" w:rsidRPr="008A34DB">
        <w:rPr>
          <w:sz w:val="28"/>
          <w:szCs w:val="28"/>
        </w:rPr>
        <w:t> </w:t>
      </w:r>
      <w:r w:rsidRPr="008A34DB">
        <w:rPr>
          <w:sz w:val="28"/>
          <w:szCs w:val="28"/>
        </w:rPr>
        <w:t xml:space="preserve">декабря, № 97; 2015, </w:t>
      </w:r>
      <w:r w:rsidR="008C65AF" w:rsidRPr="008A34DB">
        <w:rPr>
          <w:sz w:val="28"/>
          <w:szCs w:val="28"/>
        </w:rPr>
        <w:t>14 </w:t>
      </w:r>
      <w:r w:rsidRPr="008A34DB">
        <w:rPr>
          <w:sz w:val="28"/>
          <w:szCs w:val="28"/>
        </w:rPr>
        <w:t xml:space="preserve">апреля, № 29; </w:t>
      </w:r>
      <w:r w:rsidR="008C65AF" w:rsidRPr="008A34DB">
        <w:rPr>
          <w:sz w:val="28"/>
          <w:szCs w:val="28"/>
        </w:rPr>
        <w:t>30 декабря, № 110; 2017, 16 июня, № </w:t>
      </w:r>
      <w:r w:rsidRPr="008A34DB">
        <w:rPr>
          <w:sz w:val="28"/>
          <w:szCs w:val="28"/>
        </w:rPr>
        <w:t>47; 2019, 5 апреля, №</w:t>
      </w:r>
      <w:r w:rsidR="008C65AF" w:rsidRPr="008A34DB">
        <w:rPr>
          <w:sz w:val="28"/>
          <w:szCs w:val="28"/>
        </w:rPr>
        <w:t> </w:t>
      </w:r>
      <w:r w:rsidRPr="008A34DB">
        <w:rPr>
          <w:sz w:val="28"/>
          <w:szCs w:val="28"/>
        </w:rPr>
        <w:t xml:space="preserve">27; 2020, 10 марта, № 20-а; </w:t>
      </w:r>
      <w:r w:rsidR="008C65AF" w:rsidRPr="008A34DB">
        <w:rPr>
          <w:sz w:val="28"/>
          <w:szCs w:val="28"/>
        </w:rPr>
        <w:t>30 сентября</w:t>
      </w:r>
      <w:r w:rsidR="00D4722A" w:rsidRPr="008A34DB">
        <w:rPr>
          <w:sz w:val="28"/>
          <w:szCs w:val="28"/>
        </w:rPr>
        <w:t>,</w:t>
      </w:r>
      <w:r w:rsidR="008C65AF" w:rsidRPr="008A34DB">
        <w:rPr>
          <w:sz w:val="28"/>
          <w:szCs w:val="28"/>
        </w:rPr>
        <w:t xml:space="preserve"> № 82; 2021, 9 </w:t>
      </w:r>
      <w:r w:rsidRPr="008A34DB">
        <w:rPr>
          <w:sz w:val="28"/>
          <w:szCs w:val="28"/>
        </w:rPr>
        <w:t>июля, № 55</w:t>
      </w:r>
      <w:r w:rsidR="008C65AF" w:rsidRPr="008A34DB">
        <w:rPr>
          <w:sz w:val="28"/>
          <w:szCs w:val="28"/>
        </w:rPr>
        <w:t xml:space="preserve">) </w:t>
      </w:r>
      <w:r w:rsidRPr="008A34DB">
        <w:rPr>
          <w:sz w:val="28"/>
          <w:szCs w:val="28"/>
        </w:rPr>
        <w:t>след</w:t>
      </w:r>
      <w:r w:rsidRPr="008A34DB">
        <w:rPr>
          <w:sz w:val="28"/>
          <w:szCs w:val="28"/>
        </w:rPr>
        <w:t>у</w:t>
      </w:r>
      <w:r w:rsidRPr="008A34DB">
        <w:rPr>
          <w:sz w:val="28"/>
          <w:szCs w:val="28"/>
        </w:rPr>
        <w:t>ющие изменения:</w:t>
      </w:r>
      <w:r w:rsidRPr="008A34DB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EA14BA" w:rsidRPr="008A34DB" w:rsidRDefault="008C65AF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sz w:val="28"/>
          <w:szCs w:val="28"/>
        </w:rPr>
        <w:t xml:space="preserve">1) </w:t>
      </w:r>
      <w:hyperlink r:id="rId9" w:history="1">
        <w:r w:rsidR="00EA14BA" w:rsidRPr="008A34DB">
          <w:rPr>
            <w:rFonts w:eastAsiaTheme="minorHAnsi"/>
            <w:sz w:val="28"/>
            <w:szCs w:val="28"/>
            <w:lang w:eastAsia="en-US"/>
          </w:rPr>
          <w:t>пункт</w:t>
        </w:r>
      </w:hyperlink>
      <w:r w:rsidR="00EA14BA" w:rsidRPr="008A34DB">
        <w:rPr>
          <w:rFonts w:eastAsiaTheme="minorHAnsi"/>
          <w:sz w:val="28"/>
          <w:szCs w:val="28"/>
          <w:lang w:eastAsia="en-US"/>
        </w:rPr>
        <w:t xml:space="preserve"> 10 части 1 статьи 1 изложить в следующей редакции:</w:t>
      </w:r>
    </w:p>
    <w:p w:rsidR="00EA14BA" w:rsidRPr="008A34DB" w:rsidRDefault="00EA14BA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 xml:space="preserve">«10) </w:t>
      </w:r>
      <w:r w:rsidRPr="008A34DB">
        <w:rPr>
          <w:rFonts w:eastAsiaTheme="minorHAnsi"/>
          <w:bCs/>
          <w:sz w:val="28"/>
          <w:szCs w:val="28"/>
          <w:lang w:eastAsia="en-US"/>
        </w:rPr>
        <w:t>согласования технических проектов разработки месторождений общераспространенных полезных ископаемых, технических проектов стро</w:t>
      </w:r>
      <w:r w:rsidRPr="008A34DB">
        <w:rPr>
          <w:rFonts w:eastAsiaTheme="minorHAnsi"/>
          <w:bCs/>
          <w:sz w:val="28"/>
          <w:szCs w:val="28"/>
          <w:lang w:eastAsia="en-US"/>
        </w:rPr>
        <w:t>и</w:t>
      </w:r>
      <w:r w:rsidRPr="008A34DB">
        <w:rPr>
          <w:rFonts w:eastAsiaTheme="minorHAnsi"/>
          <w:bCs/>
          <w:sz w:val="28"/>
          <w:szCs w:val="28"/>
          <w:lang w:eastAsia="en-US"/>
        </w:rPr>
        <w:t>тельства и эксплуатации подземных сооружений местного и регионального значения, не связанных с добычей полезных ископаемых, технических пр</w:t>
      </w:r>
      <w:r w:rsidRPr="008A34DB">
        <w:rPr>
          <w:rFonts w:eastAsiaTheme="minorHAnsi"/>
          <w:bCs/>
          <w:sz w:val="28"/>
          <w:szCs w:val="28"/>
          <w:lang w:eastAsia="en-US"/>
        </w:rPr>
        <w:t>о</w:t>
      </w:r>
      <w:r w:rsidRPr="008A34DB">
        <w:rPr>
          <w:rFonts w:eastAsiaTheme="minorHAnsi"/>
          <w:bCs/>
          <w:sz w:val="28"/>
          <w:szCs w:val="28"/>
          <w:lang w:eastAsia="en-US"/>
        </w:rPr>
        <w:t>ектов ликвидации и консервации горных выработок, буровых скважин и иных сооружений, связанных с пользованием недрами в отношении участков недр местного значения</w:t>
      </w:r>
      <w:proofErr w:type="gramStart"/>
      <w:r w:rsidRPr="008A34DB">
        <w:rPr>
          <w:rFonts w:eastAsiaTheme="minorHAnsi"/>
          <w:bCs/>
          <w:sz w:val="28"/>
          <w:szCs w:val="28"/>
          <w:lang w:eastAsia="en-US"/>
        </w:rPr>
        <w:t>;</w:t>
      </w:r>
      <w:r w:rsidRPr="008A34DB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8A34DB">
        <w:rPr>
          <w:rFonts w:eastAsiaTheme="minorHAnsi"/>
          <w:sz w:val="28"/>
          <w:szCs w:val="28"/>
          <w:lang w:eastAsia="en-US"/>
        </w:rPr>
        <w:t>;</w:t>
      </w:r>
    </w:p>
    <w:p w:rsidR="00EA14BA" w:rsidRPr="008A34DB" w:rsidRDefault="00EA14BA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>2) часть 2 статьи 4 изложить в следующей редакции:</w:t>
      </w:r>
    </w:p>
    <w:p w:rsidR="00EA14BA" w:rsidRPr="008A34DB" w:rsidRDefault="00EA14BA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>«2. Принятие решения о проведении аукциона, о составе аукционной комиссии в отношении участков недр местного значения осуществляется уполномоченным органом</w:t>
      </w:r>
      <w:proofErr w:type="gramStart"/>
      <w:r w:rsidRPr="008A34DB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EA14BA" w:rsidRPr="008A34DB" w:rsidRDefault="00EA14BA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 xml:space="preserve">3) </w:t>
      </w:r>
      <w:r w:rsidR="0075112D" w:rsidRPr="008A34DB">
        <w:rPr>
          <w:rFonts w:eastAsiaTheme="minorHAnsi"/>
          <w:sz w:val="28"/>
          <w:szCs w:val="28"/>
          <w:lang w:eastAsia="en-US"/>
        </w:rPr>
        <w:t>стать</w:t>
      </w:r>
      <w:r w:rsidR="007339D8" w:rsidRPr="008A34DB">
        <w:rPr>
          <w:rFonts w:eastAsiaTheme="minorHAnsi"/>
          <w:sz w:val="28"/>
          <w:szCs w:val="28"/>
          <w:lang w:eastAsia="en-US"/>
        </w:rPr>
        <w:t>ю</w:t>
      </w:r>
      <w:r w:rsidR="0075112D" w:rsidRPr="008A34DB">
        <w:rPr>
          <w:rFonts w:eastAsiaTheme="minorHAnsi"/>
          <w:sz w:val="28"/>
          <w:szCs w:val="28"/>
          <w:lang w:eastAsia="en-US"/>
        </w:rPr>
        <w:t xml:space="preserve"> 5</w:t>
      </w:r>
      <w:r w:rsidR="007339D8" w:rsidRPr="008A34DB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75112D" w:rsidRPr="008A34DB">
        <w:rPr>
          <w:rFonts w:eastAsiaTheme="minorHAnsi"/>
          <w:sz w:val="28"/>
          <w:szCs w:val="28"/>
          <w:lang w:eastAsia="en-US"/>
        </w:rPr>
        <w:t>:</w:t>
      </w:r>
    </w:p>
    <w:p w:rsidR="007339D8" w:rsidRPr="008A34DB" w:rsidRDefault="007339D8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 xml:space="preserve">«Статья 5. </w:t>
      </w:r>
      <w:r w:rsidRPr="008A34DB">
        <w:rPr>
          <w:rFonts w:eastAsiaTheme="minorHAnsi"/>
          <w:b/>
          <w:sz w:val="28"/>
          <w:szCs w:val="28"/>
          <w:lang w:eastAsia="en-US"/>
        </w:rPr>
        <w:t>Лицензирование пользования недрами</w:t>
      </w:r>
    </w:p>
    <w:p w:rsidR="007339D8" w:rsidRPr="008A34DB" w:rsidRDefault="007339D8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t>1. Предоставление недр в пользование оформляется специальным гос</w:t>
      </w:r>
      <w:r w:rsidRPr="008A34DB">
        <w:rPr>
          <w:rFonts w:eastAsiaTheme="minorHAnsi"/>
          <w:sz w:val="28"/>
          <w:szCs w:val="28"/>
          <w:lang w:eastAsia="en-US"/>
        </w:rPr>
        <w:t>у</w:t>
      </w:r>
      <w:r w:rsidRPr="008A34DB">
        <w:rPr>
          <w:rFonts w:eastAsiaTheme="minorHAnsi"/>
          <w:sz w:val="28"/>
          <w:szCs w:val="28"/>
          <w:lang w:eastAsia="en-US"/>
        </w:rPr>
        <w:t>дарственным разрешением в виде лицензии на пользование недрами, за и</w:t>
      </w:r>
      <w:r w:rsidRPr="008A34DB">
        <w:rPr>
          <w:rFonts w:eastAsiaTheme="minorHAnsi"/>
          <w:sz w:val="28"/>
          <w:szCs w:val="28"/>
          <w:lang w:eastAsia="en-US"/>
        </w:rPr>
        <w:t>с</w:t>
      </w:r>
      <w:r w:rsidRPr="008A34DB">
        <w:rPr>
          <w:rFonts w:eastAsiaTheme="minorHAnsi"/>
          <w:sz w:val="28"/>
          <w:szCs w:val="28"/>
          <w:lang w:eastAsia="en-US"/>
        </w:rPr>
        <w:t xml:space="preserve">ключением случаев, установленных Законом </w:t>
      </w:r>
      <w:r w:rsidRPr="008A34DB">
        <w:rPr>
          <w:bCs/>
          <w:sz w:val="28"/>
          <w:szCs w:val="28"/>
        </w:rPr>
        <w:t>Российской Федерации «О недрах»</w:t>
      </w:r>
      <w:r w:rsidRPr="008A34DB">
        <w:rPr>
          <w:rFonts w:eastAsiaTheme="minorHAnsi"/>
          <w:sz w:val="28"/>
          <w:szCs w:val="28"/>
          <w:lang w:eastAsia="en-US"/>
        </w:rPr>
        <w:t>.</w:t>
      </w:r>
    </w:p>
    <w:p w:rsidR="008A34DB" w:rsidRDefault="008A34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7339D8" w:rsidRPr="008A34DB" w:rsidRDefault="007339D8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rFonts w:eastAsiaTheme="minorHAnsi"/>
          <w:sz w:val="28"/>
          <w:szCs w:val="28"/>
          <w:lang w:eastAsia="en-US"/>
        </w:rPr>
        <w:lastRenderedPageBreak/>
        <w:t>2. Лицензирование пользования недрами</w:t>
      </w:r>
      <w:r w:rsidRPr="008A34DB">
        <w:rPr>
          <w:rFonts w:eastAsiaTheme="minorHAnsi"/>
          <w:bCs/>
          <w:sz w:val="28"/>
          <w:szCs w:val="28"/>
          <w:lang w:eastAsia="en-US"/>
        </w:rPr>
        <w:t xml:space="preserve"> в отношении участков недр</w:t>
      </w:r>
      <w:r w:rsidR="00B67AFD" w:rsidRPr="008A34DB">
        <w:rPr>
          <w:rFonts w:eastAsiaTheme="minorHAnsi"/>
          <w:bCs/>
          <w:sz w:val="28"/>
          <w:szCs w:val="28"/>
          <w:lang w:eastAsia="en-US"/>
        </w:rPr>
        <w:t xml:space="preserve"> местного значения</w:t>
      </w:r>
      <w:r w:rsidRPr="008A34DB">
        <w:rPr>
          <w:rFonts w:eastAsiaTheme="minorHAnsi"/>
          <w:sz w:val="28"/>
          <w:szCs w:val="28"/>
          <w:lang w:eastAsia="en-US"/>
        </w:rPr>
        <w:t>, находящихся на территории Ярославской области, обе</w:t>
      </w:r>
      <w:r w:rsidRPr="008A34DB">
        <w:rPr>
          <w:rFonts w:eastAsiaTheme="minorHAnsi"/>
          <w:sz w:val="28"/>
          <w:szCs w:val="28"/>
          <w:lang w:eastAsia="en-US"/>
        </w:rPr>
        <w:t>с</w:t>
      </w:r>
      <w:r w:rsidRPr="008A34DB">
        <w:rPr>
          <w:rFonts w:eastAsiaTheme="minorHAnsi"/>
          <w:sz w:val="28"/>
          <w:szCs w:val="28"/>
          <w:lang w:eastAsia="en-US"/>
        </w:rPr>
        <w:t>печивается Правительством Ярославской области, уполномоченным органом в соответствии с федеральным законодательством.</w:t>
      </w:r>
    </w:p>
    <w:p w:rsidR="007339D8" w:rsidRPr="008A34DB" w:rsidRDefault="007339D8" w:rsidP="008A34DB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8A34DB">
        <w:rPr>
          <w:rFonts w:eastAsiaTheme="minorHAnsi"/>
          <w:sz w:val="28"/>
          <w:szCs w:val="28"/>
          <w:lang w:eastAsia="en-US"/>
        </w:rPr>
        <w:t xml:space="preserve">3. </w:t>
      </w:r>
      <w:r w:rsidRPr="008A34DB">
        <w:rPr>
          <w:sz w:val="28"/>
          <w:szCs w:val="28"/>
        </w:rPr>
        <w:t>Порядок оформления, государственной регистрации и выдачи лице</w:t>
      </w:r>
      <w:r w:rsidRPr="008A34DB">
        <w:rPr>
          <w:sz w:val="28"/>
          <w:szCs w:val="28"/>
        </w:rPr>
        <w:t>н</w:t>
      </w:r>
      <w:r w:rsidRPr="008A34DB">
        <w:rPr>
          <w:sz w:val="28"/>
          <w:szCs w:val="28"/>
        </w:rPr>
        <w:t>зий на пользование недрами, порядок внесения изменений в лицензии на пользование недрами, порядок переоформления лицензий на пользование недрами</w:t>
      </w:r>
      <w:r w:rsidRPr="008A34DB">
        <w:rPr>
          <w:bCs/>
          <w:sz w:val="28"/>
          <w:szCs w:val="28"/>
        </w:rPr>
        <w:t xml:space="preserve"> в отношении лицензий на пользование участками недр местного значения</w:t>
      </w:r>
      <w:r w:rsidRPr="008A34DB">
        <w:rPr>
          <w:sz w:val="28"/>
          <w:szCs w:val="28"/>
        </w:rPr>
        <w:t xml:space="preserve"> устанавлива</w:t>
      </w:r>
      <w:r w:rsidR="006E3350" w:rsidRPr="008A34DB">
        <w:rPr>
          <w:sz w:val="28"/>
          <w:szCs w:val="28"/>
        </w:rPr>
        <w:t>ю</w:t>
      </w:r>
      <w:r w:rsidRPr="008A34DB">
        <w:rPr>
          <w:sz w:val="28"/>
          <w:szCs w:val="28"/>
        </w:rPr>
        <w:t>тся Правительством Ярославской области.</w:t>
      </w:r>
    </w:p>
    <w:p w:rsidR="0075112D" w:rsidRPr="008A34DB" w:rsidRDefault="007339D8" w:rsidP="008A34D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bCs/>
          <w:sz w:val="28"/>
          <w:szCs w:val="28"/>
        </w:rPr>
        <w:t>4. Оформление, государственная регистрация, выдача лицензии на пользование недрами, внесение изменений в лицензию на пользование недрами, переоформление лицензии на пользование недрами в отношении лицензий на пользование участк</w:t>
      </w:r>
      <w:r w:rsidR="00E25667">
        <w:rPr>
          <w:bCs/>
          <w:sz w:val="28"/>
          <w:szCs w:val="28"/>
        </w:rPr>
        <w:t>ами</w:t>
      </w:r>
      <w:r w:rsidRPr="008A34DB">
        <w:rPr>
          <w:bCs/>
          <w:sz w:val="28"/>
          <w:szCs w:val="28"/>
        </w:rPr>
        <w:t xml:space="preserve"> недр местного значения </w:t>
      </w:r>
      <w:r w:rsidRPr="008A34DB">
        <w:rPr>
          <w:sz w:val="28"/>
          <w:szCs w:val="28"/>
        </w:rPr>
        <w:t>осуществля</w:t>
      </w:r>
      <w:r w:rsidR="008C1575" w:rsidRPr="008A34DB">
        <w:rPr>
          <w:sz w:val="28"/>
          <w:szCs w:val="28"/>
        </w:rPr>
        <w:t>ю</w:t>
      </w:r>
      <w:r w:rsidRPr="008A34DB">
        <w:rPr>
          <w:sz w:val="28"/>
          <w:szCs w:val="28"/>
        </w:rPr>
        <w:t>тся уполномоченным органом.</w:t>
      </w:r>
      <w:r w:rsidR="0075112D" w:rsidRPr="008A34DB">
        <w:rPr>
          <w:rFonts w:eastAsiaTheme="minorHAnsi"/>
          <w:sz w:val="28"/>
          <w:szCs w:val="28"/>
          <w:lang w:eastAsia="en-US"/>
        </w:rPr>
        <w:t>»;</w:t>
      </w:r>
    </w:p>
    <w:p w:rsidR="001820B7" w:rsidRPr="008A34DB" w:rsidRDefault="009D6383" w:rsidP="008A34D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A34DB">
        <w:rPr>
          <w:sz w:val="28"/>
          <w:szCs w:val="28"/>
        </w:rPr>
        <w:t>4</w:t>
      </w:r>
      <w:r w:rsidR="00A05D17" w:rsidRPr="008A34DB">
        <w:rPr>
          <w:sz w:val="28"/>
          <w:szCs w:val="28"/>
        </w:rPr>
        <w:t xml:space="preserve">) </w:t>
      </w:r>
      <w:r w:rsidR="008C65AF" w:rsidRPr="008A34DB">
        <w:rPr>
          <w:sz w:val="28"/>
          <w:szCs w:val="28"/>
        </w:rPr>
        <w:t xml:space="preserve">в части 1 </w:t>
      </w:r>
      <w:r w:rsidR="001820B7" w:rsidRPr="008A34DB">
        <w:rPr>
          <w:sz w:val="28"/>
          <w:szCs w:val="28"/>
        </w:rPr>
        <w:t xml:space="preserve">статьи 7: </w:t>
      </w:r>
    </w:p>
    <w:p w:rsidR="00151110" w:rsidRPr="008A34DB" w:rsidRDefault="00151110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sz w:val="28"/>
          <w:szCs w:val="28"/>
        </w:rPr>
        <w:t>а) в пункте 1 слова «</w:t>
      </w:r>
      <w:r w:rsidRPr="008A34DB">
        <w:rPr>
          <w:rFonts w:eastAsiaTheme="minorHAnsi"/>
          <w:sz w:val="28"/>
          <w:szCs w:val="28"/>
          <w:lang w:eastAsia="en-US"/>
        </w:rPr>
        <w:t>порядок предоставления участков недр местного значения в пользование» заменить словами «порядок предоставления права пользования участком недр местного значения»;</w:t>
      </w:r>
    </w:p>
    <w:p w:rsidR="001820B7" w:rsidRPr="008A34DB" w:rsidRDefault="00151110" w:rsidP="008A34D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A34DB">
        <w:rPr>
          <w:sz w:val="28"/>
          <w:szCs w:val="28"/>
        </w:rPr>
        <w:t>б</w:t>
      </w:r>
      <w:r w:rsidR="001820B7" w:rsidRPr="008A34DB">
        <w:rPr>
          <w:sz w:val="28"/>
          <w:szCs w:val="28"/>
        </w:rPr>
        <w:t xml:space="preserve">) пункт 5 изложить в следующей редакции: </w:t>
      </w:r>
    </w:p>
    <w:p w:rsidR="001820B7" w:rsidRPr="008A34DB" w:rsidRDefault="001820B7" w:rsidP="008A34DB">
      <w:pPr>
        <w:ind w:firstLine="709"/>
        <w:jc w:val="both"/>
        <w:rPr>
          <w:sz w:val="28"/>
          <w:szCs w:val="28"/>
        </w:rPr>
      </w:pPr>
      <w:r w:rsidRPr="008A34DB">
        <w:rPr>
          <w:sz w:val="28"/>
          <w:szCs w:val="28"/>
        </w:rPr>
        <w:t>«5) порядок предоставления права пользования участк</w:t>
      </w:r>
      <w:r w:rsidR="00DC47F5" w:rsidRPr="008A34DB">
        <w:rPr>
          <w:sz w:val="28"/>
          <w:szCs w:val="28"/>
        </w:rPr>
        <w:t>ом</w:t>
      </w:r>
      <w:r w:rsidRPr="008A34DB">
        <w:rPr>
          <w:sz w:val="28"/>
          <w:szCs w:val="28"/>
        </w:rPr>
        <w:t xml:space="preserve"> недр местн</w:t>
      </w:r>
      <w:r w:rsidRPr="008A34DB">
        <w:rPr>
          <w:sz w:val="28"/>
          <w:szCs w:val="28"/>
        </w:rPr>
        <w:t>о</w:t>
      </w:r>
      <w:r w:rsidRPr="008A34DB">
        <w:rPr>
          <w:sz w:val="28"/>
          <w:szCs w:val="28"/>
        </w:rPr>
        <w:t xml:space="preserve">го значения для геологического изучения </w:t>
      </w:r>
      <w:r w:rsidR="00A14B39" w:rsidRPr="008A34DB">
        <w:rPr>
          <w:sz w:val="28"/>
          <w:szCs w:val="28"/>
        </w:rPr>
        <w:t xml:space="preserve">недр </w:t>
      </w:r>
      <w:r w:rsidRPr="008A34DB">
        <w:rPr>
          <w:sz w:val="28"/>
          <w:szCs w:val="28"/>
        </w:rPr>
        <w:t>в целях поисков и оценки по</w:t>
      </w:r>
      <w:r w:rsidRPr="008A34DB">
        <w:rPr>
          <w:sz w:val="28"/>
          <w:szCs w:val="28"/>
        </w:rPr>
        <w:t>д</w:t>
      </w:r>
      <w:r w:rsidRPr="008A34DB">
        <w:rPr>
          <w:sz w:val="28"/>
          <w:szCs w:val="28"/>
        </w:rPr>
        <w:t xml:space="preserve">земных вод, для разведки и добычи подземных вод или для геологического изучения </w:t>
      </w:r>
      <w:r w:rsidR="00A14B39" w:rsidRPr="008A34DB">
        <w:rPr>
          <w:sz w:val="28"/>
          <w:szCs w:val="28"/>
        </w:rPr>
        <w:t xml:space="preserve">недр </w:t>
      </w:r>
      <w:r w:rsidRPr="008A34DB">
        <w:rPr>
          <w:sz w:val="28"/>
          <w:szCs w:val="28"/>
        </w:rPr>
        <w:t>в целях поисков и оценки подземных вод, их разведки и доб</w:t>
      </w:r>
      <w:r w:rsidRPr="008A34DB">
        <w:rPr>
          <w:sz w:val="28"/>
          <w:szCs w:val="28"/>
        </w:rPr>
        <w:t>ы</w:t>
      </w:r>
      <w:r w:rsidRPr="008A34DB">
        <w:rPr>
          <w:sz w:val="28"/>
          <w:szCs w:val="28"/>
        </w:rPr>
        <w:t>чи</w:t>
      </w:r>
      <w:proofErr w:type="gramStart"/>
      <w:r w:rsidR="00A72985" w:rsidRPr="008A34DB">
        <w:rPr>
          <w:sz w:val="28"/>
          <w:szCs w:val="28"/>
        </w:rPr>
        <w:t>;</w:t>
      </w:r>
      <w:r w:rsidRPr="008A34DB">
        <w:rPr>
          <w:sz w:val="28"/>
          <w:szCs w:val="28"/>
        </w:rPr>
        <w:t>»</w:t>
      </w:r>
      <w:proofErr w:type="gramEnd"/>
      <w:r w:rsidRPr="008A34DB">
        <w:rPr>
          <w:sz w:val="28"/>
          <w:szCs w:val="28"/>
        </w:rPr>
        <w:t>;</w:t>
      </w:r>
    </w:p>
    <w:p w:rsidR="00151110" w:rsidRPr="008A34DB" w:rsidRDefault="00151110" w:rsidP="008A34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34DB">
        <w:rPr>
          <w:sz w:val="28"/>
          <w:szCs w:val="28"/>
        </w:rPr>
        <w:t xml:space="preserve">в) </w:t>
      </w:r>
      <w:r w:rsidR="00600F39" w:rsidRPr="008A34DB">
        <w:rPr>
          <w:sz w:val="28"/>
          <w:szCs w:val="28"/>
        </w:rPr>
        <w:t>в пункте 6 слова «</w:t>
      </w:r>
      <w:r w:rsidR="00600F39" w:rsidRPr="008A34DB">
        <w:rPr>
          <w:rFonts w:eastAsiaTheme="minorHAnsi"/>
          <w:sz w:val="28"/>
          <w:szCs w:val="28"/>
          <w:lang w:eastAsia="en-US"/>
        </w:rPr>
        <w:t>порядок предоставления участков недр местного значения в пользование» заменить словами «порядок предоставления права пользования участком недр местного значения»;</w:t>
      </w:r>
    </w:p>
    <w:p w:rsidR="001820B7" w:rsidRPr="008A34DB" w:rsidRDefault="00600F39" w:rsidP="008A34DB">
      <w:pPr>
        <w:ind w:firstLine="709"/>
        <w:jc w:val="both"/>
        <w:rPr>
          <w:sz w:val="28"/>
          <w:szCs w:val="28"/>
        </w:rPr>
      </w:pPr>
      <w:r w:rsidRPr="008A34DB">
        <w:rPr>
          <w:sz w:val="28"/>
          <w:szCs w:val="28"/>
        </w:rPr>
        <w:t>г</w:t>
      </w:r>
      <w:r w:rsidR="001820B7" w:rsidRPr="008A34DB">
        <w:rPr>
          <w:sz w:val="28"/>
          <w:szCs w:val="28"/>
        </w:rPr>
        <w:t>) дополнить пункт</w:t>
      </w:r>
      <w:r w:rsidR="009D6383" w:rsidRPr="008A34DB">
        <w:rPr>
          <w:sz w:val="28"/>
          <w:szCs w:val="28"/>
        </w:rPr>
        <w:t>ами</w:t>
      </w:r>
      <w:r w:rsidR="001820B7" w:rsidRPr="008A34DB">
        <w:rPr>
          <w:sz w:val="28"/>
          <w:szCs w:val="28"/>
        </w:rPr>
        <w:t xml:space="preserve"> 7 </w:t>
      </w:r>
      <w:r w:rsidR="009D6383" w:rsidRPr="008A34DB">
        <w:rPr>
          <w:sz w:val="28"/>
          <w:szCs w:val="28"/>
        </w:rPr>
        <w:t xml:space="preserve">и 8 </w:t>
      </w:r>
      <w:r w:rsidR="001820B7" w:rsidRPr="008A34DB">
        <w:rPr>
          <w:sz w:val="28"/>
          <w:szCs w:val="28"/>
        </w:rPr>
        <w:t>следующего содержания:</w:t>
      </w:r>
    </w:p>
    <w:p w:rsidR="009D6383" w:rsidRPr="008A34DB" w:rsidRDefault="001820B7" w:rsidP="008A34DB">
      <w:pPr>
        <w:ind w:firstLine="709"/>
        <w:jc w:val="both"/>
        <w:rPr>
          <w:sz w:val="28"/>
          <w:szCs w:val="28"/>
        </w:rPr>
      </w:pPr>
      <w:proofErr w:type="gramStart"/>
      <w:r w:rsidRPr="008A34DB">
        <w:rPr>
          <w:sz w:val="28"/>
          <w:szCs w:val="28"/>
        </w:rPr>
        <w:t xml:space="preserve">«7) </w:t>
      </w:r>
      <w:r w:rsidR="00A14B39" w:rsidRPr="008A34DB">
        <w:rPr>
          <w:sz w:val="28"/>
          <w:szCs w:val="28"/>
        </w:rPr>
        <w:t>п</w:t>
      </w:r>
      <w:r w:rsidRPr="008A34DB">
        <w:rPr>
          <w:sz w:val="28"/>
          <w:szCs w:val="28"/>
        </w:rPr>
        <w:t>орядок предоставления права пользования участком недр местн</w:t>
      </w:r>
      <w:r w:rsidRPr="008A34DB">
        <w:rPr>
          <w:sz w:val="28"/>
          <w:szCs w:val="28"/>
        </w:rPr>
        <w:t>о</w:t>
      </w:r>
      <w:r w:rsidRPr="008A34DB">
        <w:rPr>
          <w:sz w:val="28"/>
          <w:szCs w:val="28"/>
        </w:rPr>
        <w:t>го значения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для строительства и эксплуатации подземных сооружений местного и регионального значения, не связанны</w:t>
      </w:r>
      <w:r w:rsidR="009D6383" w:rsidRPr="008A34DB">
        <w:rPr>
          <w:sz w:val="28"/>
          <w:szCs w:val="28"/>
        </w:rPr>
        <w:t>х с добычей полезных ископаемых;</w:t>
      </w:r>
      <w:proofErr w:type="gramEnd"/>
    </w:p>
    <w:p w:rsidR="001820B7" w:rsidRPr="008A34DB" w:rsidRDefault="009D6383" w:rsidP="008A34DB">
      <w:pPr>
        <w:ind w:firstLine="709"/>
        <w:jc w:val="both"/>
        <w:rPr>
          <w:sz w:val="28"/>
          <w:szCs w:val="28"/>
        </w:rPr>
      </w:pPr>
      <w:r w:rsidRPr="008A34DB">
        <w:rPr>
          <w:sz w:val="28"/>
          <w:szCs w:val="28"/>
        </w:rPr>
        <w:t>8) порядок прекращения права пользования недрами, в том числе д</w:t>
      </w:r>
      <w:r w:rsidRPr="008A34DB">
        <w:rPr>
          <w:sz w:val="28"/>
          <w:szCs w:val="28"/>
        </w:rPr>
        <w:t>о</w:t>
      </w:r>
      <w:r w:rsidRPr="008A34DB">
        <w:rPr>
          <w:sz w:val="28"/>
          <w:szCs w:val="28"/>
        </w:rPr>
        <w:t>срочного, приостановления осуществления права пользования недрами и ограничения права пользования недрами в отношении участков недр местн</w:t>
      </w:r>
      <w:r w:rsidRPr="008A34DB">
        <w:rPr>
          <w:sz w:val="28"/>
          <w:szCs w:val="28"/>
        </w:rPr>
        <w:t>о</w:t>
      </w:r>
      <w:r w:rsidRPr="008A34DB">
        <w:rPr>
          <w:sz w:val="28"/>
          <w:szCs w:val="28"/>
        </w:rPr>
        <w:t>го значения</w:t>
      </w:r>
      <w:proofErr w:type="gramStart"/>
      <w:r w:rsidRPr="008A34DB">
        <w:rPr>
          <w:sz w:val="28"/>
          <w:szCs w:val="28"/>
        </w:rPr>
        <w:t>.</w:t>
      </w:r>
      <w:r w:rsidR="001820B7" w:rsidRPr="008A34DB">
        <w:rPr>
          <w:sz w:val="28"/>
          <w:szCs w:val="28"/>
        </w:rPr>
        <w:t>»</w:t>
      </w:r>
      <w:r w:rsidR="00A14B39" w:rsidRPr="008A34DB">
        <w:rPr>
          <w:sz w:val="28"/>
          <w:szCs w:val="28"/>
        </w:rPr>
        <w:t>;</w:t>
      </w:r>
      <w:proofErr w:type="gramEnd"/>
    </w:p>
    <w:p w:rsidR="00A14B39" w:rsidRPr="008A34DB" w:rsidRDefault="009D6383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A34DB">
        <w:rPr>
          <w:sz w:val="28"/>
          <w:szCs w:val="28"/>
        </w:rPr>
        <w:t>5</w:t>
      </w:r>
      <w:r w:rsidR="00A14B39" w:rsidRPr="008A34DB">
        <w:rPr>
          <w:sz w:val="28"/>
          <w:szCs w:val="28"/>
        </w:rPr>
        <w:t>) в статье 9</w:t>
      </w:r>
      <w:r w:rsidR="00A14B39" w:rsidRPr="008A34DB">
        <w:rPr>
          <w:sz w:val="28"/>
          <w:szCs w:val="28"/>
          <w:vertAlign w:val="superscript"/>
        </w:rPr>
        <w:t>1</w:t>
      </w:r>
      <w:r w:rsidR="00A14B39" w:rsidRPr="008A34DB">
        <w:rPr>
          <w:sz w:val="28"/>
          <w:szCs w:val="28"/>
        </w:rPr>
        <w:t xml:space="preserve"> слова «</w:t>
      </w:r>
      <w:r w:rsidR="00A14B39" w:rsidRPr="008A34DB">
        <w:rPr>
          <w:rFonts w:eastAsiaTheme="minorHAnsi"/>
          <w:sz w:val="28"/>
          <w:szCs w:val="28"/>
          <w:lang w:eastAsia="en-US"/>
        </w:rPr>
        <w:t>и иной проектной документации на выполнение работ, связанных с пользованием у</w:t>
      </w:r>
      <w:r w:rsidR="00A72985" w:rsidRPr="008A34DB">
        <w:rPr>
          <w:rFonts w:eastAsiaTheme="minorHAnsi"/>
          <w:sz w:val="28"/>
          <w:szCs w:val="28"/>
          <w:lang w:eastAsia="en-US"/>
        </w:rPr>
        <w:t>частками недр местного значения</w:t>
      </w:r>
      <w:r w:rsidR="00A14B39" w:rsidRPr="008A34DB">
        <w:rPr>
          <w:rFonts w:eastAsiaTheme="minorHAnsi"/>
          <w:sz w:val="28"/>
          <w:szCs w:val="28"/>
          <w:lang w:eastAsia="en-US"/>
        </w:rPr>
        <w:t>» зам</w:t>
      </w:r>
      <w:r w:rsidR="00A14B39" w:rsidRPr="008A34DB">
        <w:rPr>
          <w:rFonts w:eastAsiaTheme="minorHAnsi"/>
          <w:sz w:val="28"/>
          <w:szCs w:val="28"/>
          <w:lang w:eastAsia="en-US"/>
        </w:rPr>
        <w:t>е</w:t>
      </w:r>
      <w:r w:rsidR="00A14B39" w:rsidRPr="008A34DB">
        <w:rPr>
          <w:rFonts w:eastAsiaTheme="minorHAnsi"/>
          <w:sz w:val="28"/>
          <w:szCs w:val="28"/>
          <w:lang w:eastAsia="en-US"/>
        </w:rPr>
        <w:t>нить словами «</w:t>
      </w:r>
      <w:r w:rsidR="00A14B39" w:rsidRPr="008A34DB">
        <w:rPr>
          <w:bCs/>
          <w:sz w:val="28"/>
          <w:szCs w:val="28"/>
        </w:rPr>
        <w:t>, технических проектов строительства и эксплуатации по</w:t>
      </w:r>
      <w:r w:rsidR="00A14B39" w:rsidRPr="008A34DB">
        <w:rPr>
          <w:bCs/>
          <w:sz w:val="28"/>
          <w:szCs w:val="28"/>
        </w:rPr>
        <w:t>д</w:t>
      </w:r>
      <w:r w:rsidR="00A14B39" w:rsidRPr="008A34DB">
        <w:rPr>
          <w:bCs/>
          <w:sz w:val="28"/>
          <w:szCs w:val="28"/>
        </w:rPr>
        <w:t>земных сооружений местного и регионального значения, не связанных с д</w:t>
      </w:r>
      <w:r w:rsidR="00A14B39" w:rsidRPr="008A34DB">
        <w:rPr>
          <w:bCs/>
          <w:sz w:val="28"/>
          <w:szCs w:val="28"/>
        </w:rPr>
        <w:t>о</w:t>
      </w:r>
      <w:r w:rsidR="00A14B39" w:rsidRPr="008A34DB">
        <w:rPr>
          <w:bCs/>
          <w:sz w:val="28"/>
          <w:szCs w:val="28"/>
        </w:rPr>
        <w:t>бычей полезных ископаемых, технических проектов ликвидации и консерв</w:t>
      </w:r>
      <w:r w:rsidR="00A14B39" w:rsidRPr="008A34DB">
        <w:rPr>
          <w:bCs/>
          <w:sz w:val="28"/>
          <w:szCs w:val="28"/>
        </w:rPr>
        <w:t>а</w:t>
      </w:r>
      <w:r w:rsidR="00A14B39" w:rsidRPr="008A34DB">
        <w:rPr>
          <w:bCs/>
          <w:sz w:val="28"/>
          <w:szCs w:val="28"/>
        </w:rPr>
        <w:t>ции горных выработок, буровых скважин и иных сооружений, связанных с пользованием недрами в отношении участков недр местного значения»;</w:t>
      </w:r>
      <w:proofErr w:type="gramEnd"/>
    </w:p>
    <w:p w:rsidR="00A14B39" w:rsidRPr="008A34DB" w:rsidRDefault="009D6383" w:rsidP="008A34DB">
      <w:pPr>
        <w:ind w:firstLine="709"/>
        <w:jc w:val="both"/>
        <w:rPr>
          <w:bCs/>
          <w:sz w:val="28"/>
          <w:szCs w:val="28"/>
        </w:rPr>
      </w:pPr>
      <w:r w:rsidRPr="008A34DB">
        <w:rPr>
          <w:sz w:val="28"/>
          <w:szCs w:val="28"/>
        </w:rPr>
        <w:lastRenderedPageBreak/>
        <w:t>6</w:t>
      </w:r>
      <w:r w:rsidR="00A14B39" w:rsidRPr="008A34DB">
        <w:rPr>
          <w:sz w:val="28"/>
          <w:szCs w:val="28"/>
        </w:rPr>
        <w:t>) статью 9</w:t>
      </w:r>
      <w:r w:rsidR="00A14B39" w:rsidRPr="008A34DB">
        <w:rPr>
          <w:sz w:val="28"/>
          <w:szCs w:val="28"/>
          <w:vertAlign w:val="superscript"/>
        </w:rPr>
        <w:t>2</w:t>
      </w:r>
      <w:r w:rsidR="00A14B39" w:rsidRPr="008A34DB">
        <w:rPr>
          <w:sz w:val="28"/>
          <w:szCs w:val="28"/>
        </w:rPr>
        <w:t xml:space="preserve"> дополнить словами </w:t>
      </w:r>
      <w:r w:rsidR="00A14B39" w:rsidRPr="008A34DB">
        <w:rPr>
          <w:bCs/>
          <w:sz w:val="28"/>
          <w:szCs w:val="28"/>
        </w:rPr>
        <w:t>«, после подготовки и согласования в установленном порядке технического проекта разработки месторождений полезных ископаемых или технического проекта строительства и эксплуат</w:t>
      </w:r>
      <w:r w:rsidR="00A14B39" w:rsidRPr="008A34DB">
        <w:rPr>
          <w:bCs/>
          <w:sz w:val="28"/>
          <w:szCs w:val="28"/>
        </w:rPr>
        <w:t>а</w:t>
      </w:r>
      <w:r w:rsidR="00A14B39" w:rsidRPr="008A34DB">
        <w:rPr>
          <w:bCs/>
          <w:sz w:val="28"/>
          <w:szCs w:val="28"/>
        </w:rPr>
        <w:t>ции подземных сооружений, предусмотренных Закон</w:t>
      </w:r>
      <w:r w:rsidR="00576931" w:rsidRPr="008A34DB">
        <w:rPr>
          <w:bCs/>
          <w:sz w:val="28"/>
          <w:szCs w:val="28"/>
        </w:rPr>
        <w:t>ом</w:t>
      </w:r>
      <w:r w:rsidR="00A14B39" w:rsidRPr="008A34DB">
        <w:rPr>
          <w:bCs/>
          <w:sz w:val="28"/>
          <w:szCs w:val="28"/>
        </w:rPr>
        <w:t xml:space="preserve"> </w:t>
      </w:r>
      <w:r w:rsidR="00576931" w:rsidRPr="008A34DB">
        <w:rPr>
          <w:bCs/>
          <w:sz w:val="28"/>
          <w:szCs w:val="28"/>
        </w:rPr>
        <w:t>Российской Федер</w:t>
      </w:r>
      <w:r w:rsidR="00576931" w:rsidRPr="008A34DB">
        <w:rPr>
          <w:bCs/>
          <w:sz w:val="28"/>
          <w:szCs w:val="28"/>
        </w:rPr>
        <w:t>а</w:t>
      </w:r>
      <w:r w:rsidR="00576931" w:rsidRPr="008A34DB">
        <w:rPr>
          <w:bCs/>
          <w:sz w:val="28"/>
          <w:szCs w:val="28"/>
        </w:rPr>
        <w:t xml:space="preserve">ции </w:t>
      </w:r>
      <w:r w:rsidR="00A14B39" w:rsidRPr="008A34DB">
        <w:rPr>
          <w:bCs/>
          <w:sz w:val="28"/>
          <w:szCs w:val="28"/>
        </w:rPr>
        <w:t>«О недрах»;</w:t>
      </w:r>
    </w:p>
    <w:p w:rsidR="00576931" w:rsidRPr="008A34DB" w:rsidRDefault="009D6383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bCs/>
          <w:sz w:val="28"/>
          <w:szCs w:val="28"/>
        </w:rPr>
        <w:t>7</w:t>
      </w:r>
      <w:r w:rsidR="00576931" w:rsidRPr="008A34DB">
        <w:rPr>
          <w:bCs/>
          <w:sz w:val="28"/>
          <w:szCs w:val="28"/>
        </w:rPr>
        <w:t>) в пункте 1 части 2 статьи 11 слова «</w:t>
      </w:r>
      <w:r w:rsidR="00576931" w:rsidRPr="008A34DB">
        <w:rPr>
          <w:rFonts w:eastAsiaTheme="minorHAnsi"/>
          <w:sz w:val="28"/>
          <w:szCs w:val="28"/>
          <w:lang w:eastAsia="en-US"/>
        </w:rPr>
        <w:t>при наступлении определенных событий, оговоренных в лицензии, включая разовые платежи, уплачиваемые при изменении границ участков недр, предоставленных в пользование» и</w:t>
      </w:r>
      <w:r w:rsidR="00576931" w:rsidRPr="008A34DB">
        <w:rPr>
          <w:rFonts w:eastAsiaTheme="minorHAnsi"/>
          <w:sz w:val="28"/>
          <w:szCs w:val="28"/>
          <w:lang w:eastAsia="en-US"/>
        </w:rPr>
        <w:t>с</w:t>
      </w:r>
      <w:r w:rsidR="00576931" w:rsidRPr="008A34DB">
        <w:rPr>
          <w:rFonts w:eastAsiaTheme="minorHAnsi"/>
          <w:sz w:val="28"/>
          <w:szCs w:val="28"/>
          <w:lang w:eastAsia="en-US"/>
        </w:rPr>
        <w:t>ключить.</w:t>
      </w:r>
    </w:p>
    <w:p w:rsidR="00576931" w:rsidRPr="008A34DB" w:rsidRDefault="00576931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6931" w:rsidRPr="008A34DB" w:rsidRDefault="00576931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8A34DB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576931" w:rsidRPr="008A34DB" w:rsidRDefault="00576931" w:rsidP="008A34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34DB">
        <w:rPr>
          <w:sz w:val="28"/>
          <w:szCs w:val="28"/>
        </w:rPr>
        <w:t>Настоящий Закон вступает в силу с 1 января 2022 года.</w:t>
      </w:r>
    </w:p>
    <w:p w:rsidR="004478B7" w:rsidRPr="008A34DB" w:rsidRDefault="004478B7" w:rsidP="008A34DB">
      <w:pPr>
        <w:tabs>
          <w:tab w:val="left" w:pos="1596"/>
        </w:tabs>
        <w:jc w:val="both"/>
        <w:rPr>
          <w:sz w:val="28"/>
          <w:szCs w:val="28"/>
        </w:rPr>
      </w:pPr>
    </w:p>
    <w:p w:rsidR="004478B7" w:rsidRPr="008A34DB" w:rsidRDefault="004478B7" w:rsidP="008A34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78B7" w:rsidRPr="008A34DB" w:rsidRDefault="004478B7" w:rsidP="008A34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36D2B" w:rsidRDefault="00A36D2B" w:rsidP="00A36D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Исполняющий</w:t>
      </w:r>
    </w:p>
    <w:p w:rsidR="00A36D2B" w:rsidRDefault="00A36D2B" w:rsidP="00A36D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обязанности Губернатора</w:t>
      </w:r>
    </w:p>
    <w:p w:rsidR="00A36D2B" w:rsidRDefault="00A36D2B" w:rsidP="00A36D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А.Ю. Шабалин</w:t>
      </w:r>
    </w:p>
    <w:p w:rsidR="002556E7" w:rsidRPr="008A34DB" w:rsidRDefault="002556E7" w:rsidP="008A34DB">
      <w:pPr>
        <w:jc w:val="both"/>
        <w:rPr>
          <w:sz w:val="28"/>
          <w:szCs w:val="28"/>
        </w:rPr>
      </w:pPr>
    </w:p>
    <w:p w:rsidR="002E2422" w:rsidRPr="008A34DB" w:rsidRDefault="002E2422" w:rsidP="008A34DB">
      <w:pPr>
        <w:jc w:val="both"/>
        <w:rPr>
          <w:sz w:val="28"/>
          <w:szCs w:val="28"/>
        </w:rPr>
      </w:pPr>
    </w:p>
    <w:p w:rsidR="00FB06DF" w:rsidRPr="008A34DB" w:rsidRDefault="002556E7" w:rsidP="008A34DB">
      <w:pPr>
        <w:jc w:val="both"/>
        <w:rPr>
          <w:sz w:val="28"/>
          <w:szCs w:val="28"/>
        </w:rPr>
      </w:pPr>
      <w:r w:rsidRPr="008A34DB">
        <w:rPr>
          <w:sz w:val="28"/>
          <w:szCs w:val="28"/>
        </w:rPr>
        <w:t xml:space="preserve"> </w:t>
      </w:r>
      <w:r w:rsidR="008B0B89" w:rsidRPr="008B0B89">
        <w:rPr>
          <w:sz w:val="28"/>
          <w:szCs w:val="28"/>
        </w:rPr>
        <w:t xml:space="preserve">27 декабря </w:t>
      </w:r>
      <w:r w:rsidR="00FB06DF" w:rsidRPr="008A34DB">
        <w:rPr>
          <w:sz w:val="28"/>
          <w:szCs w:val="28"/>
        </w:rPr>
        <w:t>20</w:t>
      </w:r>
      <w:r w:rsidR="00E2069B" w:rsidRPr="008A34DB">
        <w:rPr>
          <w:sz w:val="28"/>
          <w:szCs w:val="28"/>
        </w:rPr>
        <w:t>2</w:t>
      </w:r>
      <w:r w:rsidR="00EC2A15" w:rsidRPr="008A34DB">
        <w:rPr>
          <w:sz w:val="28"/>
          <w:szCs w:val="28"/>
        </w:rPr>
        <w:t>1</w:t>
      </w:r>
      <w:r w:rsidR="00FB06DF" w:rsidRPr="008A34DB">
        <w:rPr>
          <w:sz w:val="28"/>
          <w:szCs w:val="28"/>
        </w:rPr>
        <w:t xml:space="preserve"> г.</w:t>
      </w:r>
    </w:p>
    <w:p w:rsidR="00F96F4B" w:rsidRPr="008A34DB" w:rsidRDefault="00F96F4B" w:rsidP="008A34DB">
      <w:pPr>
        <w:jc w:val="both"/>
        <w:rPr>
          <w:sz w:val="28"/>
          <w:szCs w:val="28"/>
        </w:rPr>
      </w:pPr>
    </w:p>
    <w:p w:rsidR="008A34DB" w:rsidRPr="008A34DB" w:rsidRDefault="00FB06DF">
      <w:pPr>
        <w:jc w:val="both"/>
        <w:rPr>
          <w:sz w:val="28"/>
          <w:szCs w:val="28"/>
        </w:rPr>
      </w:pPr>
      <w:r w:rsidRPr="008A34DB">
        <w:rPr>
          <w:sz w:val="28"/>
          <w:szCs w:val="28"/>
        </w:rPr>
        <w:t>№</w:t>
      </w:r>
      <w:r w:rsidR="008A34DB">
        <w:rPr>
          <w:sz w:val="28"/>
          <w:szCs w:val="28"/>
        </w:rPr>
        <w:t xml:space="preserve"> </w:t>
      </w:r>
      <w:r w:rsidR="00142196">
        <w:rPr>
          <w:sz w:val="28"/>
          <w:szCs w:val="28"/>
        </w:rPr>
        <w:t>100-з</w:t>
      </w:r>
      <w:bookmarkStart w:id="0" w:name="_GoBack"/>
      <w:bookmarkEnd w:id="0"/>
    </w:p>
    <w:sectPr w:rsidR="008A34DB" w:rsidRPr="008A34DB" w:rsidSect="008A34DB">
      <w:headerReference w:type="default" r:id="rId10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37" w:rsidRDefault="00F23E37" w:rsidP="00011B0F">
      <w:r>
        <w:separator/>
      </w:r>
    </w:p>
  </w:endnote>
  <w:endnote w:type="continuationSeparator" w:id="0">
    <w:p w:rsidR="00F23E37" w:rsidRDefault="00F23E37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37" w:rsidRDefault="00F23E37" w:rsidP="00011B0F">
      <w:r>
        <w:separator/>
      </w:r>
    </w:p>
  </w:footnote>
  <w:footnote w:type="continuationSeparator" w:id="0">
    <w:p w:rsidR="00F23E37" w:rsidRDefault="00F23E37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8A34DB" w:rsidRDefault="00011B0F">
        <w:pPr>
          <w:pStyle w:val="a5"/>
          <w:jc w:val="center"/>
          <w:rPr>
            <w:sz w:val="28"/>
          </w:rPr>
        </w:pPr>
        <w:r w:rsidRPr="008A34DB">
          <w:rPr>
            <w:sz w:val="28"/>
          </w:rPr>
          <w:fldChar w:fldCharType="begin"/>
        </w:r>
        <w:r w:rsidRPr="008A34DB">
          <w:rPr>
            <w:sz w:val="28"/>
          </w:rPr>
          <w:instrText>PAGE   \* MERGEFORMAT</w:instrText>
        </w:r>
        <w:r w:rsidRPr="008A34DB">
          <w:rPr>
            <w:sz w:val="28"/>
          </w:rPr>
          <w:fldChar w:fldCharType="separate"/>
        </w:r>
        <w:r w:rsidR="00142196">
          <w:rPr>
            <w:noProof/>
            <w:sz w:val="28"/>
          </w:rPr>
          <w:t>3</w:t>
        </w:r>
        <w:r w:rsidRPr="008A34D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A3E55"/>
    <w:multiLevelType w:val="hybridMultilevel"/>
    <w:tmpl w:val="177AEBAE"/>
    <w:lvl w:ilvl="0" w:tplc="54B660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800257"/>
    <w:multiLevelType w:val="hybridMultilevel"/>
    <w:tmpl w:val="0AB647DC"/>
    <w:lvl w:ilvl="0" w:tplc="59AC917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07B27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47C7B"/>
    <w:rsid w:val="000506ED"/>
    <w:rsid w:val="0005319C"/>
    <w:rsid w:val="00054B9D"/>
    <w:rsid w:val="000601E3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E6E62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196"/>
    <w:rsid w:val="00142410"/>
    <w:rsid w:val="00143BF0"/>
    <w:rsid w:val="00144441"/>
    <w:rsid w:val="00144B4A"/>
    <w:rsid w:val="00151110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20B7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03E7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7532F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1D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07D5E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78B7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693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0F39"/>
    <w:rsid w:val="006023A9"/>
    <w:rsid w:val="00606DFE"/>
    <w:rsid w:val="006071A5"/>
    <w:rsid w:val="00607CEC"/>
    <w:rsid w:val="00610166"/>
    <w:rsid w:val="00612328"/>
    <w:rsid w:val="00615114"/>
    <w:rsid w:val="006237CB"/>
    <w:rsid w:val="00624BD7"/>
    <w:rsid w:val="00631DF1"/>
    <w:rsid w:val="0063445C"/>
    <w:rsid w:val="006407F8"/>
    <w:rsid w:val="00640AC2"/>
    <w:rsid w:val="00640C03"/>
    <w:rsid w:val="00642636"/>
    <w:rsid w:val="00646600"/>
    <w:rsid w:val="00654301"/>
    <w:rsid w:val="00655149"/>
    <w:rsid w:val="00663ECB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55D"/>
    <w:rsid w:val="006A19C3"/>
    <w:rsid w:val="006A544E"/>
    <w:rsid w:val="006B01DA"/>
    <w:rsid w:val="006C3B83"/>
    <w:rsid w:val="006D1783"/>
    <w:rsid w:val="006D740C"/>
    <w:rsid w:val="006E0254"/>
    <w:rsid w:val="006E3350"/>
    <w:rsid w:val="006E3860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39D8"/>
    <w:rsid w:val="00734CF9"/>
    <w:rsid w:val="00735095"/>
    <w:rsid w:val="00735C89"/>
    <w:rsid w:val="007465A9"/>
    <w:rsid w:val="0075112D"/>
    <w:rsid w:val="0075210E"/>
    <w:rsid w:val="00752934"/>
    <w:rsid w:val="00756A77"/>
    <w:rsid w:val="00757918"/>
    <w:rsid w:val="00761F3F"/>
    <w:rsid w:val="00762DA3"/>
    <w:rsid w:val="007644B6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5DDE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36EB7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5E0B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A34DB"/>
    <w:rsid w:val="008B0451"/>
    <w:rsid w:val="008B0B89"/>
    <w:rsid w:val="008B47A9"/>
    <w:rsid w:val="008B5097"/>
    <w:rsid w:val="008B5D3E"/>
    <w:rsid w:val="008C1575"/>
    <w:rsid w:val="008C48F6"/>
    <w:rsid w:val="008C65AF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383"/>
    <w:rsid w:val="009D6538"/>
    <w:rsid w:val="009E622E"/>
    <w:rsid w:val="009F1B85"/>
    <w:rsid w:val="009F2889"/>
    <w:rsid w:val="009F5DFD"/>
    <w:rsid w:val="00A01A21"/>
    <w:rsid w:val="00A05291"/>
    <w:rsid w:val="00A057A8"/>
    <w:rsid w:val="00A05D17"/>
    <w:rsid w:val="00A071EC"/>
    <w:rsid w:val="00A076C5"/>
    <w:rsid w:val="00A07F3F"/>
    <w:rsid w:val="00A102DE"/>
    <w:rsid w:val="00A138DC"/>
    <w:rsid w:val="00A148D1"/>
    <w:rsid w:val="00A14B39"/>
    <w:rsid w:val="00A14D26"/>
    <w:rsid w:val="00A156F2"/>
    <w:rsid w:val="00A16CFC"/>
    <w:rsid w:val="00A17C83"/>
    <w:rsid w:val="00A22001"/>
    <w:rsid w:val="00A2307C"/>
    <w:rsid w:val="00A23777"/>
    <w:rsid w:val="00A2403B"/>
    <w:rsid w:val="00A2487F"/>
    <w:rsid w:val="00A26906"/>
    <w:rsid w:val="00A2786E"/>
    <w:rsid w:val="00A35ED6"/>
    <w:rsid w:val="00A36BE7"/>
    <w:rsid w:val="00A36D2B"/>
    <w:rsid w:val="00A37367"/>
    <w:rsid w:val="00A37C55"/>
    <w:rsid w:val="00A43097"/>
    <w:rsid w:val="00A45558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72985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67AFD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14BD"/>
    <w:rsid w:val="00C4502A"/>
    <w:rsid w:val="00C528C5"/>
    <w:rsid w:val="00C57046"/>
    <w:rsid w:val="00C638F6"/>
    <w:rsid w:val="00C66B69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3791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5E89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446DB"/>
    <w:rsid w:val="00D4722A"/>
    <w:rsid w:val="00D50195"/>
    <w:rsid w:val="00D5054C"/>
    <w:rsid w:val="00D51E57"/>
    <w:rsid w:val="00D51EFB"/>
    <w:rsid w:val="00D526E0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A7992"/>
    <w:rsid w:val="00DB4061"/>
    <w:rsid w:val="00DB4902"/>
    <w:rsid w:val="00DC3060"/>
    <w:rsid w:val="00DC3EBD"/>
    <w:rsid w:val="00DC4040"/>
    <w:rsid w:val="00DC47F5"/>
    <w:rsid w:val="00DC5E2D"/>
    <w:rsid w:val="00DC7D7A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667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14B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3E37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4A6D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BB11F3587F40E20AF3FADF01A31CDDD9774C74143D5E633FC759B763C41907F8C54371D4CE2DD0340F40E385FE022833D6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12479313920C6A0ABC6E94D0EBE5515250A1D76FCF96B592101433B6F1C20EEFBB31AAADFF5141384CCA205F24B62ED2EF1A85E6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7</cp:revision>
  <cp:lastPrinted>2021-12-02T06:11:00Z</cp:lastPrinted>
  <dcterms:created xsi:type="dcterms:W3CDTF">2021-12-21T06:11:00Z</dcterms:created>
  <dcterms:modified xsi:type="dcterms:W3CDTF">2021-12-27T08:47:00Z</dcterms:modified>
</cp:coreProperties>
</file>