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2A4F8D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2A4F8D" w:rsidRPr="002A4F8D">
        <w:rPr>
          <w:bCs/>
          <w:iCs/>
          <w:sz w:val="28"/>
          <w:szCs w:val="28"/>
        </w:rPr>
        <w:t>О прогнозном плане (программе) привати</w:t>
      </w:r>
      <w:r w:rsidR="00E3456A">
        <w:rPr>
          <w:bCs/>
          <w:iCs/>
          <w:sz w:val="28"/>
          <w:szCs w:val="28"/>
        </w:rPr>
        <w:t>зации имущества, находящегося в </w:t>
      </w:r>
      <w:r w:rsidR="002A4F8D" w:rsidRPr="002A4F8D">
        <w:rPr>
          <w:bCs/>
          <w:iCs/>
          <w:sz w:val="28"/>
          <w:szCs w:val="28"/>
        </w:rPr>
        <w:t xml:space="preserve">собственности Ярославской области, на 2025 год и на плановый период </w:t>
      </w:r>
      <w:r w:rsidR="002A4F8D">
        <w:rPr>
          <w:bCs/>
          <w:iCs/>
          <w:sz w:val="28"/>
          <w:szCs w:val="28"/>
        </w:rPr>
        <w:br/>
      </w:r>
      <w:r w:rsidR="002A4F8D" w:rsidRPr="002A4F8D">
        <w:rPr>
          <w:bCs/>
          <w:iCs/>
          <w:sz w:val="28"/>
          <w:szCs w:val="28"/>
        </w:rPr>
        <w:t>2026 и 2027 годов»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74127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5771AC">
        <w:rPr>
          <w:szCs w:val="28"/>
        </w:rPr>
        <w:t>министр</w:t>
      </w:r>
      <w:r w:rsidR="0074127C" w:rsidRPr="0074127C">
        <w:rPr>
          <w:szCs w:val="28"/>
        </w:rPr>
        <w:t xml:space="preserve"> имущественных отношений Ярославской области Здоров Н.О.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F84840">
        <w:rPr>
          <w:rFonts w:ascii="Times New Roman" w:hAnsi="Times New Roman"/>
          <w:sz w:val="28"/>
        </w:rPr>
        <w:t>____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35127D" w:rsidP="007F39A6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35127D" w:rsidRDefault="0035127D" w:rsidP="00B70745">
      <w:pPr>
        <w:jc w:val="both"/>
        <w:rPr>
          <w:szCs w:val="28"/>
        </w:rPr>
      </w:pPr>
    </w:p>
    <w:p w:rsidR="0035127D" w:rsidRPr="003D600E" w:rsidRDefault="0035127D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452" w:rsidRPr="00A21E50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FEB" w:rsidRDefault="007C4FEB">
      <w:r>
        <w:separator/>
      </w:r>
    </w:p>
  </w:endnote>
  <w:endnote w:type="continuationSeparator" w:id="0">
    <w:p w:rsidR="007C4FEB" w:rsidRDefault="007C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FEB" w:rsidRDefault="007C4FEB">
      <w:r>
        <w:separator/>
      </w:r>
    </w:p>
  </w:footnote>
  <w:footnote w:type="continuationSeparator" w:id="0">
    <w:p w:rsidR="007C4FEB" w:rsidRDefault="007C4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4F8D"/>
    <w:rsid w:val="002A7E05"/>
    <w:rsid w:val="002E71DD"/>
    <w:rsid w:val="00310A37"/>
    <w:rsid w:val="0032234F"/>
    <w:rsid w:val="00326342"/>
    <w:rsid w:val="003323A0"/>
    <w:rsid w:val="003327E6"/>
    <w:rsid w:val="00344279"/>
    <w:rsid w:val="0035127D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771AC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4FEB"/>
    <w:rsid w:val="007C72AC"/>
    <w:rsid w:val="007D39B3"/>
    <w:rsid w:val="007D5BE4"/>
    <w:rsid w:val="007F39A6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1E50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72350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550D1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305B3"/>
    <w:rsid w:val="00E32488"/>
    <w:rsid w:val="00E32A8E"/>
    <w:rsid w:val="00E3456A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4840"/>
    <w:rsid w:val="00F857B0"/>
    <w:rsid w:val="00F93CAA"/>
    <w:rsid w:val="00F96592"/>
    <w:rsid w:val="00FA5911"/>
    <w:rsid w:val="00FB1452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6C331-76FB-43E9-A015-E4C410F31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2024-02-06T07:16:00Z</cp:lastPrinted>
  <dcterms:created xsi:type="dcterms:W3CDTF">2024-11-29T07:06:00Z</dcterms:created>
  <dcterms:modified xsi:type="dcterms:W3CDTF">2024-11-29T07:06:00Z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