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1E6" w:rsidRPr="00863112" w:rsidRDefault="005001E6" w:rsidP="005001E6">
      <w:pPr>
        <w:jc w:val="both"/>
        <w:rPr>
          <w:sz w:val="28"/>
          <w:szCs w:val="28"/>
        </w:rPr>
      </w:pPr>
    </w:p>
    <w:p w:rsidR="005001E6" w:rsidRPr="00863112" w:rsidRDefault="005001E6" w:rsidP="005001E6">
      <w:pPr>
        <w:jc w:val="both"/>
        <w:rPr>
          <w:sz w:val="28"/>
          <w:szCs w:val="28"/>
        </w:rPr>
      </w:pPr>
    </w:p>
    <w:p w:rsidR="005001E6" w:rsidRPr="00863112" w:rsidRDefault="005001E6" w:rsidP="005001E6">
      <w:pPr>
        <w:jc w:val="both"/>
        <w:rPr>
          <w:sz w:val="28"/>
          <w:szCs w:val="28"/>
        </w:rPr>
      </w:pPr>
    </w:p>
    <w:p w:rsidR="005001E6" w:rsidRPr="00863112" w:rsidRDefault="005001E6" w:rsidP="005001E6">
      <w:pPr>
        <w:jc w:val="both"/>
        <w:rPr>
          <w:sz w:val="28"/>
          <w:szCs w:val="28"/>
        </w:rPr>
      </w:pPr>
    </w:p>
    <w:p w:rsidR="005001E6" w:rsidRPr="00863112" w:rsidRDefault="005001E6" w:rsidP="005001E6">
      <w:pPr>
        <w:jc w:val="both"/>
        <w:rPr>
          <w:sz w:val="28"/>
          <w:szCs w:val="28"/>
        </w:rPr>
      </w:pPr>
    </w:p>
    <w:p w:rsidR="005001E6" w:rsidRPr="00863112" w:rsidRDefault="005001E6" w:rsidP="005001E6">
      <w:pPr>
        <w:jc w:val="both"/>
        <w:rPr>
          <w:sz w:val="28"/>
          <w:szCs w:val="28"/>
        </w:rPr>
      </w:pPr>
    </w:p>
    <w:p w:rsidR="005001E6" w:rsidRPr="00863112" w:rsidRDefault="005001E6" w:rsidP="005001E6">
      <w:pPr>
        <w:jc w:val="both"/>
        <w:rPr>
          <w:sz w:val="28"/>
          <w:szCs w:val="28"/>
        </w:rPr>
      </w:pPr>
    </w:p>
    <w:p w:rsidR="005001E6" w:rsidRPr="00863112" w:rsidRDefault="005001E6" w:rsidP="005001E6">
      <w:pPr>
        <w:jc w:val="both"/>
        <w:rPr>
          <w:sz w:val="28"/>
          <w:szCs w:val="28"/>
        </w:rPr>
      </w:pPr>
    </w:p>
    <w:p w:rsidR="005001E6" w:rsidRPr="00863112" w:rsidRDefault="005001E6" w:rsidP="005001E6">
      <w:pPr>
        <w:jc w:val="both"/>
        <w:rPr>
          <w:sz w:val="28"/>
          <w:szCs w:val="28"/>
        </w:rPr>
      </w:pPr>
    </w:p>
    <w:p w:rsidR="005001E6" w:rsidRPr="00863112" w:rsidRDefault="005001E6" w:rsidP="005001E6">
      <w:pPr>
        <w:jc w:val="both"/>
        <w:rPr>
          <w:sz w:val="28"/>
          <w:szCs w:val="28"/>
        </w:rPr>
      </w:pPr>
    </w:p>
    <w:p w:rsidR="005001E6" w:rsidRPr="00863112" w:rsidRDefault="005001E6" w:rsidP="005001E6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73FB2" w:rsidTr="00173FB2">
        <w:tc>
          <w:tcPr>
            <w:tcW w:w="426" w:type="dxa"/>
            <w:vAlign w:val="bottom"/>
            <w:hideMark/>
          </w:tcPr>
          <w:p w:rsidR="00173FB2" w:rsidRDefault="00173FB2" w:rsidP="00173FB2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73FB2" w:rsidRDefault="00173FB2" w:rsidP="00173FB2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25.06.2019</w:t>
            </w:r>
          </w:p>
        </w:tc>
        <w:tc>
          <w:tcPr>
            <w:tcW w:w="4111" w:type="dxa"/>
            <w:vAlign w:val="bottom"/>
          </w:tcPr>
          <w:p w:rsidR="00173FB2" w:rsidRDefault="00173FB2" w:rsidP="00173FB2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173FB2" w:rsidRDefault="00173FB2" w:rsidP="00173FB2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73FB2" w:rsidRDefault="00173FB2" w:rsidP="00173FB2">
            <w:pPr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151</w:t>
            </w:r>
          </w:p>
        </w:tc>
      </w:tr>
    </w:tbl>
    <w:p w:rsidR="005001E6" w:rsidRPr="00863112" w:rsidRDefault="005001E6" w:rsidP="005001E6">
      <w:pPr>
        <w:jc w:val="both"/>
        <w:rPr>
          <w:sz w:val="28"/>
          <w:szCs w:val="28"/>
        </w:rPr>
      </w:pPr>
    </w:p>
    <w:p w:rsidR="005001E6" w:rsidRPr="00863112" w:rsidRDefault="005001E6" w:rsidP="005001E6">
      <w:pPr>
        <w:jc w:val="both"/>
        <w:rPr>
          <w:sz w:val="28"/>
          <w:szCs w:val="28"/>
        </w:rPr>
      </w:pPr>
    </w:p>
    <w:p w:rsidR="00086A0F" w:rsidRPr="00863112" w:rsidRDefault="00086A0F" w:rsidP="005001E6">
      <w:pPr>
        <w:jc w:val="both"/>
        <w:rPr>
          <w:sz w:val="28"/>
          <w:szCs w:val="28"/>
        </w:rPr>
      </w:pPr>
      <w:r w:rsidRPr="00863112">
        <w:rPr>
          <w:sz w:val="28"/>
          <w:szCs w:val="28"/>
        </w:rPr>
        <w:t>О награждении</w:t>
      </w:r>
    </w:p>
    <w:p w:rsidR="00086A0F" w:rsidRPr="00863112" w:rsidRDefault="00086A0F" w:rsidP="005001E6">
      <w:pPr>
        <w:jc w:val="both"/>
        <w:rPr>
          <w:sz w:val="28"/>
          <w:szCs w:val="28"/>
        </w:rPr>
      </w:pPr>
      <w:r w:rsidRPr="00863112">
        <w:rPr>
          <w:sz w:val="28"/>
          <w:szCs w:val="28"/>
        </w:rPr>
        <w:t>Почетной грамотой</w:t>
      </w:r>
    </w:p>
    <w:p w:rsidR="00086A0F" w:rsidRPr="00863112" w:rsidRDefault="00086A0F" w:rsidP="005001E6">
      <w:pPr>
        <w:jc w:val="both"/>
        <w:rPr>
          <w:sz w:val="28"/>
          <w:szCs w:val="28"/>
        </w:rPr>
      </w:pPr>
      <w:r w:rsidRPr="00863112">
        <w:rPr>
          <w:sz w:val="28"/>
          <w:szCs w:val="28"/>
        </w:rPr>
        <w:t xml:space="preserve">Ярославской областной Думы </w:t>
      </w:r>
    </w:p>
    <w:p w:rsidR="001A1AD2" w:rsidRPr="00863112" w:rsidRDefault="001A1AD2" w:rsidP="005001E6">
      <w:pPr>
        <w:ind w:firstLine="709"/>
        <w:jc w:val="both"/>
        <w:rPr>
          <w:sz w:val="28"/>
          <w:szCs w:val="28"/>
        </w:rPr>
      </w:pPr>
    </w:p>
    <w:p w:rsidR="0051099A" w:rsidRPr="00863112" w:rsidRDefault="0051099A" w:rsidP="005001E6">
      <w:pPr>
        <w:ind w:firstLine="709"/>
        <w:jc w:val="both"/>
        <w:rPr>
          <w:sz w:val="28"/>
          <w:szCs w:val="28"/>
        </w:rPr>
      </w:pPr>
    </w:p>
    <w:p w:rsidR="00086A0F" w:rsidRPr="00863112" w:rsidRDefault="00086A0F" w:rsidP="005001E6">
      <w:pPr>
        <w:ind w:firstLine="709"/>
        <w:jc w:val="both"/>
        <w:rPr>
          <w:sz w:val="28"/>
          <w:szCs w:val="28"/>
        </w:rPr>
      </w:pPr>
      <w:r w:rsidRPr="00863112">
        <w:rPr>
          <w:sz w:val="28"/>
          <w:szCs w:val="28"/>
        </w:rPr>
        <w:t>В соответствии с Положением о Почетной грамоте Ярославской о</w:t>
      </w:r>
      <w:r w:rsidRPr="00863112">
        <w:rPr>
          <w:sz w:val="28"/>
          <w:szCs w:val="28"/>
        </w:rPr>
        <w:t>б</w:t>
      </w:r>
      <w:r w:rsidRPr="00863112">
        <w:rPr>
          <w:sz w:val="28"/>
          <w:szCs w:val="28"/>
        </w:rPr>
        <w:t xml:space="preserve">ластной Думы, утвержденным Постановлением Ярославской областной </w:t>
      </w:r>
      <w:r w:rsidR="005001E6" w:rsidRPr="00863112">
        <w:rPr>
          <w:sz w:val="28"/>
          <w:szCs w:val="28"/>
        </w:rPr>
        <w:br/>
      </w:r>
      <w:r w:rsidRPr="00863112">
        <w:rPr>
          <w:sz w:val="28"/>
          <w:szCs w:val="28"/>
        </w:rPr>
        <w:t>Думы от 29.06.2010 № 101, Ярославская областная Дума</w:t>
      </w:r>
    </w:p>
    <w:p w:rsidR="00887574" w:rsidRPr="00863112" w:rsidRDefault="00887574" w:rsidP="005001E6">
      <w:pPr>
        <w:jc w:val="both"/>
        <w:rPr>
          <w:b/>
          <w:sz w:val="28"/>
          <w:szCs w:val="28"/>
        </w:rPr>
      </w:pPr>
    </w:p>
    <w:p w:rsidR="00086A0F" w:rsidRPr="00863112" w:rsidRDefault="00086A0F" w:rsidP="005001E6">
      <w:pPr>
        <w:jc w:val="center"/>
        <w:rPr>
          <w:b/>
          <w:sz w:val="28"/>
          <w:szCs w:val="28"/>
        </w:rPr>
      </w:pPr>
      <w:proofErr w:type="gramStart"/>
      <w:r w:rsidRPr="00863112">
        <w:rPr>
          <w:b/>
          <w:sz w:val="28"/>
          <w:szCs w:val="28"/>
        </w:rPr>
        <w:t>П</w:t>
      </w:r>
      <w:proofErr w:type="gramEnd"/>
      <w:r w:rsidRPr="00863112">
        <w:rPr>
          <w:b/>
          <w:sz w:val="28"/>
          <w:szCs w:val="28"/>
        </w:rPr>
        <w:t xml:space="preserve"> О С Т А Н О В И Л А:</w:t>
      </w:r>
    </w:p>
    <w:p w:rsidR="00C34749" w:rsidRPr="00863112" w:rsidRDefault="00C34749" w:rsidP="005001E6">
      <w:pPr>
        <w:ind w:firstLine="709"/>
        <w:jc w:val="both"/>
        <w:rPr>
          <w:sz w:val="28"/>
          <w:szCs w:val="28"/>
        </w:rPr>
      </w:pPr>
    </w:p>
    <w:p w:rsidR="00A2704A" w:rsidRPr="00863112" w:rsidRDefault="00A2704A" w:rsidP="005001E6">
      <w:pPr>
        <w:pStyle w:val="af5"/>
        <w:suppressAutoHyphens w:val="0"/>
        <w:ind w:firstLine="709"/>
        <w:contextualSpacing/>
        <w:jc w:val="both"/>
        <w:outlineLvl w:val="5"/>
        <w:rPr>
          <w:sz w:val="28"/>
          <w:szCs w:val="28"/>
        </w:rPr>
      </w:pPr>
      <w:r w:rsidRPr="00863112">
        <w:rPr>
          <w:sz w:val="28"/>
          <w:szCs w:val="28"/>
        </w:rPr>
        <w:t>1. Наградить Почетной грамотой Ярославской областной Думы за ос</w:t>
      </w:r>
      <w:r w:rsidRPr="00863112">
        <w:rPr>
          <w:sz w:val="28"/>
          <w:szCs w:val="28"/>
        </w:rPr>
        <w:t>о</w:t>
      </w:r>
      <w:r w:rsidRPr="00863112">
        <w:rPr>
          <w:sz w:val="28"/>
          <w:szCs w:val="28"/>
        </w:rPr>
        <w:t>бые достижения в обеспечении социального, экономическог</w:t>
      </w:r>
      <w:r w:rsidR="00C03A85" w:rsidRPr="00863112">
        <w:rPr>
          <w:sz w:val="28"/>
          <w:szCs w:val="28"/>
        </w:rPr>
        <w:t>о развития Яр</w:t>
      </w:r>
      <w:r w:rsidR="00C03A85" w:rsidRPr="00863112">
        <w:rPr>
          <w:sz w:val="28"/>
          <w:szCs w:val="28"/>
        </w:rPr>
        <w:t>о</w:t>
      </w:r>
      <w:r w:rsidR="00C03A85" w:rsidRPr="00863112">
        <w:rPr>
          <w:sz w:val="28"/>
          <w:szCs w:val="28"/>
        </w:rPr>
        <w:t xml:space="preserve">славской области </w:t>
      </w:r>
      <w:r w:rsidR="00F851F1" w:rsidRPr="00863112">
        <w:rPr>
          <w:sz w:val="28"/>
          <w:szCs w:val="28"/>
        </w:rPr>
        <w:t>Агафонову Наталью Владимировну</w:t>
      </w:r>
      <w:r w:rsidR="00EE42DD" w:rsidRPr="00863112">
        <w:rPr>
          <w:sz w:val="28"/>
          <w:szCs w:val="28"/>
        </w:rPr>
        <w:t xml:space="preserve"> </w:t>
      </w:r>
      <w:r w:rsidR="0093642B" w:rsidRPr="00863112">
        <w:rPr>
          <w:sz w:val="28"/>
          <w:szCs w:val="28"/>
        </w:rPr>
        <w:t>–</w:t>
      </w:r>
      <w:r w:rsidR="00F851F1" w:rsidRPr="00863112">
        <w:rPr>
          <w:sz w:val="28"/>
          <w:szCs w:val="28"/>
        </w:rPr>
        <w:t xml:space="preserve"> заместителя ген</w:t>
      </w:r>
      <w:r w:rsidR="00F851F1" w:rsidRPr="00863112">
        <w:rPr>
          <w:sz w:val="28"/>
          <w:szCs w:val="28"/>
        </w:rPr>
        <w:t>е</w:t>
      </w:r>
      <w:r w:rsidR="00F851F1" w:rsidRPr="00863112">
        <w:rPr>
          <w:sz w:val="28"/>
          <w:szCs w:val="28"/>
        </w:rPr>
        <w:t xml:space="preserve">рального директора Ассоциации </w:t>
      </w:r>
      <w:r w:rsidR="006166FE" w:rsidRPr="00863112">
        <w:rPr>
          <w:sz w:val="28"/>
          <w:szCs w:val="28"/>
        </w:rPr>
        <w:t>С</w:t>
      </w:r>
      <w:r w:rsidR="00F851F1" w:rsidRPr="00863112">
        <w:rPr>
          <w:sz w:val="28"/>
          <w:szCs w:val="28"/>
        </w:rPr>
        <w:t xml:space="preserve">аморегулируемой </w:t>
      </w:r>
      <w:r w:rsidR="00EE42DD" w:rsidRPr="00863112">
        <w:rPr>
          <w:sz w:val="28"/>
          <w:szCs w:val="28"/>
        </w:rPr>
        <w:t>организации</w:t>
      </w:r>
      <w:r w:rsidR="00F851F1" w:rsidRPr="00863112">
        <w:rPr>
          <w:sz w:val="28"/>
          <w:szCs w:val="28"/>
        </w:rPr>
        <w:t xml:space="preserve"> Яросла</w:t>
      </w:r>
      <w:r w:rsidR="00F851F1" w:rsidRPr="00863112">
        <w:rPr>
          <w:sz w:val="28"/>
          <w:szCs w:val="28"/>
        </w:rPr>
        <w:t>в</w:t>
      </w:r>
      <w:r w:rsidR="00F851F1" w:rsidRPr="00863112">
        <w:rPr>
          <w:sz w:val="28"/>
          <w:szCs w:val="28"/>
        </w:rPr>
        <w:t>ской области «Г</w:t>
      </w:r>
      <w:r w:rsidR="00A11865" w:rsidRPr="00863112">
        <w:rPr>
          <w:sz w:val="28"/>
          <w:szCs w:val="28"/>
        </w:rPr>
        <w:t>ЛАВВЕРХНЕВОЛЖСКСТРОЙ</w:t>
      </w:r>
      <w:r w:rsidR="00F851F1" w:rsidRPr="00863112">
        <w:rPr>
          <w:sz w:val="28"/>
          <w:szCs w:val="28"/>
        </w:rPr>
        <w:t>»</w:t>
      </w:r>
      <w:r w:rsidR="004660A7" w:rsidRPr="00863112">
        <w:rPr>
          <w:sz w:val="28"/>
          <w:szCs w:val="28"/>
        </w:rPr>
        <w:t>.</w:t>
      </w:r>
    </w:p>
    <w:p w:rsidR="00522982" w:rsidRPr="00863112" w:rsidRDefault="00522982" w:rsidP="005001E6">
      <w:pPr>
        <w:pStyle w:val="af5"/>
        <w:suppressAutoHyphens w:val="0"/>
        <w:ind w:firstLine="709"/>
        <w:contextualSpacing/>
        <w:jc w:val="both"/>
        <w:outlineLvl w:val="5"/>
        <w:rPr>
          <w:sz w:val="28"/>
          <w:szCs w:val="28"/>
        </w:rPr>
      </w:pPr>
      <w:r w:rsidRPr="00863112">
        <w:rPr>
          <w:sz w:val="28"/>
          <w:szCs w:val="28"/>
        </w:rPr>
        <w:t>2. Наградить Почетной грамотой Ярославской областной Думы за ос</w:t>
      </w:r>
      <w:r w:rsidRPr="00863112">
        <w:rPr>
          <w:sz w:val="28"/>
          <w:szCs w:val="28"/>
        </w:rPr>
        <w:t>о</w:t>
      </w:r>
      <w:r w:rsidRPr="00863112">
        <w:rPr>
          <w:sz w:val="28"/>
          <w:szCs w:val="28"/>
        </w:rPr>
        <w:t>бые достижения в обеспечении социального, экономического развития Яр</w:t>
      </w:r>
      <w:r w:rsidRPr="00863112">
        <w:rPr>
          <w:sz w:val="28"/>
          <w:szCs w:val="28"/>
        </w:rPr>
        <w:t>о</w:t>
      </w:r>
      <w:r w:rsidRPr="00863112">
        <w:rPr>
          <w:sz w:val="28"/>
          <w:szCs w:val="28"/>
        </w:rPr>
        <w:t xml:space="preserve">славской области, многолетний добросовестный труд </w:t>
      </w:r>
      <w:r w:rsidR="00D22FC9" w:rsidRPr="00863112">
        <w:rPr>
          <w:sz w:val="28"/>
          <w:szCs w:val="28"/>
        </w:rPr>
        <w:t>в</w:t>
      </w:r>
      <w:r w:rsidRPr="00863112">
        <w:rPr>
          <w:sz w:val="28"/>
          <w:szCs w:val="28"/>
        </w:rPr>
        <w:t xml:space="preserve"> </w:t>
      </w:r>
      <w:r w:rsidR="00D22FC9" w:rsidRPr="00863112">
        <w:rPr>
          <w:sz w:val="28"/>
          <w:szCs w:val="28"/>
        </w:rPr>
        <w:t>обществе с огран</w:t>
      </w:r>
      <w:r w:rsidR="00D22FC9" w:rsidRPr="00863112">
        <w:rPr>
          <w:sz w:val="28"/>
          <w:szCs w:val="28"/>
        </w:rPr>
        <w:t>и</w:t>
      </w:r>
      <w:r w:rsidR="00D22FC9" w:rsidRPr="00863112">
        <w:rPr>
          <w:sz w:val="28"/>
          <w:szCs w:val="28"/>
        </w:rPr>
        <w:t xml:space="preserve">ченной ответственностью «Ярнефтехимстрой-3» </w:t>
      </w:r>
      <w:r w:rsidR="00F4779A" w:rsidRPr="00863112">
        <w:rPr>
          <w:sz w:val="28"/>
          <w:szCs w:val="28"/>
        </w:rPr>
        <w:t xml:space="preserve">г. Ярославля </w:t>
      </w:r>
      <w:proofErr w:type="spellStart"/>
      <w:r w:rsidRPr="00863112">
        <w:rPr>
          <w:sz w:val="28"/>
          <w:szCs w:val="28"/>
        </w:rPr>
        <w:t>Гореву</w:t>
      </w:r>
      <w:proofErr w:type="spellEnd"/>
      <w:r w:rsidRPr="00863112">
        <w:rPr>
          <w:sz w:val="28"/>
          <w:szCs w:val="28"/>
        </w:rPr>
        <w:t xml:space="preserve"> Ол</w:t>
      </w:r>
      <w:r w:rsidR="006E184A" w:rsidRPr="00863112">
        <w:rPr>
          <w:sz w:val="28"/>
          <w:szCs w:val="28"/>
        </w:rPr>
        <w:t>ьгу Константиновну – бухгалтера-</w:t>
      </w:r>
      <w:r w:rsidRPr="00863112">
        <w:rPr>
          <w:sz w:val="28"/>
          <w:szCs w:val="28"/>
        </w:rPr>
        <w:t>экономиста</w:t>
      </w:r>
      <w:r w:rsidR="00F4779A" w:rsidRPr="00863112">
        <w:rPr>
          <w:sz w:val="28"/>
          <w:szCs w:val="28"/>
        </w:rPr>
        <w:t>.</w:t>
      </w:r>
      <w:r w:rsidRPr="00863112">
        <w:rPr>
          <w:sz w:val="28"/>
          <w:szCs w:val="28"/>
        </w:rPr>
        <w:t xml:space="preserve"> </w:t>
      </w:r>
    </w:p>
    <w:p w:rsidR="00F4779A" w:rsidRPr="00863112" w:rsidRDefault="00F4779A" w:rsidP="005001E6">
      <w:pPr>
        <w:pStyle w:val="af5"/>
        <w:suppressAutoHyphens w:val="0"/>
        <w:ind w:firstLine="709"/>
        <w:contextualSpacing/>
        <w:jc w:val="both"/>
        <w:outlineLvl w:val="5"/>
        <w:rPr>
          <w:sz w:val="28"/>
          <w:szCs w:val="28"/>
        </w:rPr>
      </w:pPr>
      <w:r w:rsidRPr="00863112">
        <w:rPr>
          <w:sz w:val="28"/>
          <w:szCs w:val="28"/>
        </w:rPr>
        <w:t>3. Наградить Почетной грамотой Ярославской областной Думы за ос</w:t>
      </w:r>
      <w:r w:rsidRPr="00863112">
        <w:rPr>
          <w:sz w:val="28"/>
          <w:szCs w:val="28"/>
        </w:rPr>
        <w:t>о</w:t>
      </w:r>
      <w:r w:rsidRPr="00863112">
        <w:rPr>
          <w:sz w:val="28"/>
          <w:szCs w:val="28"/>
        </w:rPr>
        <w:t>бые достижения в обеспечении социального, экономическо</w:t>
      </w:r>
      <w:r w:rsidR="00626FAE" w:rsidRPr="00863112">
        <w:rPr>
          <w:sz w:val="28"/>
          <w:szCs w:val="28"/>
        </w:rPr>
        <w:t>го развития Яр</w:t>
      </w:r>
      <w:r w:rsidR="00626FAE" w:rsidRPr="00863112">
        <w:rPr>
          <w:sz w:val="28"/>
          <w:szCs w:val="28"/>
        </w:rPr>
        <w:t>о</w:t>
      </w:r>
      <w:r w:rsidR="00626FAE" w:rsidRPr="00863112">
        <w:rPr>
          <w:sz w:val="28"/>
          <w:szCs w:val="28"/>
        </w:rPr>
        <w:t>славской области</w:t>
      </w:r>
      <w:r w:rsidRPr="00863112">
        <w:rPr>
          <w:sz w:val="28"/>
          <w:szCs w:val="28"/>
        </w:rPr>
        <w:t xml:space="preserve"> Комлеву Ольгу </w:t>
      </w:r>
      <w:r w:rsidR="002B1D56" w:rsidRPr="00863112">
        <w:rPr>
          <w:sz w:val="28"/>
          <w:szCs w:val="28"/>
        </w:rPr>
        <w:t>С</w:t>
      </w:r>
      <w:r w:rsidRPr="00863112">
        <w:rPr>
          <w:sz w:val="28"/>
          <w:szCs w:val="28"/>
        </w:rPr>
        <w:t>ергеевну</w:t>
      </w:r>
      <w:r w:rsidR="00123D97" w:rsidRPr="00863112">
        <w:rPr>
          <w:sz w:val="28"/>
          <w:szCs w:val="28"/>
        </w:rPr>
        <w:t xml:space="preserve"> </w:t>
      </w:r>
      <w:r w:rsidRPr="00863112">
        <w:rPr>
          <w:sz w:val="28"/>
          <w:szCs w:val="28"/>
        </w:rPr>
        <w:t xml:space="preserve">– заместителя директора </w:t>
      </w:r>
      <w:r w:rsidR="00E933BD" w:rsidRPr="00863112">
        <w:rPr>
          <w:sz w:val="28"/>
          <w:szCs w:val="28"/>
        </w:rPr>
        <w:t>г</w:t>
      </w:r>
      <w:r w:rsidR="00F50B2C" w:rsidRPr="00863112">
        <w:rPr>
          <w:sz w:val="28"/>
          <w:szCs w:val="28"/>
        </w:rPr>
        <w:t>ос</w:t>
      </w:r>
      <w:r w:rsidR="00F50B2C" w:rsidRPr="00863112">
        <w:rPr>
          <w:sz w:val="28"/>
          <w:szCs w:val="28"/>
        </w:rPr>
        <w:t>у</w:t>
      </w:r>
      <w:r w:rsidR="00F50B2C" w:rsidRPr="00863112">
        <w:rPr>
          <w:sz w:val="28"/>
          <w:szCs w:val="28"/>
        </w:rPr>
        <w:t xml:space="preserve">дарственного автономного учреждения </w:t>
      </w:r>
      <w:r w:rsidRPr="00863112">
        <w:rPr>
          <w:sz w:val="28"/>
          <w:szCs w:val="28"/>
        </w:rPr>
        <w:t>Ярославской области «</w:t>
      </w:r>
      <w:r w:rsidR="00E933BD" w:rsidRPr="00863112">
        <w:rPr>
          <w:sz w:val="28"/>
          <w:szCs w:val="28"/>
        </w:rPr>
        <w:t>Государстве</w:t>
      </w:r>
      <w:r w:rsidR="00E933BD" w:rsidRPr="00863112">
        <w:rPr>
          <w:sz w:val="28"/>
          <w:szCs w:val="28"/>
        </w:rPr>
        <w:t>н</w:t>
      </w:r>
      <w:r w:rsidR="00E933BD" w:rsidRPr="00863112">
        <w:rPr>
          <w:sz w:val="28"/>
          <w:szCs w:val="28"/>
        </w:rPr>
        <w:t>ная экспертиза в строительстве</w:t>
      </w:r>
      <w:r w:rsidRPr="00863112">
        <w:rPr>
          <w:sz w:val="28"/>
          <w:szCs w:val="28"/>
        </w:rPr>
        <w:t>».</w:t>
      </w:r>
    </w:p>
    <w:p w:rsidR="00770D27" w:rsidRPr="00863112" w:rsidRDefault="00770D27" w:rsidP="005001E6">
      <w:pPr>
        <w:pStyle w:val="af5"/>
        <w:suppressAutoHyphens w:val="0"/>
        <w:ind w:firstLine="709"/>
        <w:contextualSpacing/>
        <w:jc w:val="both"/>
        <w:outlineLvl w:val="5"/>
        <w:rPr>
          <w:sz w:val="28"/>
          <w:szCs w:val="28"/>
        </w:rPr>
      </w:pPr>
      <w:r w:rsidRPr="00863112">
        <w:rPr>
          <w:sz w:val="28"/>
          <w:szCs w:val="28"/>
        </w:rPr>
        <w:t>4. Наградить Почетной грамотой Ярославской областной Думы за ос</w:t>
      </w:r>
      <w:r w:rsidRPr="00863112">
        <w:rPr>
          <w:sz w:val="28"/>
          <w:szCs w:val="28"/>
        </w:rPr>
        <w:t>о</w:t>
      </w:r>
      <w:r w:rsidRPr="00863112">
        <w:rPr>
          <w:sz w:val="28"/>
          <w:szCs w:val="28"/>
        </w:rPr>
        <w:t>бые достижения в обеспечении социального, экономического развития Яр</w:t>
      </w:r>
      <w:r w:rsidRPr="00863112">
        <w:rPr>
          <w:sz w:val="28"/>
          <w:szCs w:val="28"/>
        </w:rPr>
        <w:t>о</w:t>
      </w:r>
      <w:r w:rsidRPr="00863112">
        <w:rPr>
          <w:sz w:val="28"/>
          <w:szCs w:val="28"/>
        </w:rPr>
        <w:t>славской области, многолетний добросовестный труд в обществе с огран</w:t>
      </w:r>
      <w:r w:rsidRPr="00863112">
        <w:rPr>
          <w:sz w:val="28"/>
          <w:szCs w:val="28"/>
        </w:rPr>
        <w:t>и</w:t>
      </w:r>
      <w:r w:rsidRPr="00863112">
        <w:rPr>
          <w:sz w:val="28"/>
          <w:szCs w:val="28"/>
        </w:rPr>
        <w:t xml:space="preserve">ченной ответственностью «Строй-Заказ» г. Ярославля Смирнова Александра Анатольевича – генерального директора. </w:t>
      </w:r>
    </w:p>
    <w:p w:rsidR="00A2704A" w:rsidRPr="00863112" w:rsidRDefault="00770D27" w:rsidP="005001E6">
      <w:pPr>
        <w:pStyle w:val="af5"/>
        <w:suppressAutoHyphens w:val="0"/>
        <w:ind w:firstLine="709"/>
        <w:jc w:val="both"/>
        <w:rPr>
          <w:sz w:val="28"/>
          <w:szCs w:val="28"/>
        </w:rPr>
      </w:pPr>
      <w:r w:rsidRPr="00863112">
        <w:rPr>
          <w:sz w:val="28"/>
          <w:szCs w:val="28"/>
        </w:rPr>
        <w:lastRenderedPageBreak/>
        <w:t xml:space="preserve">5. </w:t>
      </w:r>
      <w:r w:rsidR="00645C4F" w:rsidRPr="00863112">
        <w:rPr>
          <w:sz w:val="28"/>
          <w:szCs w:val="28"/>
        </w:rPr>
        <w:t>Наградить Почетной грамотой Ярославской областной Думы за ос</w:t>
      </w:r>
      <w:r w:rsidR="00645C4F" w:rsidRPr="00863112">
        <w:rPr>
          <w:sz w:val="28"/>
          <w:szCs w:val="28"/>
        </w:rPr>
        <w:t>о</w:t>
      </w:r>
      <w:r w:rsidR="00645C4F" w:rsidRPr="00863112">
        <w:rPr>
          <w:sz w:val="28"/>
          <w:szCs w:val="28"/>
        </w:rPr>
        <w:t>бые достижения в обеспечении социального, экономического развития Яр</w:t>
      </w:r>
      <w:r w:rsidR="00645C4F" w:rsidRPr="00863112">
        <w:rPr>
          <w:sz w:val="28"/>
          <w:szCs w:val="28"/>
        </w:rPr>
        <w:t>о</w:t>
      </w:r>
      <w:r w:rsidR="00645C4F" w:rsidRPr="00863112">
        <w:rPr>
          <w:sz w:val="28"/>
          <w:szCs w:val="28"/>
        </w:rPr>
        <w:t>славской области, многолетний добросовестный труд в открытом акционе</w:t>
      </w:r>
      <w:r w:rsidR="00645C4F" w:rsidRPr="00863112">
        <w:rPr>
          <w:sz w:val="28"/>
          <w:szCs w:val="28"/>
        </w:rPr>
        <w:t>р</w:t>
      </w:r>
      <w:r w:rsidR="00645C4F" w:rsidRPr="00863112">
        <w:rPr>
          <w:sz w:val="28"/>
          <w:szCs w:val="28"/>
        </w:rPr>
        <w:t>ном обществе «Трест</w:t>
      </w:r>
      <w:r w:rsidR="0058766C" w:rsidRPr="00863112">
        <w:rPr>
          <w:sz w:val="28"/>
          <w:szCs w:val="28"/>
        </w:rPr>
        <w:t xml:space="preserve"> </w:t>
      </w:r>
      <w:proofErr w:type="spellStart"/>
      <w:r w:rsidR="00645C4F" w:rsidRPr="00863112">
        <w:rPr>
          <w:sz w:val="28"/>
          <w:szCs w:val="28"/>
        </w:rPr>
        <w:t>Переславльстрой</w:t>
      </w:r>
      <w:proofErr w:type="spellEnd"/>
      <w:r w:rsidR="00645C4F" w:rsidRPr="00863112">
        <w:rPr>
          <w:sz w:val="28"/>
          <w:szCs w:val="28"/>
        </w:rPr>
        <w:t xml:space="preserve">» </w:t>
      </w:r>
      <w:r w:rsidR="0013548C" w:rsidRPr="00863112">
        <w:rPr>
          <w:sz w:val="28"/>
          <w:szCs w:val="28"/>
        </w:rPr>
        <w:t>г.</w:t>
      </w:r>
      <w:r w:rsidR="00152353" w:rsidRPr="00863112">
        <w:rPr>
          <w:sz w:val="28"/>
          <w:szCs w:val="28"/>
        </w:rPr>
        <w:t xml:space="preserve"> </w:t>
      </w:r>
      <w:r w:rsidR="0013548C" w:rsidRPr="00863112">
        <w:rPr>
          <w:sz w:val="28"/>
          <w:szCs w:val="28"/>
        </w:rPr>
        <w:t>Пересл</w:t>
      </w:r>
      <w:r w:rsidR="006F15E8" w:rsidRPr="00863112">
        <w:rPr>
          <w:sz w:val="28"/>
          <w:szCs w:val="28"/>
        </w:rPr>
        <w:t>авля</w:t>
      </w:r>
      <w:r w:rsidR="006E184A" w:rsidRPr="00863112">
        <w:rPr>
          <w:sz w:val="28"/>
          <w:szCs w:val="28"/>
        </w:rPr>
        <w:t>-Залесского</w:t>
      </w:r>
      <w:r w:rsidR="0013548C" w:rsidRPr="00863112">
        <w:rPr>
          <w:sz w:val="28"/>
          <w:szCs w:val="28"/>
        </w:rPr>
        <w:t xml:space="preserve"> </w:t>
      </w:r>
      <w:r w:rsidR="00645C4F" w:rsidRPr="00863112">
        <w:rPr>
          <w:sz w:val="28"/>
          <w:szCs w:val="28"/>
        </w:rPr>
        <w:t xml:space="preserve">Соловьева Александра Владимировича – </w:t>
      </w:r>
      <w:r w:rsidR="0013548C" w:rsidRPr="00863112">
        <w:rPr>
          <w:sz w:val="28"/>
          <w:szCs w:val="28"/>
        </w:rPr>
        <w:t>техническ</w:t>
      </w:r>
      <w:r w:rsidR="00645C4F" w:rsidRPr="00863112">
        <w:rPr>
          <w:sz w:val="28"/>
          <w:szCs w:val="28"/>
        </w:rPr>
        <w:t>ого директора.</w:t>
      </w:r>
    </w:p>
    <w:p w:rsidR="00A2704A" w:rsidRPr="00863112" w:rsidRDefault="00645C4F" w:rsidP="005001E6">
      <w:pPr>
        <w:pStyle w:val="af5"/>
        <w:suppressAutoHyphens w:val="0"/>
        <w:ind w:firstLine="709"/>
        <w:contextualSpacing/>
        <w:jc w:val="both"/>
        <w:outlineLvl w:val="5"/>
        <w:rPr>
          <w:sz w:val="28"/>
          <w:szCs w:val="28"/>
        </w:rPr>
      </w:pPr>
      <w:r w:rsidRPr="00863112">
        <w:rPr>
          <w:sz w:val="28"/>
          <w:szCs w:val="28"/>
        </w:rPr>
        <w:t xml:space="preserve">6. </w:t>
      </w:r>
      <w:r w:rsidR="007E2814" w:rsidRPr="00863112">
        <w:rPr>
          <w:sz w:val="28"/>
          <w:szCs w:val="28"/>
        </w:rPr>
        <w:t>Наградить Почетной грамотой Ярославской областной Думы за ос</w:t>
      </w:r>
      <w:r w:rsidR="007E2814" w:rsidRPr="00863112">
        <w:rPr>
          <w:sz w:val="28"/>
          <w:szCs w:val="28"/>
        </w:rPr>
        <w:t>о</w:t>
      </w:r>
      <w:r w:rsidR="007E2814" w:rsidRPr="00863112">
        <w:rPr>
          <w:sz w:val="28"/>
          <w:szCs w:val="28"/>
        </w:rPr>
        <w:t>бые достижения в обеспечении социального, экономического развития Яр</w:t>
      </w:r>
      <w:r w:rsidR="007E2814" w:rsidRPr="00863112">
        <w:rPr>
          <w:sz w:val="28"/>
          <w:szCs w:val="28"/>
        </w:rPr>
        <w:t>о</w:t>
      </w:r>
      <w:r w:rsidR="007E2814" w:rsidRPr="00863112">
        <w:rPr>
          <w:sz w:val="28"/>
          <w:szCs w:val="28"/>
        </w:rPr>
        <w:t xml:space="preserve">славской области </w:t>
      </w:r>
      <w:proofErr w:type="spellStart"/>
      <w:r w:rsidR="007E2814" w:rsidRPr="00863112">
        <w:rPr>
          <w:sz w:val="28"/>
          <w:szCs w:val="28"/>
        </w:rPr>
        <w:t>Шамарина</w:t>
      </w:r>
      <w:proofErr w:type="spellEnd"/>
      <w:r w:rsidR="007E2814" w:rsidRPr="00863112">
        <w:rPr>
          <w:sz w:val="28"/>
          <w:szCs w:val="28"/>
        </w:rPr>
        <w:t xml:space="preserve"> Михаила Александровича – начальника прои</w:t>
      </w:r>
      <w:r w:rsidR="007E2814" w:rsidRPr="00863112">
        <w:rPr>
          <w:sz w:val="28"/>
          <w:szCs w:val="28"/>
        </w:rPr>
        <w:t>з</w:t>
      </w:r>
      <w:r w:rsidR="007E2814" w:rsidRPr="00863112">
        <w:rPr>
          <w:sz w:val="28"/>
          <w:szCs w:val="28"/>
        </w:rPr>
        <w:t>водственного отдела обществ</w:t>
      </w:r>
      <w:r w:rsidR="00152353" w:rsidRPr="00863112">
        <w:rPr>
          <w:sz w:val="28"/>
          <w:szCs w:val="28"/>
        </w:rPr>
        <w:t>а</w:t>
      </w:r>
      <w:r w:rsidR="007E2814" w:rsidRPr="00863112">
        <w:rPr>
          <w:sz w:val="28"/>
          <w:szCs w:val="28"/>
        </w:rPr>
        <w:t xml:space="preserve"> с ограниченной ответственностью «Ярнефт</w:t>
      </w:r>
      <w:r w:rsidR="007E2814" w:rsidRPr="00863112">
        <w:rPr>
          <w:sz w:val="28"/>
          <w:szCs w:val="28"/>
        </w:rPr>
        <w:t>е</w:t>
      </w:r>
      <w:r w:rsidR="007E2814" w:rsidRPr="00863112">
        <w:rPr>
          <w:sz w:val="28"/>
          <w:szCs w:val="28"/>
        </w:rPr>
        <w:t>химстрой-2» г. Ярославля.</w:t>
      </w:r>
    </w:p>
    <w:p w:rsidR="00C676A6" w:rsidRPr="00863112" w:rsidRDefault="00E04C5C" w:rsidP="005001E6">
      <w:pPr>
        <w:ind w:firstLine="709"/>
        <w:jc w:val="both"/>
        <w:rPr>
          <w:sz w:val="28"/>
          <w:szCs w:val="28"/>
        </w:rPr>
      </w:pPr>
      <w:r w:rsidRPr="00863112">
        <w:rPr>
          <w:sz w:val="28"/>
          <w:szCs w:val="28"/>
        </w:rPr>
        <w:t>7.</w:t>
      </w:r>
      <w:r w:rsidR="00C676A6" w:rsidRPr="00863112">
        <w:rPr>
          <w:sz w:val="28"/>
          <w:szCs w:val="28"/>
        </w:rPr>
        <w:t xml:space="preserve"> Наградить Почетной грамотой Ярославской областной Думы за мн</w:t>
      </w:r>
      <w:r w:rsidR="00C676A6" w:rsidRPr="00863112">
        <w:rPr>
          <w:sz w:val="28"/>
          <w:szCs w:val="28"/>
        </w:rPr>
        <w:t>о</w:t>
      </w:r>
      <w:r w:rsidR="00C676A6" w:rsidRPr="00863112">
        <w:rPr>
          <w:sz w:val="28"/>
          <w:szCs w:val="28"/>
        </w:rPr>
        <w:t xml:space="preserve">голетнюю плодотворную работу по обучению и воспитанию подрастающего поколения </w:t>
      </w:r>
      <w:r w:rsidR="006E2C62" w:rsidRPr="00863112">
        <w:rPr>
          <w:sz w:val="28"/>
          <w:szCs w:val="28"/>
        </w:rPr>
        <w:t>Лукичеву Светлану Владимировну</w:t>
      </w:r>
      <w:r w:rsidR="00C676A6" w:rsidRPr="00863112">
        <w:rPr>
          <w:sz w:val="28"/>
          <w:szCs w:val="28"/>
        </w:rPr>
        <w:t xml:space="preserve"> – учителя </w:t>
      </w:r>
      <w:r w:rsidR="00B222F5" w:rsidRPr="00863112">
        <w:rPr>
          <w:sz w:val="28"/>
          <w:szCs w:val="28"/>
        </w:rPr>
        <w:t>музыки</w:t>
      </w:r>
      <w:r w:rsidR="00C676A6" w:rsidRPr="00863112">
        <w:rPr>
          <w:sz w:val="28"/>
          <w:szCs w:val="28"/>
        </w:rPr>
        <w:t xml:space="preserve"> муниц</w:t>
      </w:r>
      <w:r w:rsidR="00C676A6" w:rsidRPr="00863112">
        <w:rPr>
          <w:sz w:val="28"/>
          <w:szCs w:val="28"/>
        </w:rPr>
        <w:t>и</w:t>
      </w:r>
      <w:r w:rsidR="00C676A6" w:rsidRPr="00863112">
        <w:rPr>
          <w:sz w:val="28"/>
          <w:szCs w:val="28"/>
        </w:rPr>
        <w:t xml:space="preserve">пального общеобразовательного учреждения </w:t>
      </w:r>
      <w:proofErr w:type="spellStart"/>
      <w:r w:rsidR="00B222F5" w:rsidRPr="00863112">
        <w:rPr>
          <w:sz w:val="28"/>
          <w:szCs w:val="28"/>
        </w:rPr>
        <w:t>Николо-Кормск</w:t>
      </w:r>
      <w:r w:rsidR="00177DBA" w:rsidRPr="00863112">
        <w:rPr>
          <w:sz w:val="28"/>
          <w:szCs w:val="28"/>
        </w:rPr>
        <w:t>ой</w:t>
      </w:r>
      <w:proofErr w:type="spellEnd"/>
      <w:r w:rsidR="00B222F5" w:rsidRPr="00863112">
        <w:rPr>
          <w:sz w:val="28"/>
          <w:szCs w:val="28"/>
        </w:rPr>
        <w:t xml:space="preserve"> </w:t>
      </w:r>
      <w:r w:rsidR="00C676A6" w:rsidRPr="00863112">
        <w:rPr>
          <w:sz w:val="28"/>
          <w:szCs w:val="28"/>
        </w:rPr>
        <w:t>средн</w:t>
      </w:r>
      <w:r w:rsidR="00177DBA" w:rsidRPr="00863112">
        <w:rPr>
          <w:sz w:val="28"/>
          <w:szCs w:val="28"/>
        </w:rPr>
        <w:t>ей</w:t>
      </w:r>
      <w:r w:rsidR="00C676A6" w:rsidRPr="00863112">
        <w:rPr>
          <w:sz w:val="28"/>
          <w:szCs w:val="28"/>
        </w:rPr>
        <w:t xml:space="preserve"> о</w:t>
      </w:r>
      <w:r w:rsidR="00C676A6" w:rsidRPr="00863112">
        <w:rPr>
          <w:sz w:val="28"/>
          <w:szCs w:val="28"/>
        </w:rPr>
        <w:t>б</w:t>
      </w:r>
      <w:r w:rsidR="00C676A6" w:rsidRPr="00863112">
        <w:rPr>
          <w:sz w:val="28"/>
          <w:szCs w:val="28"/>
        </w:rPr>
        <w:t>щеобразовательн</w:t>
      </w:r>
      <w:r w:rsidR="00177DBA" w:rsidRPr="00863112">
        <w:rPr>
          <w:sz w:val="28"/>
          <w:szCs w:val="28"/>
        </w:rPr>
        <w:t>ой</w:t>
      </w:r>
      <w:r w:rsidR="00C676A6" w:rsidRPr="00863112">
        <w:rPr>
          <w:sz w:val="28"/>
          <w:szCs w:val="28"/>
        </w:rPr>
        <w:t xml:space="preserve"> школ</w:t>
      </w:r>
      <w:r w:rsidR="00177DBA" w:rsidRPr="00863112">
        <w:rPr>
          <w:sz w:val="28"/>
          <w:szCs w:val="28"/>
        </w:rPr>
        <w:t>ы</w:t>
      </w:r>
      <w:r w:rsidR="00B222F5" w:rsidRPr="00863112">
        <w:rPr>
          <w:sz w:val="28"/>
          <w:szCs w:val="28"/>
        </w:rPr>
        <w:t xml:space="preserve"> Рыбинского</w:t>
      </w:r>
      <w:r w:rsidR="00C676A6" w:rsidRPr="00863112">
        <w:rPr>
          <w:sz w:val="28"/>
          <w:szCs w:val="28"/>
        </w:rPr>
        <w:t xml:space="preserve"> муниципального района.</w:t>
      </w:r>
    </w:p>
    <w:p w:rsidR="00C53D65" w:rsidRPr="00863112" w:rsidRDefault="00C53D65" w:rsidP="005001E6">
      <w:pPr>
        <w:ind w:firstLine="709"/>
        <w:jc w:val="both"/>
        <w:rPr>
          <w:sz w:val="28"/>
          <w:szCs w:val="28"/>
        </w:rPr>
      </w:pPr>
      <w:r w:rsidRPr="00863112">
        <w:rPr>
          <w:sz w:val="28"/>
          <w:szCs w:val="28"/>
        </w:rPr>
        <w:t>8. Наградить Почетной грамотой Ярославской областной Думы за мн</w:t>
      </w:r>
      <w:r w:rsidRPr="00863112">
        <w:rPr>
          <w:sz w:val="28"/>
          <w:szCs w:val="28"/>
        </w:rPr>
        <w:t>о</w:t>
      </w:r>
      <w:r w:rsidRPr="00863112">
        <w:rPr>
          <w:sz w:val="28"/>
          <w:szCs w:val="28"/>
        </w:rPr>
        <w:t xml:space="preserve">голетнюю плодотворную работу по обучению и воспитанию подрастающего поколения Полетаева Владимира Васильевича – </w:t>
      </w:r>
      <w:r w:rsidR="005112A9" w:rsidRPr="00863112">
        <w:rPr>
          <w:sz w:val="28"/>
          <w:szCs w:val="28"/>
        </w:rPr>
        <w:t>директора</w:t>
      </w:r>
      <w:r w:rsidRPr="00863112">
        <w:rPr>
          <w:sz w:val="28"/>
          <w:szCs w:val="28"/>
        </w:rPr>
        <w:t xml:space="preserve"> муниципального общеобразовательного учреждения </w:t>
      </w:r>
      <w:r w:rsidR="005112A9" w:rsidRPr="00863112">
        <w:rPr>
          <w:sz w:val="28"/>
          <w:szCs w:val="28"/>
        </w:rPr>
        <w:t>Андреевск</w:t>
      </w:r>
      <w:r w:rsidR="00177DBA" w:rsidRPr="00863112">
        <w:rPr>
          <w:sz w:val="28"/>
          <w:szCs w:val="28"/>
        </w:rPr>
        <w:t>ой</w:t>
      </w:r>
      <w:r w:rsidRPr="00863112">
        <w:rPr>
          <w:sz w:val="28"/>
          <w:szCs w:val="28"/>
        </w:rPr>
        <w:t xml:space="preserve"> средн</w:t>
      </w:r>
      <w:r w:rsidR="00177DBA" w:rsidRPr="00863112">
        <w:rPr>
          <w:sz w:val="28"/>
          <w:szCs w:val="28"/>
        </w:rPr>
        <w:t>ей</w:t>
      </w:r>
      <w:r w:rsidRPr="00863112">
        <w:rPr>
          <w:sz w:val="28"/>
          <w:szCs w:val="28"/>
        </w:rPr>
        <w:t xml:space="preserve"> общеобразовател</w:t>
      </w:r>
      <w:r w:rsidRPr="00863112">
        <w:rPr>
          <w:sz w:val="28"/>
          <w:szCs w:val="28"/>
        </w:rPr>
        <w:t>ь</w:t>
      </w:r>
      <w:r w:rsidR="008208BD" w:rsidRPr="00863112">
        <w:rPr>
          <w:sz w:val="28"/>
          <w:szCs w:val="28"/>
        </w:rPr>
        <w:t>н</w:t>
      </w:r>
      <w:r w:rsidR="00177DBA" w:rsidRPr="00863112">
        <w:rPr>
          <w:sz w:val="28"/>
          <w:szCs w:val="28"/>
        </w:rPr>
        <w:t>ой</w:t>
      </w:r>
      <w:r w:rsidR="008208BD" w:rsidRPr="00863112">
        <w:rPr>
          <w:sz w:val="28"/>
          <w:szCs w:val="28"/>
        </w:rPr>
        <w:t xml:space="preserve"> школ</w:t>
      </w:r>
      <w:r w:rsidR="00177DBA" w:rsidRPr="00863112">
        <w:rPr>
          <w:sz w:val="28"/>
          <w:szCs w:val="28"/>
        </w:rPr>
        <w:t>ы</w:t>
      </w:r>
      <w:r w:rsidR="008208BD" w:rsidRPr="00863112">
        <w:rPr>
          <w:sz w:val="28"/>
          <w:szCs w:val="28"/>
        </w:rPr>
        <w:t xml:space="preserve"> </w:t>
      </w:r>
      <w:r w:rsidR="005112A9" w:rsidRPr="00863112">
        <w:rPr>
          <w:sz w:val="28"/>
          <w:szCs w:val="28"/>
        </w:rPr>
        <w:t>Борисоглебского</w:t>
      </w:r>
      <w:r w:rsidRPr="00863112">
        <w:rPr>
          <w:sz w:val="28"/>
          <w:szCs w:val="28"/>
        </w:rPr>
        <w:t xml:space="preserve"> муниципального района.</w:t>
      </w:r>
    </w:p>
    <w:p w:rsidR="00F8352D" w:rsidRPr="00863112" w:rsidRDefault="00F8352D" w:rsidP="005001E6">
      <w:pPr>
        <w:pStyle w:val="af5"/>
        <w:suppressAutoHyphens w:val="0"/>
        <w:ind w:firstLine="709"/>
        <w:contextualSpacing/>
        <w:jc w:val="both"/>
        <w:outlineLvl w:val="5"/>
        <w:rPr>
          <w:sz w:val="28"/>
          <w:szCs w:val="28"/>
        </w:rPr>
      </w:pPr>
      <w:r w:rsidRPr="00863112">
        <w:rPr>
          <w:sz w:val="28"/>
          <w:szCs w:val="28"/>
        </w:rPr>
        <w:t xml:space="preserve">9. Наградить Почетной грамотой Ярославской областной Думы за </w:t>
      </w:r>
      <w:r w:rsidR="008208BD" w:rsidRPr="00863112">
        <w:rPr>
          <w:sz w:val="28"/>
          <w:szCs w:val="28"/>
        </w:rPr>
        <w:t>мн</w:t>
      </w:r>
      <w:r w:rsidR="008208BD" w:rsidRPr="00863112">
        <w:rPr>
          <w:sz w:val="28"/>
          <w:szCs w:val="28"/>
        </w:rPr>
        <w:t>о</w:t>
      </w:r>
      <w:r w:rsidR="008208BD" w:rsidRPr="00863112">
        <w:rPr>
          <w:sz w:val="28"/>
          <w:szCs w:val="28"/>
        </w:rPr>
        <w:t>голетний добросовестный труд</w:t>
      </w:r>
      <w:r w:rsidRPr="00863112">
        <w:rPr>
          <w:sz w:val="28"/>
          <w:szCs w:val="28"/>
        </w:rPr>
        <w:t xml:space="preserve"> </w:t>
      </w:r>
      <w:r w:rsidR="00626FAE" w:rsidRPr="00863112">
        <w:rPr>
          <w:sz w:val="28"/>
          <w:szCs w:val="28"/>
        </w:rPr>
        <w:t>в муниципальном унитарном предприятии жилищно-коммунального хозяйства «</w:t>
      </w:r>
      <w:proofErr w:type="spellStart"/>
      <w:r w:rsidR="00626FAE" w:rsidRPr="00863112">
        <w:rPr>
          <w:sz w:val="28"/>
          <w:szCs w:val="28"/>
        </w:rPr>
        <w:t>Акватерм</w:t>
      </w:r>
      <w:proofErr w:type="spellEnd"/>
      <w:r w:rsidR="00626FAE" w:rsidRPr="00863112">
        <w:rPr>
          <w:sz w:val="28"/>
          <w:szCs w:val="28"/>
        </w:rPr>
        <w:t>-сервис»</w:t>
      </w:r>
      <w:r w:rsidRPr="00863112">
        <w:rPr>
          <w:sz w:val="28"/>
          <w:szCs w:val="28"/>
        </w:rPr>
        <w:t xml:space="preserve"> </w:t>
      </w:r>
      <w:r w:rsidR="005A4109" w:rsidRPr="00863112">
        <w:rPr>
          <w:sz w:val="28"/>
          <w:szCs w:val="28"/>
        </w:rPr>
        <w:t>Борисоглебского м</w:t>
      </w:r>
      <w:r w:rsidR="005A4109" w:rsidRPr="00863112">
        <w:rPr>
          <w:sz w:val="28"/>
          <w:szCs w:val="28"/>
        </w:rPr>
        <w:t>у</w:t>
      </w:r>
      <w:r w:rsidR="005A4109" w:rsidRPr="00863112">
        <w:rPr>
          <w:sz w:val="28"/>
          <w:szCs w:val="28"/>
        </w:rPr>
        <w:t xml:space="preserve">ниципального района </w:t>
      </w:r>
      <w:r w:rsidRPr="00863112">
        <w:rPr>
          <w:sz w:val="28"/>
          <w:szCs w:val="28"/>
        </w:rPr>
        <w:t>Ярославской области Кузьмина Влади</w:t>
      </w:r>
      <w:r w:rsidR="008208BD" w:rsidRPr="00863112">
        <w:rPr>
          <w:sz w:val="28"/>
          <w:szCs w:val="28"/>
        </w:rPr>
        <w:t>мира Валентин</w:t>
      </w:r>
      <w:r w:rsidR="008208BD" w:rsidRPr="00863112">
        <w:rPr>
          <w:sz w:val="28"/>
          <w:szCs w:val="28"/>
        </w:rPr>
        <w:t>о</w:t>
      </w:r>
      <w:r w:rsidR="008208BD" w:rsidRPr="00863112">
        <w:rPr>
          <w:sz w:val="28"/>
          <w:szCs w:val="28"/>
        </w:rPr>
        <w:t>вича – директора</w:t>
      </w:r>
      <w:r w:rsidRPr="00863112">
        <w:rPr>
          <w:sz w:val="28"/>
          <w:szCs w:val="28"/>
        </w:rPr>
        <w:t>.</w:t>
      </w:r>
      <w:r w:rsidR="003240C8" w:rsidRPr="00863112">
        <w:rPr>
          <w:sz w:val="28"/>
          <w:szCs w:val="28"/>
        </w:rPr>
        <w:t xml:space="preserve"> </w:t>
      </w:r>
    </w:p>
    <w:p w:rsidR="00C814F5" w:rsidRPr="00863112" w:rsidRDefault="00C814F5" w:rsidP="005001E6">
      <w:pPr>
        <w:pStyle w:val="af5"/>
        <w:suppressAutoHyphens w:val="0"/>
        <w:ind w:firstLine="709"/>
        <w:contextualSpacing/>
        <w:jc w:val="both"/>
        <w:outlineLvl w:val="5"/>
        <w:rPr>
          <w:sz w:val="28"/>
          <w:szCs w:val="28"/>
        </w:rPr>
      </w:pPr>
      <w:r w:rsidRPr="00863112">
        <w:rPr>
          <w:sz w:val="28"/>
          <w:szCs w:val="28"/>
        </w:rPr>
        <w:t>10. Наградить Почетной грамотой Ярославской областной Думы за м</w:t>
      </w:r>
      <w:r w:rsidR="006E184A" w:rsidRPr="00863112">
        <w:rPr>
          <w:sz w:val="28"/>
          <w:szCs w:val="28"/>
        </w:rPr>
        <w:t>ноголетний добросовестный труд в Федеральном государственном унита</w:t>
      </w:r>
      <w:r w:rsidR="006E184A" w:rsidRPr="00863112">
        <w:rPr>
          <w:sz w:val="28"/>
          <w:szCs w:val="28"/>
        </w:rPr>
        <w:t>р</w:t>
      </w:r>
      <w:r w:rsidR="006E184A" w:rsidRPr="00863112">
        <w:rPr>
          <w:sz w:val="28"/>
          <w:szCs w:val="28"/>
        </w:rPr>
        <w:t xml:space="preserve">ном предприятии «Экспериментальная </w:t>
      </w:r>
      <w:proofErr w:type="spellStart"/>
      <w:r w:rsidR="006E184A" w:rsidRPr="00863112">
        <w:rPr>
          <w:sz w:val="28"/>
          <w:szCs w:val="28"/>
        </w:rPr>
        <w:t>биофабрика</w:t>
      </w:r>
      <w:proofErr w:type="spellEnd"/>
      <w:r w:rsidR="006E184A" w:rsidRPr="00863112">
        <w:rPr>
          <w:sz w:val="28"/>
          <w:szCs w:val="28"/>
        </w:rPr>
        <w:t xml:space="preserve">» </w:t>
      </w:r>
      <w:r w:rsidR="00090D9B" w:rsidRPr="00863112">
        <w:rPr>
          <w:sz w:val="28"/>
          <w:szCs w:val="28"/>
        </w:rPr>
        <w:t>Сорокину Нинель Пе</w:t>
      </w:r>
      <w:r w:rsidR="00090D9B" w:rsidRPr="00863112">
        <w:rPr>
          <w:sz w:val="28"/>
          <w:szCs w:val="28"/>
        </w:rPr>
        <w:t>т</w:t>
      </w:r>
      <w:r w:rsidR="00090D9B" w:rsidRPr="00863112">
        <w:rPr>
          <w:sz w:val="28"/>
          <w:szCs w:val="28"/>
        </w:rPr>
        <w:t>ровну</w:t>
      </w:r>
      <w:r w:rsidRPr="00863112">
        <w:rPr>
          <w:sz w:val="28"/>
          <w:szCs w:val="28"/>
        </w:rPr>
        <w:t xml:space="preserve"> – </w:t>
      </w:r>
      <w:r w:rsidR="00090D9B" w:rsidRPr="00863112">
        <w:rPr>
          <w:sz w:val="28"/>
          <w:szCs w:val="28"/>
        </w:rPr>
        <w:t>в</w:t>
      </w:r>
      <w:r w:rsidR="006E184A" w:rsidRPr="00863112">
        <w:rPr>
          <w:sz w:val="28"/>
          <w:szCs w:val="28"/>
        </w:rPr>
        <w:t>ременно исполняющего</w:t>
      </w:r>
      <w:r w:rsidR="005F7CCC" w:rsidRPr="00863112">
        <w:rPr>
          <w:sz w:val="28"/>
          <w:szCs w:val="28"/>
        </w:rPr>
        <w:t xml:space="preserve"> обязанности</w:t>
      </w:r>
      <w:r w:rsidR="00090D9B" w:rsidRPr="00863112">
        <w:rPr>
          <w:sz w:val="28"/>
          <w:szCs w:val="28"/>
        </w:rPr>
        <w:t xml:space="preserve"> </w:t>
      </w:r>
      <w:r w:rsidRPr="00863112">
        <w:rPr>
          <w:sz w:val="28"/>
          <w:szCs w:val="28"/>
        </w:rPr>
        <w:t>директора</w:t>
      </w:r>
      <w:r w:rsidR="006E184A" w:rsidRPr="00863112">
        <w:rPr>
          <w:sz w:val="28"/>
          <w:szCs w:val="28"/>
        </w:rPr>
        <w:t>.</w:t>
      </w:r>
    </w:p>
    <w:p w:rsidR="00C34FBD" w:rsidRPr="00863112" w:rsidRDefault="00C34FBD" w:rsidP="005001E6">
      <w:pPr>
        <w:pStyle w:val="af5"/>
        <w:suppressAutoHyphens w:val="0"/>
        <w:ind w:firstLine="709"/>
        <w:contextualSpacing/>
        <w:jc w:val="both"/>
        <w:outlineLvl w:val="5"/>
        <w:rPr>
          <w:sz w:val="28"/>
          <w:szCs w:val="28"/>
        </w:rPr>
      </w:pPr>
      <w:r w:rsidRPr="00863112">
        <w:rPr>
          <w:sz w:val="28"/>
          <w:szCs w:val="28"/>
        </w:rPr>
        <w:t>11. Наградить Почетной грамотой Ярославской областной Думы за многоле</w:t>
      </w:r>
      <w:r w:rsidR="006E184A" w:rsidRPr="00863112">
        <w:rPr>
          <w:sz w:val="28"/>
          <w:szCs w:val="28"/>
        </w:rPr>
        <w:t xml:space="preserve">тний добросовестный труд </w:t>
      </w:r>
      <w:r w:rsidR="00626FAE" w:rsidRPr="00863112">
        <w:rPr>
          <w:sz w:val="28"/>
          <w:szCs w:val="28"/>
        </w:rPr>
        <w:t>в обществе с ограниченной ответственн</w:t>
      </w:r>
      <w:r w:rsidR="00626FAE" w:rsidRPr="00863112">
        <w:rPr>
          <w:sz w:val="28"/>
          <w:szCs w:val="28"/>
        </w:rPr>
        <w:t>о</w:t>
      </w:r>
      <w:r w:rsidR="00626FAE" w:rsidRPr="00863112">
        <w:rPr>
          <w:sz w:val="28"/>
          <w:szCs w:val="28"/>
        </w:rPr>
        <w:t xml:space="preserve">стью «Трактир на Рыбинской» г. Углича </w:t>
      </w:r>
      <w:r w:rsidRPr="00863112">
        <w:rPr>
          <w:sz w:val="28"/>
          <w:szCs w:val="28"/>
        </w:rPr>
        <w:t>Ярославской области Ивано</w:t>
      </w:r>
      <w:r w:rsidR="006E184A" w:rsidRPr="00863112">
        <w:rPr>
          <w:sz w:val="28"/>
          <w:szCs w:val="28"/>
        </w:rPr>
        <w:t>ву Эльзу Федоровну – директора</w:t>
      </w:r>
      <w:r w:rsidRPr="00863112">
        <w:rPr>
          <w:sz w:val="28"/>
          <w:szCs w:val="28"/>
        </w:rPr>
        <w:t>.</w:t>
      </w:r>
    </w:p>
    <w:p w:rsidR="00CD760C" w:rsidRPr="00863112" w:rsidRDefault="00CD760C" w:rsidP="005001E6">
      <w:pPr>
        <w:pStyle w:val="af5"/>
        <w:suppressAutoHyphens w:val="0"/>
        <w:ind w:firstLine="709"/>
        <w:jc w:val="both"/>
        <w:rPr>
          <w:sz w:val="28"/>
          <w:szCs w:val="28"/>
        </w:rPr>
      </w:pPr>
      <w:r w:rsidRPr="00863112">
        <w:rPr>
          <w:sz w:val="28"/>
          <w:szCs w:val="28"/>
        </w:rPr>
        <w:t>12. Наградить Почетной грамотой Ярославской областной Думы за многолетнюю плодотворную работу по обучению и восп</w:t>
      </w:r>
      <w:r w:rsidR="007F38BC" w:rsidRPr="00863112">
        <w:rPr>
          <w:sz w:val="28"/>
          <w:szCs w:val="28"/>
        </w:rPr>
        <w:t>итанию подраста</w:t>
      </w:r>
      <w:r w:rsidR="007F38BC" w:rsidRPr="00863112">
        <w:rPr>
          <w:sz w:val="28"/>
          <w:szCs w:val="28"/>
        </w:rPr>
        <w:t>ю</w:t>
      </w:r>
      <w:r w:rsidR="007F38BC" w:rsidRPr="00863112">
        <w:rPr>
          <w:sz w:val="28"/>
          <w:szCs w:val="28"/>
        </w:rPr>
        <w:t xml:space="preserve">щего поколения </w:t>
      </w:r>
      <w:r w:rsidR="0017639E" w:rsidRPr="00863112">
        <w:rPr>
          <w:sz w:val="28"/>
          <w:szCs w:val="28"/>
        </w:rPr>
        <w:t>Кокорину Галину Анатольевну</w:t>
      </w:r>
      <w:r w:rsidRPr="00863112">
        <w:rPr>
          <w:sz w:val="28"/>
          <w:szCs w:val="28"/>
        </w:rPr>
        <w:t xml:space="preserve"> – </w:t>
      </w:r>
      <w:r w:rsidR="0017639E" w:rsidRPr="00863112">
        <w:rPr>
          <w:sz w:val="28"/>
          <w:szCs w:val="28"/>
        </w:rPr>
        <w:t>музыкального руководителя</w:t>
      </w:r>
      <w:r w:rsidR="009C72B3" w:rsidRPr="00863112">
        <w:rPr>
          <w:sz w:val="28"/>
          <w:szCs w:val="28"/>
        </w:rPr>
        <w:t xml:space="preserve"> муниципального дошкольного образовательного учреждения детский сад «Тополек» г. Мышкин</w:t>
      </w:r>
      <w:r w:rsidR="007F4137" w:rsidRPr="00863112">
        <w:rPr>
          <w:sz w:val="28"/>
          <w:szCs w:val="28"/>
        </w:rPr>
        <w:t>а</w:t>
      </w:r>
      <w:r w:rsidR="00B51633" w:rsidRPr="00863112">
        <w:rPr>
          <w:sz w:val="28"/>
          <w:szCs w:val="28"/>
        </w:rPr>
        <w:t>.</w:t>
      </w:r>
    </w:p>
    <w:p w:rsidR="00E53FB9" w:rsidRPr="00863112" w:rsidRDefault="0075012F" w:rsidP="005001E6">
      <w:pPr>
        <w:pStyle w:val="af5"/>
        <w:suppressAutoHyphens w:val="0"/>
        <w:ind w:firstLine="709"/>
        <w:contextualSpacing/>
        <w:jc w:val="both"/>
        <w:outlineLvl w:val="5"/>
        <w:rPr>
          <w:sz w:val="28"/>
          <w:szCs w:val="28"/>
        </w:rPr>
      </w:pPr>
      <w:r w:rsidRPr="00863112">
        <w:rPr>
          <w:sz w:val="28"/>
          <w:szCs w:val="28"/>
        </w:rPr>
        <w:t xml:space="preserve">13. </w:t>
      </w:r>
      <w:r w:rsidR="00E605EF" w:rsidRPr="00863112">
        <w:rPr>
          <w:sz w:val="28"/>
          <w:szCs w:val="28"/>
        </w:rPr>
        <w:t xml:space="preserve">Наградить Почетной грамотой Ярославской областной Думы за многолетний добросовестный труд </w:t>
      </w:r>
      <w:r w:rsidR="00DF634C" w:rsidRPr="00863112">
        <w:rPr>
          <w:sz w:val="28"/>
          <w:szCs w:val="28"/>
        </w:rPr>
        <w:t>в а</w:t>
      </w:r>
      <w:r w:rsidR="00CC4877" w:rsidRPr="00863112">
        <w:rPr>
          <w:sz w:val="28"/>
          <w:szCs w:val="28"/>
        </w:rPr>
        <w:t xml:space="preserve">кционерном обществе </w:t>
      </w:r>
      <w:r w:rsidR="00DE5648" w:rsidRPr="00863112">
        <w:rPr>
          <w:sz w:val="28"/>
          <w:szCs w:val="28"/>
        </w:rPr>
        <w:t>«К</w:t>
      </w:r>
      <w:r w:rsidR="00C67637" w:rsidRPr="00863112">
        <w:rPr>
          <w:sz w:val="28"/>
          <w:szCs w:val="28"/>
        </w:rPr>
        <w:t>ОРД</w:t>
      </w:r>
      <w:r w:rsidR="00DE5648" w:rsidRPr="00863112">
        <w:rPr>
          <w:sz w:val="28"/>
          <w:szCs w:val="28"/>
        </w:rPr>
        <w:t>» Гор</w:t>
      </w:r>
      <w:r w:rsidR="00DE5648" w:rsidRPr="00863112">
        <w:rPr>
          <w:sz w:val="28"/>
          <w:szCs w:val="28"/>
        </w:rPr>
        <w:t>ш</w:t>
      </w:r>
      <w:r w:rsidR="00DE5648" w:rsidRPr="00863112">
        <w:rPr>
          <w:sz w:val="28"/>
          <w:szCs w:val="28"/>
        </w:rPr>
        <w:t xml:space="preserve">кову Александру Федоровну </w:t>
      </w:r>
      <w:r w:rsidR="00E605EF" w:rsidRPr="00863112">
        <w:rPr>
          <w:sz w:val="28"/>
          <w:szCs w:val="28"/>
        </w:rPr>
        <w:t xml:space="preserve">– </w:t>
      </w:r>
      <w:r w:rsidR="00DE5648" w:rsidRPr="00863112">
        <w:rPr>
          <w:sz w:val="28"/>
          <w:szCs w:val="28"/>
        </w:rPr>
        <w:t>оператора сновального оборудования крутил</w:t>
      </w:r>
      <w:r w:rsidR="00DE5648" w:rsidRPr="00863112">
        <w:rPr>
          <w:sz w:val="28"/>
          <w:szCs w:val="28"/>
        </w:rPr>
        <w:t>ь</w:t>
      </w:r>
      <w:r w:rsidR="00DE5648" w:rsidRPr="00863112">
        <w:rPr>
          <w:sz w:val="28"/>
          <w:szCs w:val="28"/>
        </w:rPr>
        <w:t>но-ткацкого производства.</w:t>
      </w:r>
    </w:p>
    <w:p w:rsidR="00CC4877" w:rsidRPr="00863112" w:rsidRDefault="00CC4877" w:rsidP="005001E6">
      <w:pPr>
        <w:pStyle w:val="af5"/>
        <w:suppressAutoHyphens w:val="0"/>
        <w:ind w:firstLine="709"/>
        <w:contextualSpacing/>
        <w:jc w:val="both"/>
        <w:outlineLvl w:val="5"/>
        <w:rPr>
          <w:sz w:val="28"/>
          <w:szCs w:val="28"/>
        </w:rPr>
      </w:pPr>
      <w:r w:rsidRPr="00863112">
        <w:rPr>
          <w:sz w:val="28"/>
          <w:szCs w:val="28"/>
        </w:rPr>
        <w:t>14. Наградить Почетной грамотой Ярославской областной Думы за многоле</w:t>
      </w:r>
      <w:r w:rsidR="00751A5A" w:rsidRPr="00863112">
        <w:rPr>
          <w:sz w:val="28"/>
          <w:szCs w:val="28"/>
        </w:rPr>
        <w:t>тний добросовестный труд в а</w:t>
      </w:r>
      <w:r w:rsidRPr="00863112">
        <w:rPr>
          <w:sz w:val="28"/>
          <w:szCs w:val="28"/>
        </w:rPr>
        <w:t>кционерном обществе «К</w:t>
      </w:r>
      <w:r w:rsidR="00C67637" w:rsidRPr="00863112">
        <w:rPr>
          <w:sz w:val="28"/>
          <w:szCs w:val="28"/>
        </w:rPr>
        <w:t>ОРД</w:t>
      </w:r>
      <w:r w:rsidRPr="00863112">
        <w:rPr>
          <w:sz w:val="28"/>
          <w:szCs w:val="28"/>
        </w:rPr>
        <w:t xml:space="preserve">» </w:t>
      </w:r>
      <w:proofErr w:type="spellStart"/>
      <w:r w:rsidRPr="00863112">
        <w:rPr>
          <w:sz w:val="28"/>
          <w:szCs w:val="28"/>
        </w:rPr>
        <w:t>Шк</w:t>
      </w:r>
      <w:r w:rsidRPr="00863112">
        <w:rPr>
          <w:sz w:val="28"/>
          <w:szCs w:val="28"/>
        </w:rPr>
        <w:t>у</w:t>
      </w:r>
      <w:r w:rsidRPr="00863112">
        <w:rPr>
          <w:sz w:val="28"/>
          <w:szCs w:val="28"/>
        </w:rPr>
        <w:t>рина</w:t>
      </w:r>
      <w:proofErr w:type="spellEnd"/>
      <w:r w:rsidRPr="00863112">
        <w:rPr>
          <w:sz w:val="28"/>
          <w:szCs w:val="28"/>
        </w:rPr>
        <w:t xml:space="preserve"> Николая Анатольевича – грузчика транспортного участка.</w:t>
      </w:r>
    </w:p>
    <w:p w:rsidR="008B265E" w:rsidRPr="00863112" w:rsidRDefault="008B265E" w:rsidP="005001E6">
      <w:pPr>
        <w:pStyle w:val="af5"/>
        <w:suppressAutoHyphens w:val="0"/>
        <w:ind w:firstLine="709"/>
        <w:contextualSpacing/>
        <w:jc w:val="both"/>
        <w:outlineLvl w:val="5"/>
        <w:rPr>
          <w:sz w:val="28"/>
          <w:szCs w:val="28"/>
        </w:rPr>
      </w:pPr>
      <w:r w:rsidRPr="00863112">
        <w:rPr>
          <w:sz w:val="28"/>
          <w:szCs w:val="28"/>
        </w:rPr>
        <w:lastRenderedPageBreak/>
        <w:t xml:space="preserve">15. Наградить Почетной грамотой Ярославской областной Думы за многолетний добросовестный труд в </w:t>
      </w:r>
      <w:r w:rsidR="00BE547F" w:rsidRPr="00863112">
        <w:rPr>
          <w:sz w:val="28"/>
          <w:szCs w:val="28"/>
        </w:rPr>
        <w:t>а</w:t>
      </w:r>
      <w:r w:rsidRPr="00863112">
        <w:rPr>
          <w:sz w:val="28"/>
          <w:szCs w:val="28"/>
        </w:rPr>
        <w:t>кционерном обществе «Судостро</w:t>
      </w:r>
      <w:r w:rsidRPr="00863112">
        <w:rPr>
          <w:sz w:val="28"/>
          <w:szCs w:val="28"/>
        </w:rPr>
        <w:t>и</w:t>
      </w:r>
      <w:r w:rsidRPr="00863112">
        <w:rPr>
          <w:sz w:val="28"/>
          <w:szCs w:val="28"/>
        </w:rPr>
        <w:t xml:space="preserve">тельный завод «Вымпел» </w:t>
      </w:r>
      <w:r w:rsidR="005A4109" w:rsidRPr="00863112">
        <w:rPr>
          <w:sz w:val="28"/>
          <w:szCs w:val="28"/>
        </w:rPr>
        <w:t xml:space="preserve">г. Рыбинска </w:t>
      </w:r>
      <w:r w:rsidRPr="00863112">
        <w:rPr>
          <w:sz w:val="28"/>
          <w:szCs w:val="28"/>
        </w:rPr>
        <w:t>Гусева Валерия Николаевича – сбо</w:t>
      </w:r>
      <w:r w:rsidRPr="00863112">
        <w:rPr>
          <w:sz w:val="28"/>
          <w:szCs w:val="28"/>
        </w:rPr>
        <w:t>р</w:t>
      </w:r>
      <w:r w:rsidRPr="00863112">
        <w:rPr>
          <w:sz w:val="28"/>
          <w:szCs w:val="28"/>
        </w:rPr>
        <w:t xml:space="preserve">щика корпусов металлических судов </w:t>
      </w:r>
      <w:proofErr w:type="spellStart"/>
      <w:r w:rsidRPr="00863112">
        <w:rPr>
          <w:sz w:val="28"/>
          <w:szCs w:val="28"/>
        </w:rPr>
        <w:t>корпусозаготовительного</w:t>
      </w:r>
      <w:proofErr w:type="spellEnd"/>
      <w:r w:rsidRPr="00863112">
        <w:rPr>
          <w:sz w:val="28"/>
          <w:szCs w:val="28"/>
        </w:rPr>
        <w:t xml:space="preserve"> цеха.</w:t>
      </w:r>
    </w:p>
    <w:p w:rsidR="008B265E" w:rsidRPr="00863112" w:rsidRDefault="008B265E" w:rsidP="005001E6">
      <w:pPr>
        <w:pStyle w:val="af5"/>
        <w:suppressAutoHyphens w:val="0"/>
        <w:ind w:firstLine="709"/>
        <w:contextualSpacing/>
        <w:jc w:val="both"/>
        <w:outlineLvl w:val="5"/>
        <w:rPr>
          <w:sz w:val="28"/>
          <w:szCs w:val="28"/>
        </w:rPr>
      </w:pPr>
      <w:r w:rsidRPr="00863112">
        <w:rPr>
          <w:sz w:val="28"/>
          <w:szCs w:val="28"/>
        </w:rPr>
        <w:t xml:space="preserve">16. Наградить Почетной грамотой Ярославской областной Думы за многолетний добросовестный труд в </w:t>
      </w:r>
      <w:r w:rsidR="00BE547F" w:rsidRPr="00863112">
        <w:rPr>
          <w:sz w:val="28"/>
          <w:szCs w:val="28"/>
        </w:rPr>
        <w:t>а</w:t>
      </w:r>
      <w:r w:rsidRPr="00863112">
        <w:rPr>
          <w:sz w:val="28"/>
          <w:szCs w:val="28"/>
        </w:rPr>
        <w:t>кционерном обществе «Судостро</w:t>
      </w:r>
      <w:r w:rsidRPr="00863112">
        <w:rPr>
          <w:sz w:val="28"/>
          <w:szCs w:val="28"/>
        </w:rPr>
        <w:t>и</w:t>
      </w:r>
      <w:r w:rsidRPr="00863112">
        <w:rPr>
          <w:sz w:val="28"/>
          <w:szCs w:val="28"/>
        </w:rPr>
        <w:t xml:space="preserve">тельный завод «Вымпел» </w:t>
      </w:r>
      <w:r w:rsidR="005A4109" w:rsidRPr="00863112">
        <w:rPr>
          <w:sz w:val="28"/>
          <w:szCs w:val="28"/>
        </w:rPr>
        <w:t xml:space="preserve">г. Рыбинска </w:t>
      </w:r>
      <w:r w:rsidRPr="00863112">
        <w:rPr>
          <w:sz w:val="28"/>
          <w:szCs w:val="28"/>
        </w:rPr>
        <w:t>Стрелкову Лилию Александровну – м</w:t>
      </w:r>
      <w:r w:rsidRPr="00863112">
        <w:rPr>
          <w:sz w:val="28"/>
          <w:szCs w:val="28"/>
        </w:rPr>
        <w:t>а</w:t>
      </w:r>
      <w:r w:rsidRPr="00863112">
        <w:rPr>
          <w:sz w:val="28"/>
          <w:szCs w:val="28"/>
        </w:rPr>
        <w:t>стера участка механосборочного цеха.</w:t>
      </w:r>
    </w:p>
    <w:p w:rsidR="00DA2C9B" w:rsidRPr="00863112" w:rsidRDefault="00F9613E" w:rsidP="005001E6">
      <w:pPr>
        <w:pStyle w:val="af5"/>
        <w:suppressAutoHyphens w:val="0"/>
        <w:ind w:firstLine="709"/>
        <w:contextualSpacing/>
        <w:jc w:val="both"/>
        <w:outlineLvl w:val="5"/>
        <w:rPr>
          <w:sz w:val="28"/>
          <w:szCs w:val="28"/>
        </w:rPr>
      </w:pPr>
      <w:r w:rsidRPr="00863112">
        <w:rPr>
          <w:sz w:val="28"/>
          <w:szCs w:val="28"/>
        </w:rPr>
        <w:t xml:space="preserve">17. </w:t>
      </w:r>
      <w:r w:rsidR="00DA2C9B" w:rsidRPr="00863112">
        <w:rPr>
          <w:sz w:val="28"/>
          <w:szCs w:val="28"/>
        </w:rPr>
        <w:t>Наградить Почетной грамотой Ярославской областной Думы за особые достижения в обеспечении экономического развития Ярославской о</w:t>
      </w:r>
      <w:r w:rsidR="00DA2C9B" w:rsidRPr="00863112">
        <w:rPr>
          <w:sz w:val="28"/>
          <w:szCs w:val="28"/>
        </w:rPr>
        <w:t>б</w:t>
      </w:r>
      <w:r w:rsidR="00DA2C9B" w:rsidRPr="00863112">
        <w:rPr>
          <w:sz w:val="28"/>
          <w:szCs w:val="28"/>
        </w:rPr>
        <w:t>ласти</w:t>
      </w:r>
      <w:r w:rsidR="00931BA2" w:rsidRPr="00863112">
        <w:rPr>
          <w:sz w:val="28"/>
          <w:szCs w:val="28"/>
        </w:rPr>
        <w:t xml:space="preserve"> Пятунину Ольгу Николаевну</w:t>
      </w:r>
      <w:r w:rsidR="00DA2C9B" w:rsidRPr="00863112">
        <w:rPr>
          <w:sz w:val="28"/>
          <w:szCs w:val="28"/>
        </w:rPr>
        <w:t xml:space="preserve"> – </w:t>
      </w:r>
      <w:r w:rsidR="00931BA2" w:rsidRPr="00863112">
        <w:rPr>
          <w:sz w:val="28"/>
          <w:szCs w:val="28"/>
        </w:rPr>
        <w:t>инженера по качеству</w:t>
      </w:r>
      <w:r w:rsidR="00C808D3" w:rsidRPr="00863112">
        <w:rPr>
          <w:sz w:val="28"/>
          <w:szCs w:val="28"/>
        </w:rPr>
        <w:t xml:space="preserve"> </w:t>
      </w:r>
      <w:r w:rsidR="00931BA2" w:rsidRPr="00863112">
        <w:rPr>
          <w:sz w:val="28"/>
          <w:szCs w:val="28"/>
        </w:rPr>
        <w:t>акционерно</w:t>
      </w:r>
      <w:r w:rsidR="000A5BF3" w:rsidRPr="00863112">
        <w:rPr>
          <w:sz w:val="28"/>
          <w:szCs w:val="28"/>
        </w:rPr>
        <w:t>го</w:t>
      </w:r>
      <w:r w:rsidR="00931BA2" w:rsidRPr="00863112">
        <w:rPr>
          <w:sz w:val="28"/>
          <w:szCs w:val="28"/>
        </w:rPr>
        <w:t xml:space="preserve"> обществ</w:t>
      </w:r>
      <w:r w:rsidR="000A5BF3" w:rsidRPr="00863112">
        <w:rPr>
          <w:sz w:val="28"/>
          <w:szCs w:val="28"/>
        </w:rPr>
        <w:t>а</w:t>
      </w:r>
      <w:r w:rsidR="00931BA2" w:rsidRPr="00863112">
        <w:rPr>
          <w:sz w:val="28"/>
          <w:szCs w:val="28"/>
        </w:rPr>
        <w:t xml:space="preserve"> «</w:t>
      </w:r>
      <w:proofErr w:type="spellStart"/>
      <w:r w:rsidR="00931BA2" w:rsidRPr="00863112">
        <w:rPr>
          <w:sz w:val="28"/>
          <w:szCs w:val="28"/>
        </w:rPr>
        <w:t>Норский</w:t>
      </w:r>
      <w:proofErr w:type="spellEnd"/>
      <w:r w:rsidR="00931BA2" w:rsidRPr="00863112">
        <w:rPr>
          <w:sz w:val="28"/>
          <w:szCs w:val="28"/>
        </w:rPr>
        <w:t xml:space="preserve"> керамический завод» г. Ярославля</w:t>
      </w:r>
      <w:r w:rsidR="00DA2C9B" w:rsidRPr="00863112">
        <w:rPr>
          <w:sz w:val="28"/>
          <w:szCs w:val="28"/>
        </w:rPr>
        <w:t xml:space="preserve">. </w:t>
      </w:r>
    </w:p>
    <w:p w:rsidR="00E40CAC" w:rsidRPr="00863112" w:rsidRDefault="00E40CAC" w:rsidP="005001E6">
      <w:pPr>
        <w:pStyle w:val="af5"/>
        <w:suppressAutoHyphens w:val="0"/>
        <w:ind w:firstLine="709"/>
        <w:contextualSpacing/>
        <w:jc w:val="both"/>
        <w:outlineLvl w:val="5"/>
        <w:rPr>
          <w:sz w:val="28"/>
          <w:szCs w:val="28"/>
        </w:rPr>
      </w:pPr>
      <w:r w:rsidRPr="00863112">
        <w:rPr>
          <w:sz w:val="28"/>
          <w:szCs w:val="28"/>
        </w:rPr>
        <w:t xml:space="preserve">18. Наградить Почетной грамотой Ярославской областной Думы за </w:t>
      </w:r>
      <w:r w:rsidR="009C72B3" w:rsidRPr="00863112">
        <w:rPr>
          <w:sz w:val="28"/>
          <w:szCs w:val="28"/>
        </w:rPr>
        <w:t>многолетний добросовестный труд в акционерном обществе «</w:t>
      </w:r>
      <w:proofErr w:type="spellStart"/>
      <w:r w:rsidR="009C72B3" w:rsidRPr="00863112">
        <w:rPr>
          <w:sz w:val="28"/>
          <w:szCs w:val="28"/>
        </w:rPr>
        <w:t>Норский</w:t>
      </w:r>
      <w:proofErr w:type="spellEnd"/>
      <w:r w:rsidR="009C72B3" w:rsidRPr="00863112">
        <w:rPr>
          <w:sz w:val="28"/>
          <w:szCs w:val="28"/>
        </w:rPr>
        <w:t xml:space="preserve"> кер</w:t>
      </w:r>
      <w:r w:rsidR="009C72B3" w:rsidRPr="00863112">
        <w:rPr>
          <w:sz w:val="28"/>
          <w:szCs w:val="28"/>
        </w:rPr>
        <w:t>а</w:t>
      </w:r>
      <w:r w:rsidR="009C72B3" w:rsidRPr="00863112">
        <w:rPr>
          <w:sz w:val="28"/>
          <w:szCs w:val="28"/>
        </w:rPr>
        <w:t xml:space="preserve">мический завод» г. Ярославля </w:t>
      </w:r>
      <w:r w:rsidRPr="00863112">
        <w:rPr>
          <w:sz w:val="28"/>
          <w:szCs w:val="28"/>
        </w:rPr>
        <w:t>Беляева Николая Николаевича –</w:t>
      </w:r>
      <w:r w:rsidR="008B1CB6" w:rsidRPr="00863112">
        <w:rPr>
          <w:sz w:val="28"/>
          <w:szCs w:val="28"/>
        </w:rPr>
        <w:t xml:space="preserve"> </w:t>
      </w:r>
      <w:r w:rsidRPr="00863112">
        <w:rPr>
          <w:sz w:val="28"/>
          <w:szCs w:val="28"/>
        </w:rPr>
        <w:t xml:space="preserve">машиниста </w:t>
      </w:r>
      <w:r w:rsidR="008B1CB6" w:rsidRPr="00863112">
        <w:rPr>
          <w:sz w:val="28"/>
          <w:szCs w:val="28"/>
        </w:rPr>
        <w:t>экскаватора</w:t>
      </w:r>
      <w:r w:rsidRPr="00863112">
        <w:rPr>
          <w:sz w:val="28"/>
          <w:szCs w:val="28"/>
        </w:rPr>
        <w:t xml:space="preserve">. </w:t>
      </w:r>
    </w:p>
    <w:p w:rsidR="00E40CAC" w:rsidRPr="00863112" w:rsidRDefault="00E40CAC" w:rsidP="005001E6">
      <w:pPr>
        <w:pStyle w:val="af5"/>
        <w:suppressAutoHyphens w:val="0"/>
        <w:ind w:firstLine="709"/>
        <w:contextualSpacing/>
        <w:jc w:val="both"/>
        <w:outlineLvl w:val="5"/>
        <w:rPr>
          <w:sz w:val="28"/>
          <w:szCs w:val="28"/>
        </w:rPr>
      </w:pPr>
      <w:r w:rsidRPr="00863112">
        <w:rPr>
          <w:sz w:val="28"/>
          <w:szCs w:val="28"/>
        </w:rPr>
        <w:t>19. Наградить Почетной грамотой Ярославской областной Думы за многолетний добросовестный труд</w:t>
      </w:r>
      <w:r w:rsidR="009C72B3" w:rsidRPr="00863112">
        <w:rPr>
          <w:sz w:val="28"/>
          <w:szCs w:val="28"/>
        </w:rPr>
        <w:t xml:space="preserve"> в акционерном обществе «</w:t>
      </w:r>
      <w:proofErr w:type="spellStart"/>
      <w:r w:rsidR="009C72B3" w:rsidRPr="00863112">
        <w:rPr>
          <w:sz w:val="28"/>
          <w:szCs w:val="28"/>
        </w:rPr>
        <w:t>Норский</w:t>
      </w:r>
      <w:proofErr w:type="spellEnd"/>
      <w:r w:rsidR="009C72B3" w:rsidRPr="00863112">
        <w:rPr>
          <w:sz w:val="28"/>
          <w:szCs w:val="28"/>
        </w:rPr>
        <w:t xml:space="preserve"> кер</w:t>
      </w:r>
      <w:r w:rsidR="009C72B3" w:rsidRPr="00863112">
        <w:rPr>
          <w:sz w:val="28"/>
          <w:szCs w:val="28"/>
        </w:rPr>
        <w:t>а</w:t>
      </w:r>
      <w:r w:rsidR="009C72B3" w:rsidRPr="00863112">
        <w:rPr>
          <w:sz w:val="28"/>
          <w:szCs w:val="28"/>
        </w:rPr>
        <w:t xml:space="preserve">мический завод» г. Ярославля </w:t>
      </w:r>
      <w:r w:rsidRPr="00863112">
        <w:rPr>
          <w:sz w:val="28"/>
          <w:szCs w:val="28"/>
        </w:rPr>
        <w:t xml:space="preserve">Сапожникова Алексея Павловича – </w:t>
      </w:r>
      <w:r w:rsidR="00200548" w:rsidRPr="00863112">
        <w:rPr>
          <w:sz w:val="28"/>
          <w:szCs w:val="28"/>
        </w:rPr>
        <w:t xml:space="preserve">водителя </w:t>
      </w:r>
      <w:r w:rsidRPr="00863112">
        <w:rPr>
          <w:sz w:val="28"/>
          <w:szCs w:val="28"/>
        </w:rPr>
        <w:t xml:space="preserve">автомобиля. </w:t>
      </w:r>
    </w:p>
    <w:p w:rsidR="00A604D0" w:rsidRPr="00863112" w:rsidRDefault="00A604D0" w:rsidP="005001E6">
      <w:pPr>
        <w:pStyle w:val="af5"/>
        <w:suppressAutoHyphens w:val="0"/>
        <w:ind w:firstLine="709"/>
        <w:jc w:val="both"/>
        <w:rPr>
          <w:sz w:val="28"/>
          <w:szCs w:val="28"/>
        </w:rPr>
      </w:pPr>
      <w:r w:rsidRPr="00863112">
        <w:rPr>
          <w:sz w:val="28"/>
          <w:szCs w:val="28"/>
        </w:rPr>
        <w:t>20. Наградить Почетной грамотой Ярославской областной Думы за многолетнюю плодотворную работу по обучению и воспитанию подраста</w:t>
      </w:r>
      <w:r w:rsidRPr="00863112">
        <w:rPr>
          <w:sz w:val="28"/>
          <w:szCs w:val="28"/>
        </w:rPr>
        <w:t>ю</w:t>
      </w:r>
      <w:r w:rsidRPr="00863112">
        <w:rPr>
          <w:sz w:val="28"/>
          <w:szCs w:val="28"/>
        </w:rPr>
        <w:t xml:space="preserve">щего поколения </w:t>
      </w:r>
      <w:r w:rsidR="00E66963" w:rsidRPr="00863112">
        <w:rPr>
          <w:sz w:val="28"/>
          <w:szCs w:val="28"/>
        </w:rPr>
        <w:t>Никонову Марину Викторовну – учителя начальных классов муниципального общеобразовательного учреждения Борисоглебск</w:t>
      </w:r>
      <w:r w:rsidR="00177DBA" w:rsidRPr="00863112">
        <w:rPr>
          <w:sz w:val="28"/>
          <w:szCs w:val="28"/>
        </w:rPr>
        <w:t>ой</w:t>
      </w:r>
      <w:r w:rsidR="00E66963" w:rsidRPr="00863112">
        <w:rPr>
          <w:sz w:val="28"/>
          <w:szCs w:val="28"/>
        </w:rPr>
        <w:t xml:space="preserve"> средн</w:t>
      </w:r>
      <w:r w:rsidR="00177DBA" w:rsidRPr="00863112">
        <w:rPr>
          <w:sz w:val="28"/>
          <w:szCs w:val="28"/>
        </w:rPr>
        <w:t>ей</w:t>
      </w:r>
      <w:r w:rsidR="00E66963" w:rsidRPr="00863112">
        <w:rPr>
          <w:sz w:val="28"/>
          <w:szCs w:val="28"/>
        </w:rPr>
        <w:t xml:space="preserve"> общеобразовательн</w:t>
      </w:r>
      <w:r w:rsidR="00177DBA" w:rsidRPr="00863112">
        <w:rPr>
          <w:sz w:val="28"/>
          <w:szCs w:val="28"/>
        </w:rPr>
        <w:t>ой</w:t>
      </w:r>
      <w:r w:rsidR="00E66963" w:rsidRPr="00863112">
        <w:rPr>
          <w:sz w:val="28"/>
          <w:szCs w:val="28"/>
        </w:rPr>
        <w:t xml:space="preserve"> школ</w:t>
      </w:r>
      <w:r w:rsidR="00177DBA" w:rsidRPr="00863112">
        <w:rPr>
          <w:sz w:val="28"/>
          <w:szCs w:val="28"/>
        </w:rPr>
        <w:t>ы</w:t>
      </w:r>
      <w:r w:rsidR="00E66963" w:rsidRPr="00863112">
        <w:rPr>
          <w:sz w:val="28"/>
          <w:szCs w:val="28"/>
        </w:rPr>
        <w:t xml:space="preserve"> №</w:t>
      </w:r>
      <w:r w:rsidR="006F15E8" w:rsidRPr="00863112">
        <w:rPr>
          <w:sz w:val="28"/>
          <w:szCs w:val="28"/>
        </w:rPr>
        <w:t xml:space="preserve"> </w:t>
      </w:r>
      <w:r w:rsidR="00E66963" w:rsidRPr="00863112">
        <w:rPr>
          <w:sz w:val="28"/>
          <w:szCs w:val="28"/>
        </w:rPr>
        <w:t>2 Борисоглебского муниципального района</w:t>
      </w:r>
      <w:r w:rsidRPr="00863112">
        <w:rPr>
          <w:sz w:val="28"/>
          <w:szCs w:val="28"/>
        </w:rPr>
        <w:t>.</w:t>
      </w:r>
    </w:p>
    <w:p w:rsidR="00EC08F9" w:rsidRPr="00863112" w:rsidRDefault="00EC08F9" w:rsidP="005001E6">
      <w:pPr>
        <w:pStyle w:val="af5"/>
        <w:suppressAutoHyphens w:val="0"/>
        <w:ind w:firstLine="709"/>
        <w:jc w:val="both"/>
        <w:rPr>
          <w:sz w:val="28"/>
          <w:szCs w:val="28"/>
        </w:rPr>
      </w:pPr>
      <w:r w:rsidRPr="00863112">
        <w:rPr>
          <w:sz w:val="28"/>
          <w:szCs w:val="28"/>
        </w:rPr>
        <w:t>21. Наградить Почетной грамотой Ярославской областной Думы за многолетнюю плодотворную работу по обучению и воспитанию подраста</w:t>
      </w:r>
      <w:r w:rsidRPr="00863112">
        <w:rPr>
          <w:sz w:val="28"/>
          <w:szCs w:val="28"/>
        </w:rPr>
        <w:t>ю</w:t>
      </w:r>
      <w:r w:rsidRPr="00863112">
        <w:rPr>
          <w:sz w:val="28"/>
          <w:szCs w:val="28"/>
        </w:rPr>
        <w:t>щего поколения Суханову Светлану Николаевну – заведующ</w:t>
      </w:r>
      <w:r w:rsidR="0061198E" w:rsidRPr="00863112">
        <w:rPr>
          <w:sz w:val="28"/>
          <w:szCs w:val="28"/>
        </w:rPr>
        <w:t>его</w:t>
      </w:r>
      <w:r w:rsidRPr="00863112">
        <w:rPr>
          <w:sz w:val="28"/>
          <w:szCs w:val="28"/>
        </w:rPr>
        <w:t xml:space="preserve"> муниципал</w:t>
      </w:r>
      <w:r w:rsidRPr="00863112">
        <w:rPr>
          <w:sz w:val="28"/>
          <w:szCs w:val="28"/>
        </w:rPr>
        <w:t>ь</w:t>
      </w:r>
      <w:r w:rsidRPr="00863112">
        <w:rPr>
          <w:sz w:val="28"/>
          <w:szCs w:val="28"/>
        </w:rPr>
        <w:t>н</w:t>
      </w:r>
      <w:r w:rsidR="006F15E8" w:rsidRPr="00863112">
        <w:rPr>
          <w:sz w:val="28"/>
          <w:szCs w:val="28"/>
        </w:rPr>
        <w:t>ым</w:t>
      </w:r>
      <w:r w:rsidRPr="00863112">
        <w:rPr>
          <w:sz w:val="28"/>
          <w:szCs w:val="28"/>
        </w:rPr>
        <w:t xml:space="preserve"> бюджетн</w:t>
      </w:r>
      <w:r w:rsidR="006F15E8" w:rsidRPr="00863112">
        <w:rPr>
          <w:sz w:val="28"/>
          <w:szCs w:val="28"/>
        </w:rPr>
        <w:t>ым дошкольным</w:t>
      </w:r>
      <w:r w:rsidRPr="00863112">
        <w:rPr>
          <w:sz w:val="28"/>
          <w:szCs w:val="28"/>
        </w:rPr>
        <w:t xml:space="preserve"> образовательн</w:t>
      </w:r>
      <w:r w:rsidR="006F15E8" w:rsidRPr="00863112">
        <w:rPr>
          <w:sz w:val="28"/>
          <w:szCs w:val="28"/>
        </w:rPr>
        <w:t>ым</w:t>
      </w:r>
      <w:r w:rsidRPr="00863112">
        <w:rPr>
          <w:sz w:val="28"/>
          <w:szCs w:val="28"/>
        </w:rPr>
        <w:t xml:space="preserve"> учреждени</w:t>
      </w:r>
      <w:r w:rsidR="006F15E8" w:rsidRPr="00863112">
        <w:rPr>
          <w:sz w:val="28"/>
          <w:szCs w:val="28"/>
        </w:rPr>
        <w:t>ем</w:t>
      </w:r>
      <w:r w:rsidRPr="00863112">
        <w:rPr>
          <w:sz w:val="28"/>
          <w:szCs w:val="28"/>
        </w:rPr>
        <w:t xml:space="preserve"> </w:t>
      </w:r>
      <w:proofErr w:type="spellStart"/>
      <w:r w:rsidRPr="00863112">
        <w:rPr>
          <w:sz w:val="28"/>
          <w:szCs w:val="28"/>
        </w:rPr>
        <w:t>Селищенск</w:t>
      </w:r>
      <w:r w:rsidR="005A4109" w:rsidRPr="00863112">
        <w:rPr>
          <w:sz w:val="28"/>
          <w:szCs w:val="28"/>
        </w:rPr>
        <w:t>ий</w:t>
      </w:r>
      <w:proofErr w:type="spellEnd"/>
      <w:r w:rsidR="005A4109" w:rsidRPr="00863112">
        <w:rPr>
          <w:sz w:val="28"/>
          <w:szCs w:val="28"/>
        </w:rPr>
        <w:t xml:space="preserve"> </w:t>
      </w:r>
      <w:r w:rsidRPr="00863112">
        <w:rPr>
          <w:sz w:val="28"/>
          <w:szCs w:val="28"/>
        </w:rPr>
        <w:t>детский сад «Сказка» Борисоглебского муниципального района.</w:t>
      </w:r>
    </w:p>
    <w:p w:rsidR="00D725F3" w:rsidRPr="00863112" w:rsidRDefault="00D725F3" w:rsidP="005001E6">
      <w:pPr>
        <w:pStyle w:val="af5"/>
        <w:suppressAutoHyphens w:val="0"/>
        <w:ind w:firstLine="709"/>
        <w:jc w:val="both"/>
        <w:rPr>
          <w:sz w:val="28"/>
          <w:szCs w:val="28"/>
        </w:rPr>
      </w:pPr>
      <w:r w:rsidRPr="00863112">
        <w:rPr>
          <w:sz w:val="28"/>
          <w:szCs w:val="28"/>
        </w:rPr>
        <w:t>22. Наградить Почетной грамотой Ярославской областной Думы за многолетнюю плодотворную работу по обучению и воспитанию подраста</w:t>
      </w:r>
      <w:r w:rsidRPr="00863112">
        <w:rPr>
          <w:sz w:val="28"/>
          <w:szCs w:val="28"/>
        </w:rPr>
        <w:t>ю</w:t>
      </w:r>
      <w:r w:rsidRPr="00863112">
        <w:rPr>
          <w:sz w:val="28"/>
          <w:szCs w:val="28"/>
        </w:rPr>
        <w:t xml:space="preserve">щего поколения </w:t>
      </w:r>
      <w:proofErr w:type="spellStart"/>
      <w:r w:rsidRPr="00863112">
        <w:rPr>
          <w:sz w:val="28"/>
          <w:szCs w:val="28"/>
        </w:rPr>
        <w:t>Наседкину</w:t>
      </w:r>
      <w:proofErr w:type="spellEnd"/>
      <w:r w:rsidRPr="00863112">
        <w:rPr>
          <w:sz w:val="28"/>
          <w:szCs w:val="28"/>
        </w:rPr>
        <w:t xml:space="preserve"> Людмилу Борисовну – старшую медицинскую сестру муниципального бюджетного дошкольного образовательного учр</w:t>
      </w:r>
      <w:r w:rsidRPr="00863112">
        <w:rPr>
          <w:sz w:val="28"/>
          <w:szCs w:val="28"/>
        </w:rPr>
        <w:t>е</w:t>
      </w:r>
      <w:r w:rsidRPr="00863112">
        <w:rPr>
          <w:sz w:val="28"/>
          <w:szCs w:val="28"/>
        </w:rPr>
        <w:t xml:space="preserve">ждения детский сад «Звездочка» общеразвивающего вида </w:t>
      </w:r>
      <w:r w:rsidR="00751A5A" w:rsidRPr="00863112">
        <w:rPr>
          <w:sz w:val="28"/>
          <w:szCs w:val="28"/>
        </w:rPr>
        <w:t xml:space="preserve">с приоритетным осуществлением интеллектуального развития воспитанников </w:t>
      </w:r>
      <w:r w:rsidRPr="00863112">
        <w:rPr>
          <w:sz w:val="28"/>
          <w:szCs w:val="28"/>
        </w:rPr>
        <w:t>Борисоглебск</w:t>
      </w:r>
      <w:r w:rsidRPr="00863112">
        <w:rPr>
          <w:sz w:val="28"/>
          <w:szCs w:val="28"/>
        </w:rPr>
        <w:t>о</w:t>
      </w:r>
      <w:r w:rsidRPr="00863112">
        <w:rPr>
          <w:sz w:val="28"/>
          <w:szCs w:val="28"/>
        </w:rPr>
        <w:t>го муниципального района.</w:t>
      </w:r>
    </w:p>
    <w:p w:rsidR="00EB4C0E" w:rsidRPr="00863112" w:rsidRDefault="00B767DC" w:rsidP="005001E6">
      <w:pPr>
        <w:pStyle w:val="af5"/>
        <w:suppressAutoHyphens w:val="0"/>
        <w:ind w:firstLine="709"/>
        <w:contextualSpacing/>
        <w:jc w:val="both"/>
        <w:outlineLvl w:val="5"/>
        <w:rPr>
          <w:sz w:val="28"/>
          <w:szCs w:val="28"/>
        </w:rPr>
      </w:pPr>
      <w:r w:rsidRPr="00863112">
        <w:rPr>
          <w:sz w:val="28"/>
          <w:szCs w:val="28"/>
        </w:rPr>
        <w:t xml:space="preserve">23. Наградить Почетной грамотой Ярославской областной Думы за особые достижения в обеспечении социального и экономического развития Ярославской области, многолетний добросовестный труд </w:t>
      </w:r>
      <w:r w:rsidR="008B30EB" w:rsidRPr="00863112">
        <w:rPr>
          <w:sz w:val="28"/>
          <w:szCs w:val="28"/>
        </w:rPr>
        <w:t xml:space="preserve">в муниципальном унитарном предприятии «Комплекс» </w:t>
      </w:r>
      <w:r w:rsidR="008B30EB" w:rsidRPr="00863112">
        <w:rPr>
          <w:bCs/>
          <w:sz w:val="28"/>
          <w:szCs w:val="28"/>
        </w:rPr>
        <w:t>г. Переславля-Залесского</w:t>
      </w:r>
      <w:r w:rsidR="008B30EB" w:rsidRPr="00863112">
        <w:rPr>
          <w:sz w:val="28"/>
          <w:szCs w:val="28"/>
        </w:rPr>
        <w:t xml:space="preserve"> </w:t>
      </w:r>
      <w:r w:rsidRPr="00863112">
        <w:rPr>
          <w:sz w:val="28"/>
          <w:szCs w:val="28"/>
        </w:rPr>
        <w:t>Неелову Л</w:t>
      </w:r>
      <w:r w:rsidRPr="00863112">
        <w:rPr>
          <w:sz w:val="28"/>
          <w:szCs w:val="28"/>
        </w:rPr>
        <w:t>ю</w:t>
      </w:r>
      <w:r w:rsidRPr="00863112">
        <w:rPr>
          <w:sz w:val="28"/>
          <w:szCs w:val="28"/>
        </w:rPr>
        <w:t xml:space="preserve">бовь Михайловну – </w:t>
      </w:r>
      <w:r w:rsidR="00625811" w:rsidRPr="00863112">
        <w:rPr>
          <w:sz w:val="28"/>
          <w:szCs w:val="28"/>
        </w:rPr>
        <w:t>начальника испытательной лаборатории к</w:t>
      </w:r>
      <w:r w:rsidR="00751A5A" w:rsidRPr="00863112">
        <w:rPr>
          <w:sz w:val="28"/>
          <w:szCs w:val="28"/>
        </w:rPr>
        <w:t>онтроля пить</w:t>
      </w:r>
      <w:r w:rsidR="00751A5A" w:rsidRPr="00863112">
        <w:rPr>
          <w:sz w:val="28"/>
          <w:szCs w:val="28"/>
        </w:rPr>
        <w:t>е</w:t>
      </w:r>
      <w:r w:rsidR="00751A5A" w:rsidRPr="00863112">
        <w:rPr>
          <w:sz w:val="28"/>
          <w:szCs w:val="28"/>
        </w:rPr>
        <w:t>вых и сточных вод</w:t>
      </w:r>
      <w:r w:rsidR="00E426EC" w:rsidRPr="00863112">
        <w:rPr>
          <w:bCs/>
          <w:sz w:val="28"/>
          <w:szCs w:val="28"/>
        </w:rPr>
        <w:t>.</w:t>
      </w:r>
      <w:r w:rsidRPr="00863112">
        <w:rPr>
          <w:sz w:val="28"/>
          <w:szCs w:val="28"/>
        </w:rPr>
        <w:t xml:space="preserve"> </w:t>
      </w:r>
    </w:p>
    <w:p w:rsidR="00EB4C0E" w:rsidRPr="00863112" w:rsidRDefault="00EB4C0E" w:rsidP="005001E6">
      <w:pPr>
        <w:pStyle w:val="af5"/>
        <w:suppressAutoHyphens w:val="0"/>
        <w:ind w:firstLine="709"/>
        <w:contextualSpacing/>
        <w:jc w:val="both"/>
        <w:outlineLvl w:val="5"/>
        <w:rPr>
          <w:color w:val="000000" w:themeColor="text1"/>
          <w:sz w:val="28"/>
          <w:szCs w:val="28"/>
        </w:rPr>
      </w:pPr>
      <w:r w:rsidRPr="00863112">
        <w:rPr>
          <w:color w:val="000000" w:themeColor="text1"/>
          <w:sz w:val="28"/>
          <w:szCs w:val="28"/>
        </w:rPr>
        <w:t>24. Наградить Почетной грамотой Ярославской областной Думы за многолетний добросовестный труд в публичном акционерном обществе «А</w:t>
      </w:r>
      <w:r w:rsidRPr="00863112">
        <w:rPr>
          <w:color w:val="000000" w:themeColor="text1"/>
          <w:sz w:val="28"/>
          <w:szCs w:val="28"/>
        </w:rPr>
        <w:t>в</w:t>
      </w:r>
      <w:r w:rsidRPr="00863112">
        <w:rPr>
          <w:color w:val="000000" w:themeColor="text1"/>
          <w:sz w:val="28"/>
          <w:szCs w:val="28"/>
        </w:rPr>
        <w:lastRenderedPageBreak/>
        <w:t>тодизель»</w:t>
      </w:r>
      <w:r w:rsidR="008B30EB" w:rsidRPr="00863112">
        <w:rPr>
          <w:color w:val="000000" w:themeColor="text1"/>
          <w:sz w:val="28"/>
          <w:szCs w:val="28"/>
        </w:rPr>
        <w:t xml:space="preserve"> (ЯМЗ)</w:t>
      </w:r>
      <w:r w:rsidRPr="00863112">
        <w:rPr>
          <w:color w:val="000000" w:themeColor="text1"/>
          <w:sz w:val="28"/>
          <w:szCs w:val="28"/>
        </w:rPr>
        <w:t xml:space="preserve"> Романову Елену Арнольдовну – специалиста отдела метр</w:t>
      </w:r>
      <w:r w:rsidRPr="00863112">
        <w:rPr>
          <w:color w:val="000000" w:themeColor="text1"/>
          <w:sz w:val="28"/>
          <w:szCs w:val="28"/>
        </w:rPr>
        <w:t>о</w:t>
      </w:r>
      <w:r w:rsidRPr="00863112">
        <w:rPr>
          <w:color w:val="000000" w:themeColor="text1"/>
          <w:sz w:val="28"/>
          <w:szCs w:val="28"/>
        </w:rPr>
        <w:t>логии</w:t>
      </w:r>
      <w:r w:rsidR="008B30EB" w:rsidRPr="00863112">
        <w:rPr>
          <w:color w:val="000000" w:themeColor="text1"/>
          <w:sz w:val="28"/>
          <w:szCs w:val="28"/>
        </w:rPr>
        <w:t>.</w:t>
      </w:r>
    </w:p>
    <w:p w:rsidR="00EB4C0E" w:rsidRPr="00863112" w:rsidRDefault="00EB4C0E" w:rsidP="005001E6">
      <w:pPr>
        <w:pStyle w:val="af5"/>
        <w:suppressAutoHyphens w:val="0"/>
        <w:ind w:firstLine="709"/>
        <w:contextualSpacing/>
        <w:jc w:val="both"/>
        <w:outlineLvl w:val="5"/>
        <w:rPr>
          <w:color w:val="000000" w:themeColor="text1"/>
          <w:sz w:val="28"/>
          <w:szCs w:val="28"/>
        </w:rPr>
      </w:pPr>
      <w:r w:rsidRPr="00863112">
        <w:rPr>
          <w:color w:val="000000" w:themeColor="text1"/>
          <w:sz w:val="28"/>
          <w:szCs w:val="28"/>
        </w:rPr>
        <w:t>25. Наградить Почетной грамотой Ярославской областной Думы за многолетний добросовестный труд в публичном акционерном обществе «А</w:t>
      </w:r>
      <w:r w:rsidRPr="00863112">
        <w:rPr>
          <w:color w:val="000000" w:themeColor="text1"/>
          <w:sz w:val="28"/>
          <w:szCs w:val="28"/>
        </w:rPr>
        <w:t>в</w:t>
      </w:r>
      <w:r w:rsidRPr="00863112">
        <w:rPr>
          <w:color w:val="000000" w:themeColor="text1"/>
          <w:sz w:val="28"/>
          <w:szCs w:val="28"/>
        </w:rPr>
        <w:t>тодизель»</w:t>
      </w:r>
      <w:r w:rsidR="008B30EB" w:rsidRPr="00863112">
        <w:rPr>
          <w:color w:val="000000" w:themeColor="text1"/>
          <w:sz w:val="28"/>
          <w:szCs w:val="28"/>
        </w:rPr>
        <w:t xml:space="preserve"> (ЯМЗ)</w:t>
      </w:r>
      <w:r w:rsidRPr="00863112">
        <w:rPr>
          <w:color w:val="000000" w:themeColor="text1"/>
          <w:sz w:val="28"/>
          <w:szCs w:val="28"/>
        </w:rPr>
        <w:t xml:space="preserve"> Мартынова Юрия Валерьевича – слесаря механосборочных работ цеха сборки и испытания моторов</w:t>
      </w:r>
      <w:r w:rsidR="008B30EB" w:rsidRPr="00863112">
        <w:rPr>
          <w:color w:val="000000" w:themeColor="text1"/>
          <w:sz w:val="28"/>
          <w:szCs w:val="28"/>
        </w:rPr>
        <w:t>.</w:t>
      </w:r>
    </w:p>
    <w:p w:rsidR="00EB4C0E" w:rsidRPr="00863112" w:rsidRDefault="00EB4C0E" w:rsidP="005001E6">
      <w:pPr>
        <w:pStyle w:val="af5"/>
        <w:suppressAutoHyphens w:val="0"/>
        <w:ind w:firstLine="709"/>
        <w:contextualSpacing/>
        <w:jc w:val="both"/>
        <w:outlineLvl w:val="5"/>
        <w:rPr>
          <w:color w:val="000000" w:themeColor="text1"/>
          <w:sz w:val="28"/>
          <w:szCs w:val="28"/>
        </w:rPr>
      </w:pPr>
      <w:r w:rsidRPr="00863112">
        <w:rPr>
          <w:color w:val="000000" w:themeColor="text1"/>
          <w:sz w:val="28"/>
          <w:szCs w:val="28"/>
        </w:rPr>
        <w:t>26. Наградить Почетной грамотой Ярославской областной Думы за многолетний добросовестный труд в публичном акционерном обществе «А</w:t>
      </w:r>
      <w:r w:rsidRPr="00863112">
        <w:rPr>
          <w:color w:val="000000" w:themeColor="text1"/>
          <w:sz w:val="28"/>
          <w:szCs w:val="28"/>
        </w:rPr>
        <w:t>в</w:t>
      </w:r>
      <w:r w:rsidRPr="00863112">
        <w:rPr>
          <w:color w:val="000000" w:themeColor="text1"/>
          <w:sz w:val="28"/>
          <w:szCs w:val="28"/>
        </w:rPr>
        <w:t>тодизель»</w:t>
      </w:r>
      <w:r w:rsidR="008B30EB" w:rsidRPr="00863112">
        <w:rPr>
          <w:color w:val="000000" w:themeColor="text1"/>
          <w:sz w:val="28"/>
          <w:szCs w:val="28"/>
        </w:rPr>
        <w:t xml:space="preserve"> (ЯМЗ)</w:t>
      </w:r>
      <w:r w:rsidRPr="00863112">
        <w:rPr>
          <w:color w:val="000000" w:themeColor="text1"/>
          <w:sz w:val="28"/>
          <w:szCs w:val="28"/>
        </w:rPr>
        <w:t xml:space="preserve"> </w:t>
      </w:r>
      <w:proofErr w:type="spellStart"/>
      <w:r w:rsidRPr="00863112">
        <w:rPr>
          <w:color w:val="000000" w:themeColor="text1"/>
          <w:sz w:val="28"/>
          <w:szCs w:val="28"/>
        </w:rPr>
        <w:t>Акифьева</w:t>
      </w:r>
      <w:proofErr w:type="spellEnd"/>
      <w:r w:rsidRPr="00863112">
        <w:rPr>
          <w:color w:val="000000" w:themeColor="text1"/>
          <w:sz w:val="28"/>
          <w:szCs w:val="28"/>
        </w:rPr>
        <w:t xml:space="preserve"> Яна Александровича – ведущего специалиста </w:t>
      </w:r>
      <w:r w:rsidR="006E14ED" w:rsidRPr="00863112">
        <w:rPr>
          <w:color w:val="000000" w:themeColor="text1"/>
          <w:sz w:val="28"/>
          <w:szCs w:val="28"/>
        </w:rPr>
        <w:t>о</w:t>
      </w:r>
      <w:r w:rsidR="006E14ED" w:rsidRPr="00863112">
        <w:rPr>
          <w:color w:val="000000" w:themeColor="text1"/>
          <w:sz w:val="28"/>
          <w:szCs w:val="28"/>
        </w:rPr>
        <w:t>т</w:t>
      </w:r>
      <w:r w:rsidR="006E14ED" w:rsidRPr="00863112">
        <w:rPr>
          <w:color w:val="000000" w:themeColor="text1"/>
          <w:sz w:val="28"/>
          <w:szCs w:val="28"/>
        </w:rPr>
        <w:t xml:space="preserve">дела </w:t>
      </w:r>
      <w:r w:rsidRPr="00863112">
        <w:rPr>
          <w:color w:val="000000" w:themeColor="text1"/>
          <w:sz w:val="28"/>
          <w:szCs w:val="28"/>
        </w:rPr>
        <w:t>обеспечения таможенного оформления</w:t>
      </w:r>
      <w:r w:rsidR="008B30EB" w:rsidRPr="00863112">
        <w:rPr>
          <w:color w:val="000000" w:themeColor="text1"/>
          <w:sz w:val="28"/>
          <w:szCs w:val="28"/>
        </w:rPr>
        <w:t>.</w:t>
      </w:r>
    </w:p>
    <w:p w:rsidR="00EB4C0E" w:rsidRPr="00863112" w:rsidRDefault="00EB4C0E" w:rsidP="005001E6">
      <w:pPr>
        <w:pStyle w:val="af5"/>
        <w:suppressAutoHyphens w:val="0"/>
        <w:ind w:firstLine="709"/>
        <w:contextualSpacing/>
        <w:jc w:val="both"/>
        <w:outlineLvl w:val="5"/>
        <w:rPr>
          <w:color w:val="000000" w:themeColor="text1"/>
          <w:sz w:val="28"/>
          <w:szCs w:val="28"/>
        </w:rPr>
      </w:pPr>
      <w:r w:rsidRPr="00863112">
        <w:rPr>
          <w:color w:val="000000" w:themeColor="text1"/>
          <w:sz w:val="28"/>
          <w:szCs w:val="28"/>
        </w:rPr>
        <w:t>27. Наградить Почетной грамотой Ярославской областной Думы за многолетний добросовестный труд в публичном акционерном обществе «А</w:t>
      </w:r>
      <w:r w:rsidRPr="00863112">
        <w:rPr>
          <w:color w:val="000000" w:themeColor="text1"/>
          <w:sz w:val="28"/>
          <w:szCs w:val="28"/>
        </w:rPr>
        <w:t>в</w:t>
      </w:r>
      <w:r w:rsidRPr="00863112">
        <w:rPr>
          <w:color w:val="000000" w:themeColor="text1"/>
          <w:sz w:val="28"/>
          <w:szCs w:val="28"/>
        </w:rPr>
        <w:t xml:space="preserve">тодизель» </w:t>
      </w:r>
      <w:r w:rsidR="007F4605">
        <w:rPr>
          <w:color w:val="000000" w:themeColor="text1"/>
          <w:sz w:val="28"/>
          <w:szCs w:val="28"/>
        </w:rPr>
        <w:t xml:space="preserve">(ЯМЗ) </w:t>
      </w:r>
      <w:r w:rsidRPr="00863112">
        <w:rPr>
          <w:color w:val="000000" w:themeColor="text1"/>
          <w:sz w:val="28"/>
          <w:szCs w:val="28"/>
        </w:rPr>
        <w:t>Калугину Ирину Владимировну – специалиста отдела ка</w:t>
      </w:r>
      <w:r w:rsidRPr="00863112">
        <w:rPr>
          <w:color w:val="000000" w:themeColor="text1"/>
          <w:sz w:val="28"/>
          <w:szCs w:val="28"/>
        </w:rPr>
        <w:t>д</w:t>
      </w:r>
      <w:r w:rsidRPr="00863112">
        <w:rPr>
          <w:color w:val="000000" w:themeColor="text1"/>
          <w:sz w:val="28"/>
          <w:szCs w:val="28"/>
        </w:rPr>
        <w:t>ров</w:t>
      </w:r>
      <w:r w:rsidR="006E14ED" w:rsidRPr="00863112">
        <w:rPr>
          <w:color w:val="000000" w:themeColor="text1"/>
          <w:sz w:val="28"/>
          <w:szCs w:val="28"/>
        </w:rPr>
        <w:t xml:space="preserve"> публичного акционерного общества «Автодизель»</w:t>
      </w:r>
      <w:r w:rsidR="0043025A" w:rsidRPr="00863112">
        <w:rPr>
          <w:color w:val="000000" w:themeColor="text1"/>
          <w:sz w:val="28"/>
          <w:szCs w:val="28"/>
        </w:rPr>
        <w:t xml:space="preserve"> </w:t>
      </w:r>
      <w:r w:rsidR="006E14ED" w:rsidRPr="00863112">
        <w:rPr>
          <w:color w:val="000000" w:themeColor="text1"/>
          <w:sz w:val="28"/>
          <w:szCs w:val="28"/>
        </w:rPr>
        <w:t>(ЯМЗ)</w:t>
      </w:r>
      <w:r w:rsidRPr="00863112">
        <w:rPr>
          <w:color w:val="000000" w:themeColor="text1"/>
          <w:sz w:val="28"/>
          <w:szCs w:val="28"/>
        </w:rPr>
        <w:t>.</w:t>
      </w:r>
    </w:p>
    <w:p w:rsidR="00EB4C0E" w:rsidRPr="00863112" w:rsidRDefault="00146AEE" w:rsidP="005001E6">
      <w:pPr>
        <w:pStyle w:val="af5"/>
        <w:suppressAutoHyphens w:val="0"/>
        <w:ind w:firstLine="709"/>
        <w:contextualSpacing/>
        <w:jc w:val="both"/>
        <w:outlineLvl w:val="5"/>
        <w:rPr>
          <w:color w:val="000000" w:themeColor="text1"/>
          <w:sz w:val="28"/>
          <w:szCs w:val="28"/>
        </w:rPr>
      </w:pPr>
      <w:r w:rsidRPr="00863112">
        <w:rPr>
          <w:color w:val="000000" w:themeColor="text1"/>
          <w:sz w:val="28"/>
          <w:szCs w:val="28"/>
        </w:rPr>
        <w:t>28. Наградить Почетной грамотой Ярославской областной Думы за многолетний добросовестный труд в публичном акционерном обществе «А</w:t>
      </w:r>
      <w:r w:rsidRPr="00863112">
        <w:rPr>
          <w:color w:val="000000" w:themeColor="text1"/>
          <w:sz w:val="28"/>
          <w:szCs w:val="28"/>
        </w:rPr>
        <w:t>в</w:t>
      </w:r>
      <w:r w:rsidRPr="00863112">
        <w:rPr>
          <w:color w:val="000000" w:themeColor="text1"/>
          <w:sz w:val="28"/>
          <w:szCs w:val="28"/>
        </w:rPr>
        <w:t xml:space="preserve">тодизель» </w:t>
      </w:r>
      <w:r w:rsidR="007F4605">
        <w:rPr>
          <w:color w:val="000000" w:themeColor="text1"/>
          <w:sz w:val="28"/>
          <w:szCs w:val="28"/>
        </w:rPr>
        <w:t xml:space="preserve">(ЯМЗ) </w:t>
      </w:r>
      <w:r w:rsidRPr="00863112">
        <w:rPr>
          <w:color w:val="000000" w:themeColor="text1"/>
          <w:sz w:val="28"/>
          <w:szCs w:val="28"/>
        </w:rPr>
        <w:t>Большакова Валерия Евгеньевича –</w:t>
      </w:r>
      <w:r w:rsidR="00EB4C0E" w:rsidRPr="00863112">
        <w:rPr>
          <w:color w:val="000000" w:themeColor="text1"/>
          <w:sz w:val="28"/>
          <w:szCs w:val="28"/>
        </w:rPr>
        <w:t xml:space="preserve"> токаря </w:t>
      </w:r>
      <w:r w:rsidR="0043025A" w:rsidRPr="00863112">
        <w:rPr>
          <w:color w:val="000000" w:themeColor="text1"/>
          <w:sz w:val="28"/>
          <w:szCs w:val="28"/>
        </w:rPr>
        <w:t>Э</w:t>
      </w:r>
      <w:r w:rsidR="00EB4C0E" w:rsidRPr="00863112">
        <w:rPr>
          <w:color w:val="000000" w:themeColor="text1"/>
          <w:sz w:val="28"/>
          <w:szCs w:val="28"/>
        </w:rPr>
        <w:t>кспериме</w:t>
      </w:r>
      <w:r w:rsidR="00EB4C0E" w:rsidRPr="00863112">
        <w:rPr>
          <w:color w:val="000000" w:themeColor="text1"/>
          <w:sz w:val="28"/>
          <w:szCs w:val="28"/>
        </w:rPr>
        <w:t>н</w:t>
      </w:r>
      <w:r w:rsidR="00EB4C0E" w:rsidRPr="00863112">
        <w:rPr>
          <w:color w:val="000000" w:themeColor="text1"/>
          <w:sz w:val="28"/>
          <w:szCs w:val="28"/>
        </w:rPr>
        <w:t>тального цеха</w:t>
      </w:r>
      <w:r w:rsidR="0043025A" w:rsidRPr="00863112">
        <w:rPr>
          <w:color w:val="000000" w:themeColor="text1"/>
          <w:sz w:val="28"/>
          <w:szCs w:val="28"/>
        </w:rPr>
        <w:t xml:space="preserve"> публичного акционерного общества «Автодизель» (ЯМЗ)</w:t>
      </w:r>
      <w:r w:rsidRPr="00863112">
        <w:rPr>
          <w:color w:val="000000" w:themeColor="text1"/>
          <w:sz w:val="28"/>
          <w:szCs w:val="28"/>
        </w:rPr>
        <w:t>.</w:t>
      </w:r>
    </w:p>
    <w:p w:rsidR="00EB4C0E" w:rsidRPr="00863112" w:rsidRDefault="00146AEE" w:rsidP="005001E6">
      <w:pPr>
        <w:pStyle w:val="af5"/>
        <w:suppressAutoHyphens w:val="0"/>
        <w:ind w:firstLine="709"/>
        <w:contextualSpacing/>
        <w:jc w:val="both"/>
        <w:outlineLvl w:val="5"/>
        <w:rPr>
          <w:color w:val="000000" w:themeColor="text1"/>
          <w:sz w:val="28"/>
          <w:szCs w:val="28"/>
        </w:rPr>
      </w:pPr>
      <w:r w:rsidRPr="00863112">
        <w:rPr>
          <w:color w:val="000000" w:themeColor="text1"/>
          <w:sz w:val="28"/>
          <w:szCs w:val="28"/>
        </w:rPr>
        <w:t>29. Наградить Почетной грамотой Ярославской областной Думы за многолетний добросовестный труд в публичном акционерном обществе «А</w:t>
      </w:r>
      <w:r w:rsidRPr="00863112">
        <w:rPr>
          <w:color w:val="000000" w:themeColor="text1"/>
          <w:sz w:val="28"/>
          <w:szCs w:val="28"/>
        </w:rPr>
        <w:t>в</w:t>
      </w:r>
      <w:r w:rsidRPr="00863112">
        <w:rPr>
          <w:color w:val="000000" w:themeColor="text1"/>
          <w:sz w:val="28"/>
          <w:szCs w:val="28"/>
        </w:rPr>
        <w:t>тодизель»</w:t>
      </w:r>
      <w:r w:rsidR="008B30EB" w:rsidRPr="00863112">
        <w:rPr>
          <w:color w:val="000000" w:themeColor="text1"/>
          <w:sz w:val="28"/>
          <w:szCs w:val="28"/>
        </w:rPr>
        <w:t xml:space="preserve"> (ЯМЗ)</w:t>
      </w:r>
      <w:r w:rsidRPr="00863112">
        <w:rPr>
          <w:color w:val="000000" w:themeColor="text1"/>
          <w:sz w:val="28"/>
          <w:szCs w:val="28"/>
        </w:rPr>
        <w:t xml:space="preserve"> </w:t>
      </w:r>
      <w:proofErr w:type="spellStart"/>
      <w:r w:rsidRPr="00863112">
        <w:rPr>
          <w:color w:val="000000" w:themeColor="text1"/>
          <w:sz w:val="28"/>
          <w:szCs w:val="28"/>
        </w:rPr>
        <w:t>Селемен</w:t>
      </w:r>
      <w:proofErr w:type="spellEnd"/>
      <w:r w:rsidRPr="00863112">
        <w:rPr>
          <w:color w:val="000000" w:themeColor="text1"/>
          <w:sz w:val="28"/>
          <w:szCs w:val="28"/>
        </w:rPr>
        <w:t xml:space="preserve"> Ларису Николаевну –</w:t>
      </w:r>
      <w:r w:rsidR="00EB4C0E" w:rsidRPr="00863112">
        <w:rPr>
          <w:color w:val="000000" w:themeColor="text1"/>
          <w:sz w:val="28"/>
          <w:szCs w:val="28"/>
        </w:rPr>
        <w:t xml:space="preserve"> главного бухгалтера про</w:t>
      </w:r>
      <w:r w:rsidR="00EB4C0E" w:rsidRPr="00863112">
        <w:rPr>
          <w:color w:val="000000" w:themeColor="text1"/>
          <w:sz w:val="28"/>
          <w:szCs w:val="28"/>
        </w:rPr>
        <w:t>ф</w:t>
      </w:r>
      <w:r w:rsidR="00EB4C0E" w:rsidRPr="00863112">
        <w:rPr>
          <w:color w:val="000000" w:themeColor="text1"/>
          <w:sz w:val="28"/>
          <w:szCs w:val="28"/>
        </w:rPr>
        <w:t>союзного комитета пер</w:t>
      </w:r>
      <w:r w:rsidRPr="00863112">
        <w:rPr>
          <w:color w:val="000000" w:themeColor="text1"/>
          <w:sz w:val="28"/>
          <w:szCs w:val="28"/>
        </w:rPr>
        <w:t>вичной профсоюзной организации.</w:t>
      </w:r>
    </w:p>
    <w:p w:rsidR="00EB4C0E" w:rsidRPr="00863112" w:rsidRDefault="00146AEE" w:rsidP="005001E6">
      <w:pPr>
        <w:pStyle w:val="af5"/>
        <w:suppressAutoHyphens w:val="0"/>
        <w:ind w:firstLine="709"/>
        <w:contextualSpacing/>
        <w:jc w:val="both"/>
        <w:outlineLvl w:val="5"/>
        <w:rPr>
          <w:color w:val="000000" w:themeColor="text1"/>
          <w:spacing w:val="-4"/>
          <w:sz w:val="28"/>
          <w:szCs w:val="28"/>
        </w:rPr>
      </w:pPr>
      <w:r w:rsidRPr="00863112">
        <w:rPr>
          <w:color w:val="000000" w:themeColor="text1"/>
          <w:sz w:val="28"/>
          <w:szCs w:val="28"/>
        </w:rPr>
        <w:t xml:space="preserve">30. </w:t>
      </w:r>
      <w:r w:rsidRPr="00863112">
        <w:rPr>
          <w:color w:val="000000" w:themeColor="text1"/>
          <w:spacing w:val="-4"/>
          <w:sz w:val="28"/>
          <w:szCs w:val="28"/>
        </w:rPr>
        <w:t xml:space="preserve">Наградить Почетной грамотой Ярославской областной Думы за </w:t>
      </w:r>
      <w:r w:rsidR="00311CB6" w:rsidRPr="00863112">
        <w:rPr>
          <w:color w:val="000000" w:themeColor="text1"/>
          <w:spacing w:val="-4"/>
          <w:sz w:val="28"/>
          <w:szCs w:val="28"/>
        </w:rPr>
        <w:t>ос</w:t>
      </w:r>
      <w:r w:rsidR="00311CB6" w:rsidRPr="00863112">
        <w:rPr>
          <w:color w:val="000000" w:themeColor="text1"/>
          <w:spacing w:val="-4"/>
          <w:sz w:val="28"/>
          <w:szCs w:val="28"/>
        </w:rPr>
        <w:t>о</w:t>
      </w:r>
      <w:r w:rsidR="00311CB6" w:rsidRPr="00863112">
        <w:rPr>
          <w:color w:val="000000" w:themeColor="text1"/>
          <w:spacing w:val="-4"/>
          <w:sz w:val="28"/>
          <w:szCs w:val="28"/>
        </w:rPr>
        <w:t xml:space="preserve">бые достижения в обеспечении экономического развития </w:t>
      </w:r>
      <w:r w:rsidR="00322D4D" w:rsidRPr="00863112">
        <w:rPr>
          <w:color w:val="000000" w:themeColor="text1"/>
          <w:spacing w:val="-4"/>
          <w:sz w:val="28"/>
          <w:szCs w:val="28"/>
        </w:rPr>
        <w:t>Я</w:t>
      </w:r>
      <w:r w:rsidR="00311CB6" w:rsidRPr="00863112">
        <w:rPr>
          <w:color w:val="000000" w:themeColor="text1"/>
          <w:spacing w:val="-4"/>
          <w:sz w:val="28"/>
          <w:szCs w:val="28"/>
        </w:rPr>
        <w:t>рославской области</w:t>
      </w:r>
      <w:r w:rsidRPr="00863112">
        <w:rPr>
          <w:color w:val="000000" w:themeColor="text1"/>
          <w:spacing w:val="-4"/>
          <w:sz w:val="28"/>
          <w:szCs w:val="28"/>
        </w:rPr>
        <w:t xml:space="preserve"> </w:t>
      </w:r>
      <w:proofErr w:type="spellStart"/>
      <w:r w:rsidRPr="00863112">
        <w:rPr>
          <w:color w:val="000000" w:themeColor="text1"/>
          <w:spacing w:val="-4"/>
          <w:sz w:val="28"/>
          <w:szCs w:val="28"/>
        </w:rPr>
        <w:t>Рухани</w:t>
      </w:r>
      <w:proofErr w:type="spellEnd"/>
      <w:r w:rsidRPr="00863112">
        <w:rPr>
          <w:color w:val="000000" w:themeColor="text1"/>
          <w:spacing w:val="-4"/>
          <w:sz w:val="28"/>
          <w:szCs w:val="28"/>
        </w:rPr>
        <w:t xml:space="preserve"> Константина </w:t>
      </w:r>
      <w:proofErr w:type="spellStart"/>
      <w:r w:rsidRPr="00863112">
        <w:rPr>
          <w:color w:val="000000" w:themeColor="text1"/>
          <w:spacing w:val="-4"/>
          <w:sz w:val="28"/>
          <w:szCs w:val="28"/>
        </w:rPr>
        <w:t>Джавадовича</w:t>
      </w:r>
      <w:proofErr w:type="spellEnd"/>
      <w:r w:rsidRPr="00863112">
        <w:rPr>
          <w:color w:val="000000" w:themeColor="text1"/>
          <w:spacing w:val="-4"/>
          <w:sz w:val="28"/>
          <w:szCs w:val="28"/>
        </w:rPr>
        <w:t xml:space="preserve"> –</w:t>
      </w:r>
      <w:r w:rsidR="00EB4C0E" w:rsidRPr="00863112">
        <w:rPr>
          <w:color w:val="000000" w:themeColor="text1"/>
          <w:spacing w:val="-4"/>
          <w:sz w:val="28"/>
          <w:szCs w:val="28"/>
        </w:rPr>
        <w:t xml:space="preserve"> директора Дивизиона «Силовые</w:t>
      </w:r>
      <w:r w:rsidRPr="00863112">
        <w:rPr>
          <w:color w:val="000000" w:themeColor="text1"/>
          <w:spacing w:val="-4"/>
          <w:sz w:val="28"/>
          <w:szCs w:val="28"/>
        </w:rPr>
        <w:t xml:space="preserve"> агрегаты».</w:t>
      </w:r>
    </w:p>
    <w:p w:rsidR="00060D17" w:rsidRPr="00863112" w:rsidRDefault="00146AEE" w:rsidP="005001E6">
      <w:pPr>
        <w:pStyle w:val="af5"/>
        <w:suppressAutoHyphens w:val="0"/>
        <w:ind w:firstLine="709"/>
        <w:contextualSpacing/>
        <w:jc w:val="both"/>
        <w:outlineLvl w:val="5"/>
        <w:rPr>
          <w:color w:val="000000" w:themeColor="text1"/>
          <w:sz w:val="28"/>
          <w:szCs w:val="28"/>
        </w:rPr>
      </w:pPr>
      <w:r w:rsidRPr="00863112">
        <w:rPr>
          <w:color w:val="000000" w:themeColor="text1"/>
          <w:sz w:val="28"/>
          <w:szCs w:val="28"/>
        </w:rPr>
        <w:t>31. Наградить Почетной грамотой Ярославской областной Думы за многолетний добросовестный труд в муниципальном образовательном учр</w:t>
      </w:r>
      <w:r w:rsidRPr="00863112">
        <w:rPr>
          <w:color w:val="000000" w:themeColor="text1"/>
          <w:sz w:val="28"/>
          <w:szCs w:val="28"/>
        </w:rPr>
        <w:t>е</w:t>
      </w:r>
      <w:r w:rsidRPr="00863112">
        <w:rPr>
          <w:color w:val="000000" w:themeColor="text1"/>
          <w:sz w:val="28"/>
          <w:szCs w:val="28"/>
        </w:rPr>
        <w:t>ждении дополнительного образования Центр детского творчества «Россияне»</w:t>
      </w:r>
      <w:r w:rsidR="0066518C" w:rsidRPr="00863112">
        <w:rPr>
          <w:color w:val="000000" w:themeColor="text1"/>
          <w:sz w:val="28"/>
          <w:szCs w:val="28"/>
        </w:rPr>
        <w:t xml:space="preserve"> г</w:t>
      </w:r>
      <w:r w:rsidR="008F0437" w:rsidRPr="00863112">
        <w:rPr>
          <w:color w:val="000000" w:themeColor="text1"/>
          <w:sz w:val="28"/>
          <w:szCs w:val="28"/>
        </w:rPr>
        <w:t>. Ярославля</w:t>
      </w:r>
      <w:r w:rsidRPr="00863112">
        <w:rPr>
          <w:color w:val="000000" w:themeColor="text1"/>
          <w:sz w:val="28"/>
          <w:szCs w:val="28"/>
        </w:rPr>
        <w:t xml:space="preserve"> </w:t>
      </w:r>
      <w:r w:rsidR="00EB4C0E" w:rsidRPr="00863112">
        <w:rPr>
          <w:color w:val="000000" w:themeColor="text1"/>
          <w:sz w:val="28"/>
          <w:szCs w:val="28"/>
        </w:rPr>
        <w:t>Тюленеву Юлию Влади</w:t>
      </w:r>
      <w:r w:rsidRPr="00863112">
        <w:rPr>
          <w:color w:val="000000" w:themeColor="text1"/>
          <w:sz w:val="28"/>
          <w:szCs w:val="28"/>
        </w:rPr>
        <w:t>славовну – заведующего отделом.</w:t>
      </w:r>
      <w:r w:rsidR="00060D17" w:rsidRPr="00863112">
        <w:rPr>
          <w:color w:val="000000" w:themeColor="text1"/>
          <w:sz w:val="28"/>
          <w:szCs w:val="28"/>
        </w:rPr>
        <w:t xml:space="preserve"> </w:t>
      </w:r>
    </w:p>
    <w:p w:rsidR="00EB4C0E" w:rsidRPr="00863112" w:rsidRDefault="00146AEE" w:rsidP="005001E6">
      <w:pPr>
        <w:pStyle w:val="af5"/>
        <w:suppressAutoHyphens w:val="0"/>
        <w:ind w:firstLine="709"/>
        <w:contextualSpacing/>
        <w:jc w:val="both"/>
        <w:outlineLvl w:val="5"/>
        <w:rPr>
          <w:color w:val="000000" w:themeColor="text1"/>
          <w:sz w:val="28"/>
          <w:szCs w:val="28"/>
        </w:rPr>
      </w:pPr>
      <w:r w:rsidRPr="00863112">
        <w:rPr>
          <w:color w:val="000000" w:themeColor="text1"/>
          <w:sz w:val="28"/>
          <w:szCs w:val="28"/>
        </w:rPr>
        <w:t>32. Наградить Почетной грамотой Ярославской областной Думы за многолетний добросовестный труд в муниципальном дошкольном образов</w:t>
      </w:r>
      <w:r w:rsidRPr="00863112">
        <w:rPr>
          <w:color w:val="000000" w:themeColor="text1"/>
          <w:sz w:val="28"/>
          <w:szCs w:val="28"/>
        </w:rPr>
        <w:t>а</w:t>
      </w:r>
      <w:r w:rsidRPr="00863112">
        <w:rPr>
          <w:color w:val="000000" w:themeColor="text1"/>
          <w:sz w:val="28"/>
          <w:szCs w:val="28"/>
        </w:rPr>
        <w:t>тельном учреждении «Детский сад № 109»</w:t>
      </w:r>
      <w:r w:rsidR="008F0437" w:rsidRPr="00863112">
        <w:rPr>
          <w:color w:val="000000" w:themeColor="text1"/>
          <w:sz w:val="28"/>
          <w:szCs w:val="28"/>
        </w:rPr>
        <w:t xml:space="preserve"> г. Ярославля</w:t>
      </w:r>
      <w:r w:rsidR="00060D17" w:rsidRPr="00863112">
        <w:rPr>
          <w:color w:val="000000" w:themeColor="text1"/>
          <w:sz w:val="28"/>
          <w:szCs w:val="28"/>
        </w:rPr>
        <w:t xml:space="preserve"> Лебедеву Марину </w:t>
      </w:r>
      <w:proofErr w:type="spellStart"/>
      <w:r w:rsidR="00060D17" w:rsidRPr="00863112">
        <w:rPr>
          <w:color w:val="000000" w:themeColor="text1"/>
          <w:sz w:val="28"/>
          <w:szCs w:val="28"/>
        </w:rPr>
        <w:t>Гурьевну</w:t>
      </w:r>
      <w:proofErr w:type="spellEnd"/>
      <w:r w:rsidR="00060D17" w:rsidRPr="00863112">
        <w:rPr>
          <w:color w:val="000000" w:themeColor="text1"/>
          <w:sz w:val="28"/>
          <w:szCs w:val="28"/>
        </w:rPr>
        <w:t xml:space="preserve"> –</w:t>
      </w:r>
      <w:r w:rsidR="00EB4C0E" w:rsidRPr="00863112">
        <w:rPr>
          <w:color w:val="000000" w:themeColor="text1"/>
          <w:sz w:val="28"/>
          <w:szCs w:val="28"/>
        </w:rPr>
        <w:t xml:space="preserve"> воспитателя</w:t>
      </w:r>
      <w:r w:rsidR="00060D17" w:rsidRPr="00863112">
        <w:rPr>
          <w:color w:val="000000" w:themeColor="text1"/>
          <w:sz w:val="28"/>
          <w:szCs w:val="28"/>
        </w:rPr>
        <w:t>.</w:t>
      </w:r>
      <w:r w:rsidR="00EB4C0E" w:rsidRPr="00863112">
        <w:rPr>
          <w:color w:val="000000" w:themeColor="text1"/>
          <w:sz w:val="28"/>
          <w:szCs w:val="28"/>
        </w:rPr>
        <w:t xml:space="preserve"> </w:t>
      </w:r>
    </w:p>
    <w:p w:rsidR="00EB4C0E" w:rsidRPr="00863112" w:rsidRDefault="00060D17" w:rsidP="005001E6">
      <w:pPr>
        <w:pStyle w:val="af5"/>
        <w:suppressAutoHyphens w:val="0"/>
        <w:ind w:firstLine="709"/>
        <w:contextualSpacing/>
        <w:jc w:val="both"/>
        <w:outlineLvl w:val="5"/>
        <w:rPr>
          <w:color w:val="000000" w:themeColor="text1"/>
          <w:sz w:val="28"/>
          <w:szCs w:val="28"/>
        </w:rPr>
      </w:pPr>
      <w:r w:rsidRPr="00863112">
        <w:rPr>
          <w:color w:val="000000" w:themeColor="text1"/>
          <w:sz w:val="28"/>
          <w:szCs w:val="28"/>
        </w:rPr>
        <w:t>33. Наградить Почетной грамотой Ярославской областной Думы за многолетний добросовестный труд в муниципальном дошкольном образов</w:t>
      </w:r>
      <w:r w:rsidRPr="00863112">
        <w:rPr>
          <w:color w:val="000000" w:themeColor="text1"/>
          <w:sz w:val="28"/>
          <w:szCs w:val="28"/>
        </w:rPr>
        <w:t>а</w:t>
      </w:r>
      <w:r w:rsidRPr="00863112">
        <w:rPr>
          <w:color w:val="000000" w:themeColor="text1"/>
          <w:sz w:val="28"/>
          <w:szCs w:val="28"/>
        </w:rPr>
        <w:t xml:space="preserve">тельном учреждении «Детский сад № 69» </w:t>
      </w:r>
      <w:r w:rsidR="008F0437" w:rsidRPr="00863112">
        <w:rPr>
          <w:color w:val="000000" w:themeColor="text1"/>
          <w:sz w:val="28"/>
          <w:szCs w:val="28"/>
        </w:rPr>
        <w:t xml:space="preserve">г. Ярославля </w:t>
      </w:r>
      <w:r w:rsidRPr="00863112">
        <w:rPr>
          <w:color w:val="000000" w:themeColor="text1"/>
          <w:sz w:val="28"/>
          <w:szCs w:val="28"/>
        </w:rPr>
        <w:t xml:space="preserve">Муравьеву Татьяну Владимировну – </w:t>
      </w:r>
      <w:r w:rsidR="00EB4C0E" w:rsidRPr="00863112">
        <w:rPr>
          <w:color w:val="000000" w:themeColor="text1"/>
          <w:sz w:val="28"/>
          <w:szCs w:val="28"/>
        </w:rPr>
        <w:t>педагога-психолога</w:t>
      </w:r>
      <w:r w:rsidRPr="00863112">
        <w:rPr>
          <w:color w:val="000000" w:themeColor="text1"/>
          <w:sz w:val="28"/>
          <w:szCs w:val="28"/>
        </w:rPr>
        <w:t>.</w:t>
      </w:r>
    </w:p>
    <w:p w:rsidR="009C08CD" w:rsidRPr="00863112" w:rsidRDefault="00060D17" w:rsidP="005001E6">
      <w:pPr>
        <w:pStyle w:val="af5"/>
        <w:suppressAutoHyphens w:val="0"/>
        <w:ind w:firstLine="709"/>
        <w:contextualSpacing/>
        <w:jc w:val="both"/>
        <w:outlineLvl w:val="5"/>
        <w:rPr>
          <w:color w:val="000000" w:themeColor="text1"/>
          <w:sz w:val="28"/>
          <w:szCs w:val="28"/>
        </w:rPr>
      </w:pPr>
      <w:r w:rsidRPr="00863112">
        <w:rPr>
          <w:color w:val="000000" w:themeColor="text1"/>
          <w:sz w:val="28"/>
          <w:szCs w:val="28"/>
        </w:rPr>
        <w:t xml:space="preserve">34. Наградить Почетной грамотой Ярославской областной Думы за многолетний добросовестный труд </w:t>
      </w:r>
      <w:r w:rsidR="009C08CD" w:rsidRPr="00863112">
        <w:rPr>
          <w:color w:val="000000" w:themeColor="text1"/>
          <w:sz w:val="28"/>
          <w:szCs w:val="28"/>
        </w:rPr>
        <w:t>в муниципальном дошкольном образов</w:t>
      </w:r>
      <w:r w:rsidR="009C08CD" w:rsidRPr="00863112">
        <w:rPr>
          <w:color w:val="000000" w:themeColor="text1"/>
          <w:sz w:val="28"/>
          <w:szCs w:val="28"/>
        </w:rPr>
        <w:t>а</w:t>
      </w:r>
      <w:r w:rsidR="009C08CD" w:rsidRPr="00863112">
        <w:rPr>
          <w:color w:val="000000" w:themeColor="text1"/>
          <w:sz w:val="28"/>
          <w:szCs w:val="28"/>
        </w:rPr>
        <w:t>тельном учреждении «Детский сад № 133»</w:t>
      </w:r>
      <w:r w:rsidR="00B20477" w:rsidRPr="00863112">
        <w:rPr>
          <w:color w:val="000000" w:themeColor="text1"/>
          <w:sz w:val="28"/>
          <w:szCs w:val="28"/>
        </w:rPr>
        <w:t xml:space="preserve"> города Ярославля</w:t>
      </w:r>
      <w:r w:rsidR="009C08CD" w:rsidRPr="00863112">
        <w:rPr>
          <w:color w:val="000000" w:themeColor="text1"/>
          <w:sz w:val="28"/>
          <w:szCs w:val="28"/>
        </w:rPr>
        <w:t xml:space="preserve"> Лопухину Юлию Алексеевну – воспитателя. </w:t>
      </w:r>
    </w:p>
    <w:p w:rsidR="009C08CD" w:rsidRPr="00863112" w:rsidRDefault="009C08CD" w:rsidP="005001E6">
      <w:pPr>
        <w:pStyle w:val="af5"/>
        <w:suppressAutoHyphens w:val="0"/>
        <w:ind w:firstLine="709"/>
        <w:contextualSpacing/>
        <w:jc w:val="both"/>
        <w:outlineLvl w:val="5"/>
        <w:rPr>
          <w:color w:val="000000" w:themeColor="text1"/>
          <w:sz w:val="28"/>
          <w:szCs w:val="28"/>
        </w:rPr>
      </w:pPr>
      <w:r w:rsidRPr="00863112">
        <w:rPr>
          <w:color w:val="000000" w:themeColor="text1"/>
          <w:sz w:val="28"/>
          <w:szCs w:val="28"/>
        </w:rPr>
        <w:t xml:space="preserve">35. </w:t>
      </w:r>
      <w:r w:rsidR="00F51491" w:rsidRPr="00863112">
        <w:rPr>
          <w:color w:val="000000" w:themeColor="text1"/>
          <w:sz w:val="28"/>
          <w:szCs w:val="28"/>
        </w:rPr>
        <w:t xml:space="preserve">Наградить Почетной грамотой Ярославской областной Думы </w:t>
      </w:r>
      <w:r w:rsidRPr="00863112">
        <w:rPr>
          <w:color w:val="000000" w:themeColor="text1"/>
          <w:sz w:val="28"/>
          <w:szCs w:val="28"/>
        </w:rPr>
        <w:t>за многолетний добросовестный труд в органах местного самоуправления м</w:t>
      </w:r>
      <w:r w:rsidRPr="00863112">
        <w:rPr>
          <w:color w:val="000000" w:themeColor="text1"/>
          <w:sz w:val="28"/>
          <w:szCs w:val="28"/>
        </w:rPr>
        <w:t>у</w:t>
      </w:r>
      <w:r w:rsidRPr="00863112">
        <w:rPr>
          <w:color w:val="000000" w:themeColor="text1"/>
          <w:sz w:val="28"/>
          <w:szCs w:val="28"/>
        </w:rPr>
        <w:t>ниципальных образований Ярославской области Лебедеву Антонину Егоро</w:t>
      </w:r>
      <w:r w:rsidRPr="00863112">
        <w:rPr>
          <w:color w:val="000000" w:themeColor="text1"/>
          <w:sz w:val="28"/>
          <w:szCs w:val="28"/>
        </w:rPr>
        <w:t>в</w:t>
      </w:r>
      <w:r w:rsidRPr="00863112">
        <w:rPr>
          <w:color w:val="000000" w:themeColor="text1"/>
          <w:sz w:val="28"/>
          <w:szCs w:val="28"/>
        </w:rPr>
        <w:t>ну – председателя Совета ветеранов фабрики «Красный Перевал».</w:t>
      </w:r>
    </w:p>
    <w:p w:rsidR="00F51491" w:rsidRPr="00863112" w:rsidRDefault="009C08CD" w:rsidP="005001E6">
      <w:pPr>
        <w:ind w:firstLine="709"/>
        <w:jc w:val="both"/>
        <w:rPr>
          <w:spacing w:val="-2"/>
          <w:sz w:val="28"/>
          <w:szCs w:val="28"/>
        </w:rPr>
      </w:pPr>
      <w:r w:rsidRPr="00863112">
        <w:rPr>
          <w:sz w:val="28"/>
          <w:szCs w:val="28"/>
        </w:rPr>
        <w:lastRenderedPageBreak/>
        <w:t xml:space="preserve">36. </w:t>
      </w:r>
      <w:r w:rsidR="00F51491" w:rsidRPr="00863112">
        <w:rPr>
          <w:spacing w:val="-2"/>
          <w:sz w:val="28"/>
          <w:szCs w:val="28"/>
        </w:rPr>
        <w:t>Наградить Почетной грамотой Ярославской областной Думы за мн</w:t>
      </w:r>
      <w:r w:rsidR="00F51491" w:rsidRPr="00863112">
        <w:rPr>
          <w:spacing w:val="-2"/>
          <w:sz w:val="28"/>
          <w:szCs w:val="28"/>
        </w:rPr>
        <w:t>о</w:t>
      </w:r>
      <w:r w:rsidR="00F51491" w:rsidRPr="00863112">
        <w:rPr>
          <w:spacing w:val="-2"/>
          <w:sz w:val="28"/>
          <w:szCs w:val="28"/>
        </w:rPr>
        <w:t>голетний добросовестный труд в органах местного самоуправления Яросла</w:t>
      </w:r>
      <w:r w:rsidR="00F51491" w:rsidRPr="00863112">
        <w:rPr>
          <w:spacing w:val="-2"/>
          <w:sz w:val="28"/>
          <w:szCs w:val="28"/>
        </w:rPr>
        <w:t>в</w:t>
      </w:r>
      <w:r w:rsidR="00F51491" w:rsidRPr="00863112">
        <w:rPr>
          <w:spacing w:val="-2"/>
          <w:sz w:val="28"/>
          <w:szCs w:val="28"/>
        </w:rPr>
        <w:t xml:space="preserve">ской области Лося Андрея Васильевича – </w:t>
      </w:r>
      <w:r w:rsidR="007D6A89" w:rsidRPr="00863112">
        <w:rPr>
          <w:spacing w:val="-2"/>
          <w:sz w:val="28"/>
          <w:szCs w:val="28"/>
        </w:rPr>
        <w:t>Г</w:t>
      </w:r>
      <w:r w:rsidR="00F51491" w:rsidRPr="00863112">
        <w:rPr>
          <w:spacing w:val="-2"/>
          <w:sz w:val="28"/>
          <w:szCs w:val="28"/>
        </w:rPr>
        <w:t xml:space="preserve">лаву городского поселения Ростов. </w:t>
      </w:r>
    </w:p>
    <w:p w:rsidR="00F51491" w:rsidRPr="00863112" w:rsidRDefault="00F51491" w:rsidP="005001E6">
      <w:pPr>
        <w:ind w:firstLine="709"/>
        <w:jc w:val="both"/>
        <w:rPr>
          <w:color w:val="000000" w:themeColor="text1"/>
          <w:sz w:val="28"/>
          <w:szCs w:val="28"/>
        </w:rPr>
      </w:pPr>
      <w:r w:rsidRPr="00863112">
        <w:rPr>
          <w:color w:val="000000" w:themeColor="text1"/>
          <w:sz w:val="28"/>
          <w:szCs w:val="28"/>
        </w:rPr>
        <w:t>37. Наградить Почетной грамотой Ярославской областной Думы за многолетний добросовестный труд в органах местного самоуправления Яр</w:t>
      </w:r>
      <w:r w:rsidRPr="00863112">
        <w:rPr>
          <w:color w:val="000000" w:themeColor="text1"/>
          <w:sz w:val="28"/>
          <w:szCs w:val="28"/>
        </w:rPr>
        <w:t>о</w:t>
      </w:r>
      <w:r w:rsidRPr="00863112">
        <w:rPr>
          <w:color w:val="000000" w:themeColor="text1"/>
          <w:sz w:val="28"/>
          <w:szCs w:val="28"/>
        </w:rPr>
        <w:t xml:space="preserve">славской области Сухотина Владимира Вячеславовича – заместителя </w:t>
      </w:r>
      <w:r w:rsidR="00CF311B" w:rsidRPr="00863112">
        <w:rPr>
          <w:sz w:val="28"/>
          <w:szCs w:val="28"/>
        </w:rPr>
        <w:t>Г</w:t>
      </w:r>
      <w:r w:rsidRPr="00863112">
        <w:rPr>
          <w:color w:val="000000" w:themeColor="text1"/>
          <w:sz w:val="28"/>
          <w:szCs w:val="28"/>
        </w:rPr>
        <w:t xml:space="preserve">лавы, начальника </w:t>
      </w:r>
      <w:r w:rsidR="00CF311B" w:rsidRPr="00863112">
        <w:rPr>
          <w:sz w:val="28"/>
          <w:szCs w:val="28"/>
        </w:rPr>
        <w:t>У</w:t>
      </w:r>
      <w:r w:rsidRPr="00863112">
        <w:rPr>
          <w:color w:val="000000" w:themeColor="text1"/>
          <w:sz w:val="28"/>
          <w:szCs w:val="28"/>
        </w:rPr>
        <w:t>правления жилищно-коммунального хозяйства Администрации городского поселения Ростов.</w:t>
      </w:r>
    </w:p>
    <w:p w:rsidR="0053587E" w:rsidRPr="00863112" w:rsidRDefault="00567247" w:rsidP="005001E6">
      <w:pPr>
        <w:ind w:firstLine="709"/>
        <w:jc w:val="both"/>
        <w:rPr>
          <w:sz w:val="28"/>
          <w:szCs w:val="28"/>
        </w:rPr>
      </w:pPr>
      <w:r w:rsidRPr="00863112">
        <w:rPr>
          <w:color w:val="000000" w:themeColor="text1"/>
          <w:sz w:val="28"/>
          <w:szCs w:val="28"/>
        </w:rPr>
        <w:t>38. Наградить Почетной грамотой Ярославской областной Думы за</w:t>
      </w:r>
      <w:r w:rsidR="0053587E" w:rsidRPr="00863112">
        <w:rPr>
          <w:color w:val="FF0000"/>
          <w:sz w:val="28"/>
          <w:szCs w:val="28"/>
        </w:rPr>
        <w:t xml:space="preserve"> </w:t>
      </w:r>
      <w:r w:rsidR="00B20477" w:rsidRPr="00863112">
        <w:rPr>
          <w:sz w:val="28"/>
          <w:szCs w:val="28"/>
        </w:rPr>
        <w:t>вклад в развитие системы здравоохранения Ярославской области,</w:t>
      </w:r>
      <w:r w:rsidR="00B20477" w:rsidRPr="00863112">
        <w:rPr>
          <w:color w:val="FF0000"/>
          <w:sz w:val="28"/>
          <w:szCs w:val="28"/>
        </w:rPr>
        <w:t xml:space="preserve"> </w:t>
      </w:r>
      <w:r w:rsidR="0053587E" w:rsidRPr="00863112">
        <w:rPr>
          <w:rFonts w:eastAsia="Batang"/>
          <w:sz w:val="28"/>
          <w:szCs w:val="28"/>
        </w:rPr>
        <w:t>многоле</w:t>
      </w:r>
      <w:r w:rsidR="0053587E" w:rsidRPr="00863112">
        <w:rPr>
          <w:rFonts w:eastAsia="Batang"/>
          <w:sz w:val="28"/>
          <w:szCs w:val="28"/>
        </w:rPr>
        <w:t>т</w:t>
      </w:r>
      <w:r w:rsidR="0053587E" w:rsidRPr="00863112">
        <w:rPr>
          <w:rFonts w:eastAsia="Batang"/>
          <w:sz w:val="28"/>
          <w:szCs w:val="28"/>
        </w:rPr>
        <w:t>ний добросовестный труд в государственном автономном учреждении здр</w:t>
      </w:r>
      <w:r w:rsidR="0053587E" w:rsidRPr="00863112">
        <w:rPr>
          <w:rFonts w:eastAsia="Batang"/>
          <w:sz w:val="28"/>
          <w:szCs w:val="28"/>
        </w:rPr>
        <w:t>а</w:t>
      </w:r>
      <w:r w:rsidR="0053587E" w:rsidRPr="00863112">
        <w:rPr>
          <w:rFonts w:eastAsia="Batang"/>
          <w:sz w:val="28"/>
          <w:szCs w:val="28"/>
        </w:rPr>
        <w:t>воохранения Ярославской области «Клиническая больница №</w:t>
      </w:r>
      <w:r w:rsidR="00322D4D" w:rsidRPr="00863112">
        <w:rPr>
          <w:rFonts w:eastAsia="Batang"/>
          <w:sz w:val="28"/>
          <w:szCs w:val="28"/>
        </w:rPr>
        <w:t xml:space="preserve"> </w:t>
      </w:r>
      <w:r w:rsidR="0053587E" w:rsidRPr="00863112">
        <w:rPr>
          <w:rFonts w:eastAsia="Batang"/>
          <w:sz w:val="28"/>
          <w:szCs w:val="28"/>
        </w:rPr>
        <w:t xml:space="preserve">2» </w:t>
      </w:r>
      <w:proofErr w:type="spellStart"/>
      <w:r w:rsidR="0053587E" w:rsidRPr="00863112">
        <w:rPr>
          <w:sz w:val="28"/>
          <w:szCs w:val="28"/>
        </w:rPr>
        <w:t>Лепилову</w:t>
      </w:r>
      <w:proofErr w:type="spellEnd"/>
      <w:r w:rsidR="0053587E" w:rsidRPr="00863112">
        <w:rPr>
          <w:sz w:val="28"/>
          <w:szCs w:val="28"/>
        </w:rPr>
        <w:t xml:space="preserve"> Ирину Валентиновну – ведущего экономиста.</w:t>
      </w:r>
    </w:p>
    <w:p w:rsidR="0053587E" w:rsidRPr="00863112" w:rsidRDefault="00567247" w:rsidP="005001E6">
      <w:pPr>
        <w:ind w:firstLine="709"/>
        <w:jc w:val="both"/>
        <w:rPr>
          <w:sz w:val="28"/>
          <w:szCs w:val="28"/>
        </w:rPr>
      </w:pPr>
      <w:r w:rsidRPr="00863112">
        <w:rPr>
          <w:color w:val="000000" w:themeColor="text1"/>
          <w:sz w:val="28"/>
          <w:szCs w:val="28"/>
        </w:rPr>
        <w:t>39. Наградить Почетной грамотой Ярославской областной Думы за</w:t>
      </w:r>
      <w:r w:rsidR="0053587E" w:rsidRPr="00863112">
        <w:rPr>
          <w:color w:val="000000" w:themeColor="text1"/>
          <w:sz w:val="28"/>
          <w:szCs w:val="28"/>
        </w:rPr>
        <w:t xml:space="preserve"> </w:t>
      </w:r>
      <w:r w:rsidR="00B20477" w:rsidRPr="00863112">
        <w:rPr>
          <w:sz w:val="28"/>
          <w:szCs w:val="28"/>
        </w:rPr>
        <w:t xml:space="preserve">вклад в развитие системы здравоохранения Ярославской области, </w:t>
      </w:r>
      <w:r w:rsidR="0053587E" w:rsidRPr="00863112">
        <w:rPr>
          <w:rFonts w:eastAsia="Batang"/>
          <w:sz w:val="28"/>
          <w:szCs w:val="28"/>
        </w:rPr>
        <w:t>многоле</w:t>
      </w:r>
      <w:r w:rsidR="0053587E" w:rsidRPr="00863112">
        <w:rPr>
          <w:rFonts w:eastAsia="Batang"/>
          <w:sz w:val="28"/>
          <w:szCs w:val="28"/>
        </w:rPr>
        <w:t>т</w:t>
      </w:r>
      <w:r w:rsidR="0053587E" w:rsidRPr="00863112">
        <w:rPr>
          <w:rFonts w:eastAsia="Batang"/>
          <w:sz w:val="28"/>
          <w:szCs w:val="28"/>
        </w:rPr>
        <w:t>ний добросовестный труд в государственном автономном учреждении здр</w:t>
      </w:r>
      <w:r w:rsidR="0053587E" w:rsidRPr="00863112">
        <w:rPr>
          <w:rFonts w:eastAsia="Batang"/>
          <w:sz w:val="28"/>
          <w:szCs w:val="28"/>
        </w:rPr>
        <w:t>а</w:t>
      </w:r>
      <w:r w:rsidR="0053587E" w:rsidRPr="00863112">
        <w:rPr>
          <w:rFonts w:eastAsia="Batang"/>
          <w:sz w:val="28"/>
          <w:szCs w:val="28"/>
        </w:rPr>
        <w:t>воохранения Ярославской области «Клиническая больница №</w:t>
      </w:r>
      <w:r w:rsidR="00322D4D" w:rsidRPr="00863112">
        <w:rPr>
          <w:rFonts w:eastAsia="Batang"/>
          <w:sz w:val="28"/>
          <w:szCs w:val="28"/>
        </w:rPr>
        <w:t xml:space="preserve"> </w:t>
      </w:r>
      <w:r w:rsidR="0053587E" w:rsidRPr="00863112">
        <w:rPr>
          <w:rFonts w:eastAsia="Batang"/>
          <w:sz w:val="28"/>
          <w:szCs w:val="28"/>
        </w:rPr>
        <w:t xml:space="preserve">2» </w:t>
      </w:r>
      <w:proofErr w:type="spellStart"/>
      <w:r w:rsidR="0053587E" w:rsidRPr="00863112">
        <w:rPr>
          <w:sz w:val="28"/>
          <w:szCs w:val="28"/>
        </w:rPr>
        <w:t>Андрейчеву</w:t>
      </w:r>
      <w:proofErr w:type="spellEnd"/>
      <w:r w:rsidR="0053587E" w:rsidRPr="00863112">
        <w:rPr>
          <w:sz w:val="28"/>
          <w:szCs w:val="28"/>
        </w:rPr>
        <w:t xml:space="preserve"> Любовь Алексеевну – бухгалтера.</w:t>
      </w:r>
    </w:p>
    <w:p w:rsidR="0053587E" w:rsidRPr="00863112" w:rsidRDefault="00567247" w:rsidP="005001E6">
      <w:pPr>
        <w:ind w:firstLine="709"/>
        <w:jc w:val="both"/>
        <w:rPr>
          <w:sz w:val="28"/>
          <w:szCs w:val="28"/>
        </w:rPr>
      </w:pPr>
      <w:r w:rsidRPr="00863112">
        <w:rPr>
          <w:color w:val="000000" w:themeColor="text1"/>
          <w:sz w:val="28"/>
          <w:szCs w:val="28"/>
        </w:rPr>
        <w:t>40. Наградить Почетной грамотой Ярославской областной Думы за</w:t>
      </w:r>
      <w:r w:rsidR="0053587E" w:rsidRPr="00863112">
        <w:rPr>
          <w:rFonts w:eastAsia="Batang"/>
          <w:sz w:val="28"/>
          <w:szCs w:val="28"/>
        </w:rPr>
        <w:t xml:space="preserve"> </w:t>
      </w:r>
      <w:r w:rsidR="00B20477" w:rsidRPr="00863112">
        <w:rPr>
          <w:sz w:val="28"/>
          <w:szCs w:val="28"/>
        </w:rPr>
        <w:t xml:space="preserve">вклад в развитие системы здравоохранения Ярославской области, </w:t>
      </w:r>
      <w:r w:rsidR="0053587E" w:rsidRPr="00863112">
        <w:rPr>
          <w:rFonts w:eastAsia="Batang"/>
          <w:sz w:val="28"/>
          <w:szCs w:val="28"/>
        </w:rPr>
        <w:t>многоле</w:t>
      </w:r>
      <w:r w:rsidR="0053587E" w:rsidRPr="00863112">
        <w:rPr>
          <w:rFonts w:eastAsia="Batang"/>
          <w:sz w:val="28"/>
          <w:szCs w:val="28"/>
        </w:rPr>
        <w:t>т</w:t>
      </w:r>
      <w:r w:rsidR="0053587E" w:rsidRPr="00863112">
        <w:rPr>
          <w:rFonts w:eastAsia="Batang"/>
          <w:sz w:val="28"/>
          <w:szCs w:val="28"/>
        </w:rPr>
        <w:t>ний добросовестный труд в государственном автономном учреждении здр</w:t>
      </w:r>
      <w:r w:rsidR="0053587E" w:rsidRPr="00863112">
        <w:rPr>
          <w:rFonts w:eastAsia="Batang"/>
          <w:sz w:val="28"/>
          <w:szCs w:val="28"/>
        </w:rPr>
        <w:t>а</w:t>
      </w:r>
      <w:r w:rsidR="0053587E" w:rsidRPr="00863112">
        <w:rPr>
          <w:rFonts w:eastAsia="Batang"/>
          <w:sz w:val="28"/>
          <w:szCs w:val="28"/>
        </w:rPr>
        <w:t>воохранения Ярославской области «Клиническая больница №</w:t>
      </w:r>
      <w:r w:rsidR="00322D4D" w:rsidRPr="00863112">
        <w:rPr>
          <w:rFonts w:eastAsia="Batang"/>
          <w:sz w:val="28"/>
          <w:szCs w:val="28"/>
        </w:rPr>
        <w:t xml:space="preserve"> </w:t>
      </w:r>
      <w:r w:rsidR="0053587E" w:rsidRPr="00863112">
        <w:rPr>
          <w:rFonts w:eastAsia="Batang"/>
          <w:sz w:val="28"/>
          <w:szCs w:val="28"/>
        </w:rPr>
        <w:t xml:space="preserve">2» </w:t>
      </w:r>
      <w:r w:rsidR="0053587E" w:rsidRPr="00863112">
        <w:rPr>
          <w:sz w:val="28"/>
          <w:szCs w:val="28"/>
        </w:rPr>
        <w:t xml:space="preserve">Юрову </w:t>
      </w:r>
      <w:r w:rsidR="005001E6" w:rsidRPr="00863112">
        <w:rPr>
          <w:sz w:val="28"/>
          <w:szCs w:val="28"/>
        </w:rPr>
        <w:br/>
      </w:r>
      <w:r w:rsidR="0053587E" w:rsidRPr="00863112">
        <w:rPr>
          <w:sz w:val="28"/>
          <w:szCs w:val="28"/>
        </w:rPr>
        <w:t>Татьяну Анатольевну – главного бухгалтера.</w:t>
      </w:r>
    </w:p>
    <w:p w:rsidR="0053587E" w:rsidRPr="00863112" w:rsidRDefault="00567247" w:rsidP="005001E6">
      <w:pPr>
        <w:ind w:firstLine="709"/>
        <w:jc w:val="both"/>
        <w:rPr>
          <w:sz w:val="28"/>
          <w:szCs w:val="28"/>
        </w:rPr>
      </w:pPr>
      <w:r w:rsidRPr="00863112">
        <w:rPr>
          <w:color w:val="000000" w:themeColor="text1"/>
          <w:sz w:val="28"/>
          <w:szCs w:val="28"/>
        </w:rPr>
        <w:t>41. Наградить Почетной грамотой Ярославской областной Думы за</w:t>
      </w:r>
      <w:r w:rsidR="0053587E" w:rsidRPr="00863112">
        <w:rPr>
          <w:rFonts w:eastAsia="Batang"/>
          <w:color w:val="000000" w:themeColor="text1"/>
          <w:sz w:val="28"/>
          <w:szCs w:val="28"/>
        </w:rPr>
        <w:t xml:space="preserve"> </w:t>
      </w:r>
      <w:r w:rsidR="0048702F" w:rsidRPr="00863112">
        <w:rPr>
          <w:sz w:val="28"/>
          <w:szCs w:val="28"/>
        </w:rPr>
        <w:t xml:space="preserve">вклад в развитие системы здравоохранения Ярославской области, </w:t>
      </w:r>
      <w:r w:rsidR="0053587E" w:rsidRPr="00863112">
        <w:rPr>
          <w:rFonts w:eastAsia="Batang"/>
          <w:sz w:val="28"/>
          <w:szCs w:val="28"/>
        </w:rPr>
        <w:t>многоле</w:t>
      </w:r>
      <w:r w:rsidR="0053587E" w:rsidRPr="00863112">
        <w:rPr>
          <w:rFonts w:eastAsia="Batang"/>
          <w:sz w:val="28"/>
          <w:szCs w:val="28"/>
        </w:rPr>
        <w:t>т</w:t>
      </w:r>
      <w:r w:rsidR="0053587E" w:rsidRPr="00863112">
        <w:rPr>
          <w:rFonts w:eastAsia="Batang"/>
          <w:sz w:val="28"/>
          <w:szCs w:val="28"/>
        </w:rPr>
        <w:t>ний добросовестный труд в государственном автономном учреждении здр</w:t>
      </w:r>
      <w:r w:rsidR="0053587E" w:rsidRPr="00863112">
        <w:rPr>
          <w:rFonts w:eastAsia="Batang"/>
          <w:sz w:val="28"/>
          <w:szCs w:val="28"/>
        </w:rPr>
        <w:t>а</w:t>
      </w:r>
      <w:r w:rsidR="0053587E" w:rsidRPr="00863112">
        <w:rPr>
          <w:rFonts w:eastAsia="Batang"/>
          <w:sz w:val="28"/>
          <w:szCs w:val="28"/>
        </w:rPr>
        <w:t>воохранения Ярославской области «</w:t>
      </w:r>
      <w:r w:rsidR="0053587E" w:rsidRPr="00863112">
        <w:rPr>
          <w:rFonts w:eastAsia="Batang"/>
          <w:spacing w:val="-2"/>
          <w:sz w:val="28"/>
          <w:szCs w:val="28"/>
        </w:rPr>
        <w:t>Клиническая больница №</w:t>
      </w:r>
      <w:r w:rsidR="00322D4D" w:rsidRPr="00863112">
        <w:rPr>
          <w:rFonts w:eastAsia="Batang"/>
          <w:spacing w:val="-2"/>
          <w:sz w:val="28"/>
          <w:szCs w:val="28"/>
        </w:rPr>
        <w:t xml:space="preserve"> </w:t>
      </w:r>
      <w:r w:rsidR="0053587E" w:rsidRPr="00863112">
        <w:rPr>
          <w:rFonts w:eastAsia="Batang"/>
          <w:spacing w:val="-2"/>
          <w:sz w:val="28"/>
          <w:szCs w:val="28"/>
        </w:rPr>
        <w:t xml:space="preserve">2» </w:t>
      </w:r>
      <w:proofErr w:type="spellStart"/>
      <w:r w:rsidR="0053587E" w:rsidRPr="00863112">
        <w:rPr>
          <w:spacing w:val="-2"/>
          <w:sz w:val="28"/>
          <w:szCs w:val="28"/>
        </w:rPr>
        <w:t>Алешинкову</w:t>
      </w:r>
      <w:proofErr w:type="spellEnd"/>
      <w:r w:rsidR="0053587E" w:rsidRPr="00863112">
        <w:rPr>
          <w:sz w:val="28"/>
          <w:szCs w:val="28"/>
        </w:rPr>
        <w:t xml:space="preserve"> Наталью Ивановну – заместителя главного врача по организационно-методической работе.</w:t>
      </w:r>
    </w:p>
    <w:p w:rsidR="00567247" w:rsidRPr="00863112" w:rsidRDefault="00567247" w:rsidP="005001E6">
      <w:pPr>
        <w:pStyle w:val="a8"/>
        <w:ind w:left="0" w:firstLine="709"/>
        <w:jc w:val="both"/>
        <w:rPr>
          <w:sz w:val="28"/>
          <w:szCs w:val="28"/>
        </w:rPr>
      </w:pPr>
      <w:r w:rsidRPr="00863112">
        <w:rPr>
          <w:color w:val="000000" w:themeColor="text1"/>
          <w:sz w:val="28"/>
          <w:szCs w:val="28"/>
        </w:rPr>
        <w:t>42. Наградить Почетной грамотой Ярославской областной Думы за</w:t>
      </w:r>
      <w:r w:rsidR="0053587E" w:rsidRPr="00863112">
        <w:rPr>
          <w:rFonts w:eastAsia="Batang"/>
          <w:color w:val="000000" w:themeColor="text1"/>
          <w:sz w:val="28"/>
          <w:szCs w:val="28"/>
        </w:rPr>
        <w:t xml:space="preserve"> </w:t>
      </w:r>
      <w:r w:rsidR="0048702F" w:rsidRPr="00863112">
        <w:rPr>
          <w:sz w:val="28"/>
          <w:szCs w:val="28"/>
        </w:rPr>
        <w:t xml:space="preserve">вклад в развитие системы здравоохранения Ярославской области, </w:t>
      </w:r>
      <w:r w:rsidR="0053587E" w:rsidRPr="00863112">
        <w:rPr>
          <w:rFonts w:eastAsia="Batang"/>
          <w:sz w:val="28"/>
          <w:szCs w:val="28"/>
        </w:rPr>
        <w:t>многоле</w:t>
      </w:r>
      <w:r w:rsidR="0053587E" w:rsidRPr="00863112">
        <w:rPr>
          <w:rFonts w:eastAsia="Batang"/>
          <w:sz w:val="28"/>
          <w:szCs w:val="28"/>
        </w:rPr>
        <w:t>т</w:t>
      </w:r>
      <w:r w:rsidR="0053587E" w:rsidRPr="00863112">
        <w:rPr>
          <w:rFonts w:eastAsia="Batang"/>
          <w:sz w:val="28"/>
          <w:szCs w:val="28"/>
        </w:rPr>
        <w:t>ний добросовестный труд в государственном автономном учреждении здр</w:t>
      </w:r>
      <w:r w:rsidR="0053587E" w:rsidRPr="00863112">
        <w:rPr>
          <w:rFonts w:eastAsia="Batang"/>
          <w:sz w:val="28"/>
          <w:szCs w:val="28"/>
        </w:rPr>
        <w:t>а</w:t>
      </w:r>
      <w:r w:rsidR="0053587E" w:rsidRPr="00863112">
        <w:rPr>
          <w:rFonts w:eastAsia="Batang"/>
          <w:sz w:val="28"/>
          <w:szCs w:val="28"/>
        </w:rPr>
        <w:t>воохранения Ярославской области «Клиническая больница №</w:t>
      </w:r>
      <w:r w:rsidR="00322D4D" w:rsidRPr="00863112">
        <w:rPr>
          <w:rFonts w:eastAsia="Batang"/>
          <w:sz w:val="28"/>
          <w:szCs w:val="28"/>
        </w:rPr>
        <w:t xml:space="preserve"> </w:t>
      </w:r>
      <w:r w:rsidR="0053587E" w:rsidRPr="00863112">
        <w:rPr>
          <w:rFonts w:eastAsia="Batang"/>
          <w:sz w:val="28"/>
          <w:szCs w:val="28"/>
        </w:rPr>
        <w:t xml:space="preserve">2» </w:t>
      </w:r>
      <w:r w:rsidR="0053587E" w:rsidRPr="00863112">
        <w:rPr>
          <w:sz w:val="28"/>
          <w:szCs w:val="28"/>
        </w:rPr>
        <w:t>Леонтьеву Татьяну Николаевну – начальника хозяйственного отдела.</w:t>
      </w:r>
    </w:p>
    <w:p w:rsidR="008F13F5" w:rsidRDefault="00567247" w:rsidP="005001E6">
      <w:pPr>
        <w:ind w:firstLine="709"/>
        <w:jc w:val="both"/>
        <w:rPr>
          <w:sz w:val="28"/>
          <w:szCs w:val="28"/>
        </w:rPr>
      </w:pPr>
      <w:r w:rsidRPr="00863112">
        <w:rPr>
          <w:sz w:val="28"/>
          <w:szCs w:val="28"/>
        </w:rPr>
        <w:t>43. Наградить Почетной грамотой Ярославской областной Думы</w:t>
      </w:r>
      <w:r w:rsidRPr="00863112">
        <w:rPr>
          <w:color w:val="FF0000"/>
          <w:sz w:val="28"/>
          <w:szCs w:val="28"/>
        </w:rPr>
        <w:t xml:space="preserve"> </w:t>
      </w:r>
      <w:r w:rsidR="008F13F5" w:rsidRPr="00863112">
        <w:rPr>
          <w:sz w:val="28"/>
          <w:szCs w:val="28"/>
        </w:rPr>
        <w:t>за многолетний добросовестный труд в органах государственной власти Яр</w:t>
      </w:r>
      <w:r w:rsidR="008F13F5" w:rsidRPr="00863112">
        <w:rPr>
          <w:sz w:val="28"/>
          <w:szCs w:val="28"/>
        </w:rPr>
        <w:t>о</w:t>
      </w:r>
      <w:r w:rsidR="008F13F5" w:rsidRPr="00863112">
        <w:rPr>
          <w:sz w:val="28"/>
          <w:szCs w:val="28"/>
        </w:rPr>
        <w:t>славской области и органах местного самоуправления муниципальных обр</w:t>
      </w:r>
      <w:r w:rsidR="008F13F5" w:rsidRPr="00863112">
        <w:rPr>
          <w:sz w:val="28"/>
          <w:szCs w:val="28"/>
        </w:rPr>
        <w:t>а</w:t>
      </w:r>
      <w:r w:rsidR="008F13F5" w:rsidRPr="00863112">
        <w:rPr>
          <w:sz w:val="28"/>
          <w:szCs w:val="28"/>
        </w:rPr>
        <w:t xml:space="preserve">зований Ярославской области </w:t>
      </w:r>
      <w:proofErr w:type="spellStart"/>
      <w:r w:rsidR="008F13F5" w:rsidRPr="00863112">
        <w:rPr>
          <w:sz w:val="28"/>
          <w:szCs w:val="28"/>
        </w:rPr>
        <w:t>Малькова</w:t>
      </w:r>
      <w:proofErr w:type="spellEnd"/>
      <w:r w:rsidR="008F13F5" w:rsidRPr="00863112">
        <w:rPr>
          <w:sz w:val="28"/>
          <w:szCs w:val="28"/>
        </w:rPr>
        <w:t xml:space="preserve"> Дмитрия Геннадьевича – заместит</w:t>
      </w:r>
      <w:r w:rsidR="008F13F5" w:rsidRPr="00863112">
        <w:rPr>
          <w:sz w:val="28"/>
          <w:szCs w:val="28"/>
        </w:rPr>
        <w:t>е</w:t>
      </w:r>
      <w:r w:rsidR="008F13F5" w:rsidRPr="00863112">
        <w:rPr>
          <w:sz w:val="28"/>
          <w:szCs w:val="28"/>
        </w:rPr>
        <w:t>ля Главы Администрации Ярославского муниципального района по эконом</w:t>
      </w:r>
      <w:r w:rsidR="008F13F5" w:rsidRPr="00863112">
        <w:rPr>
          <w:sz w:val="28"/>
          <w:szCs w:val="28"/>
        </w:rPr>
        <w:t>и</w:t>
      </w:r>
      <w:r w:rsidR="008F13F5" w:rsidRPr="00863112">
        <w:rPr>
          <w:sz w:val="28"/>
          <w:szCs w:val="28"/>
        </w:rPr>
        <w:t>ке и финансам</w:t>
      </w:r>
      <w:r w:rsidR="00E670FA" w:rsidRPr="00863112">
        <w:rPr>
          <w:sz w:val="28"/>
          <w:szCs w:val="28"/>
        </w:rPr>
        <w:t>.</w:t>
      </w:r>
    </w:p>
    <w:p w:rsidR="008F13F5" w:rsidRPr="00863112" w:rsidRDefault="00567247" w:rsidP="005001E6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63112">
        <w:rPr>
          <w:sz w:val="28"/>
          <w:szCs w:val="28"/>
        </w:rPr>
        <w:t>44. Наградить Почетной грамотой Ярославской областной Думы за</w:t>
      </w:r>
      <w:r w:rsidR="008F13F5" w:rsidRPr="00863112">
        <w:rPr>
          <w:sz w:val="28"/>
          <w:szCs w:val="28"/>
        </w:rPr>
        <w:t xml:space="preserve"> многолетний добросовестный труд в органах государственной власти Яр</w:t>
      </w:r>
      <w:r w:rsidR="008F13F5" w:rsidRPr="00863112">
        <w:rPr>
          <w:sz w:val="28"/>
          <w:szCs w:val="28"/>
        </w:rPr>
        <w:t>о</w:t>
      </w:r>
      <w:r w:rsidR="008F13F5" w:rsidRPr="00863112">
        <w:rPr>
          <w:sz w:val="28"/>
          <w:szCs w:val="28"/>
        </w:rPr>
        <w:t xml:space="preserve">славской области и органах местного </w:t>
      </w:r>
      <w:proofErr w:type="gramStart"/>
      <w:r w:rsidR="008F13F5" w:rsidRPr="00863112">
        <w:rPr>
          <w:sz w:val="28"/>
          <w:szCs w:val="28"/>
        </w:rPr>
        <w:t>самоуправления муниципальных обр</w:t>
      </w:r>
      <w:r w:rsidR="008F13F5" w:rsidRPr="00863112">
        <w:rPr>
          <w:sz w:val="28"/>
          <w:szCs w:val="28"/>
        </w:rPr>
        <w:t>а</w:t>
      </w:r>
      <w:r w:rsidR="008F13F5" w:rsidRPr="00863112">
        <w:rPr>
          <w:sz w:val="28"/>
          <w:szCs w:val="28"/>
        </w:rPr>
        <w:t>зований Ярославской области Степанова Николая</w:t>
      </w:r>
      <w:proofErr w:type="gramEnd"/>
      <w:r w:rsidR="008F13F5" w:rsidRPr="00863112">
        <w:rPr>
          <w:sz w:val="28"/>
          <w:szCs w:val="28"/>
        </w:rPr>
        <w:t xml:space="preserve"> Дмитриевича – первого заместителя Главы Администрации Ярославского муниципального района.</w:t>
      </w:r>
    </w:p>
    <w:p w:rsidR="008F13F5" w:rsidRPr="00863112" w:rsidRDefault="00567247" w:rsidP="005001E6">
      <w:pPr>
        <w:shd w:val="clear" w:color="auto" w:fill="FFFFFF"/>
        <w:ind w:firstLine="709"/>
        <w:jc w:val="both"/>
        <w:rPr>
          <w:sz w:val="28"/>
          <w:szCs w:val="28"/>
        </w:rPr>
      </w:pPr>
      <w:r w:rsidRPr="00863112">
        <w:rPr>
          <w:sz w:val="28"/>
          <w:szCs w:val="28"/>
        </w:rPr>
        <w:lastRenderedPageBreak/>
        <w:t>45. Наградить Почетной грамотой Ярославской областной Думы за</w:t>
      </w:r>
      <w:r w:rsidR="008F13F5" w:rsidRPr="00863112">
        <w:rPr>
          <w:sz w:val="28"/>
          <w:szCs w:val="28"/>
        </w:rPr>
        <w:t xml:space="preserve"> </w:t>
      </w:r>
      <w:r w:rsidR="008F13F5" w:rsidRPr="00863112">
        <w:rPr>
          <w:color w:val="000000"/>
          <w:sz w:val="28"/>
          <w:szCs w:val="28"/>
        </w:rPr>
        <w:t xml:space="preserve">особые заслуги в развитии местного самоуправления в Ярославской области </w:t>
      </w:r>
      <w:r w:rsidR="008F13F5" w:rsidRPr="00863112">
        <w:rPr>
          <w:sz w:val="28"/>
          <w:szCs w:val="28"/>
        </w:rPr>
        <w:t>Лазарева Юрия Александровича – Председателя Муниципального Совета Ярославского му</w:t>
      </w:r>
      <w:r w:rsidR="00E670FA" w:rsidRPr="00863112">
        <w:rPr>
          <w:sz w:val="28"/>
          <w:szCs w:val="28"/>
        </w:rPr>
        <w:t>ниципального района.</w:t>
      </w:r>
    </w:p>
    <w:p w:rsidR="00E670FA" w:rsidRPr="00863112" w:rsidRDefault="008F13F5" w:rsidP="005001E6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63112">
        <w:rPr>
          <w:sz w:val="28"/>
          <w:szCs w:val="28"/>
        </w:rPr>
        <w:t>4</w:t>
      </w:r>
      <w:r w:rsidR="00E670FA" w:rsidRPr="00863112">
        <w:rPr>
          <w:sz w:val="28"/>
          <w:szCs w:val="28"/>
        </w:rPr>
        <w:t>6</w:t>
      </w:r>
      <w:r w:rsidRPr="00863112">
        <w:rPr>
          <w:sz w:val="28"/>
          <w:szCs w:val="28"/>
        </w:rPr>
        <w:t>. Наградить Почетной грамотой Ярославской областной Думы за</w:t>
      </w:r>
      <w:r w:rsidR="00E670FA" w:rsidRPr="00863112">
        <w:rPr>
          <w:sz w:val="28"/>
          <w:szCs w:val="28"/>
        </w:rPr>
        <w:t xml:space="preserve"> </w:t>
      </w:r>
      <w:r w:rsidR="00E670FA" w:rsidRPr="00863112">
        <w:rPr>
          <w:color w:val="000000"/>
          <w:sz w:val="28"/>
          <w:szCs w:val="28"/>
        </w:rPr>
        <w:t xml:space="preserve">особые заслуги в развитии местного самоуправления в Ярославской области </w:t>
      </w:r>
      <w:proofErr w:type="spellStart"/>
      <w:r w:rsidR="00E670FA" w:rsidRPr="00863112">
        <w:rPr>
          <w:sz w:val="28"/>
          <w:szCs w:val="28"/>
        </w:rPr>
        <w:t>Муханова</w:t>
      </w:r>
      <w:proofErr w:type="spellEnd"/>
      <w:r w:rsidR="00E670FA" w:rsidRPr="00863112">
        <w:rPr>
          <w:sz w:val="28"/>
          <w:szCs w:val="28"/>
        </w:rPr>
        <w:t xml:space="preserve"> Петра Александровича – Председателя Общественной палаты Ярославского муниципального района.</w:t>
      </w:r>
    </w:p>
    <w:p w:rsidR="00E670FA" w:rsidRPr="00863112" w:rsidRDefault="008F13F5" w:rsidP="005001E6">
      <w:pPr>
        <w:ind w:firstLine="709"/>
        <w:jc w:val="both"/>
        <w:rPr>
          <w:sz w:val="28"/>
          <w:szCs w:val="28"/>
        </w:rPr>
      </w:pPr>
      <w:r w:rsidRPr="00863112">
        <w:rPr>
          <w:sz w:val="28"/>
          <w:szCs w:val="28"/>
        </w:rPr>
        <w:t>4</w:t>
      </w:r>
      <w:r w:rsidR="00E670FA" w:rsidRPr="00863112">
        <w:rPr>
          <w:sz w:val="28"/>
          <w:szCs w:val="28"/>
        </w:rPr>
        <w:t>7</w:t>
      </w:r>
      <w:r w:rsidRPr="00863112">
        <w:rPr>
          <w:sz w:val="28"/>
          <w:szCs w:val="28"/>
        </w:rPr>
        <w:t>. Наградить Почетной грамотой Ярославской областной Думы за</w:t>
      </w:r>
      <w:r w:rsidR="00E670FA" w:rsidRPr="00863112">
        <w:rPr>
          <w:sz w:val="28"/>
          <w:szCs w:val="28"/>
        </w:rPr>
        <w:t xml:space="preserve"> многолетний добросовестный труд в органах местного самоуправления м</w:t>
      </w:r>
      <w:r w:rsidR="00E670FA" w:rsidRPr="00863112">
        <w:rPr>
          <w:sz w:val="28"/>
          <w:szCs w:val="28"/>
        </w:rPr>
        <w:t>у</w:t>
      </w:r>
      <w:r w:rsidR="00E670FA" w:rsidRPr="00863112">
        <w:rPr>
          <w:sz w:val="28"/>
          <w:szCs w:val="28"/>
        </w:rPr>
        <w:t>ниципальных образований Ярославской области Варакину Надежду Ивано</w:t>
      </w:r>
      <w:r w:rsidR="00E670FA" w:rsidRPr="00863112">
        <w:rPr>
          <w:sz w:val="28"/>
          <w:szCs w:val="28"/>
        </w:rPr>
        <w:t>в</w:t>
      </w:r>
      <w:r w:rsidR="00E670FA" w:rsidRPr="00863112">
        <w:rPr>
          <w:sz w:val="28"/>
          <w:szCs w:val="28"/>
        </w:rPr>
        <w:t>ну – главного специалиста управления образования администрации Росто</w:t>
      </w:r>
      <w:r w:rsidR="00E670FA" w:rsidRPr="00863112">
        <w:rPr>
          <w:sz w:val="28"/>
          <w:szCs w:val="28"/>
        </w:rPr>
        <w:t>в</w:t>
      </w:r>
      <w:r w:rsidR="00E670FA" w:rsidRPr="00863112">
        <w:rPr>
          <w:sz w:val="28"/>
          <w:szCs w:val="28"/>
        </w:rPr>
        <w:t>ского муниципального района.</w:t>
      </w:r>
    </w:p>
    <w:p w:rsidR="00E670FA" w:rsidRPr="00863112" w:rsidRDefault="00E670FA" w:rsidP="005001E6">
      <w:pPr>
        <w:ind w:firstLine="709"/>
        <w:jc w:val="both"/>
        <w:rPr>
          <w:sz w:val="28"/>
          <w:szCs w:val="28"/>
        </w:rPr>
      </w:pPr>
      <w:r w:rsidRPr="00863112">
        <w:rPr>
          <w:sz w:val="28"/>
          <w:szCs w:val="28"/>
        </w:rPr>
        <w:t>48</w:t>
      </w:r>
      <w:r w:rsidR="008F13F5" w:rsidRPr="00863112">
        <w:rPr>
          <w:sz w:val="28"/>
          <w:szCs w:val="28"/>
        </w:rPr>
        <w:t>. Наградить Почетной грамотой Ярославской областной Думы за</w:t>
      </w:r>
      <w:r w:rsidRPr="00863112">
        <w:rPr>
          <w:sz w:val="28"/>
          <w:szCs w:val="28"/>
        </w:rPr>
        <w:t xml:space="preserve"> многолетний добросовестный труд в органах местного самоуправления м</w:t>
      </w:r>
      <w:r w:rsidRPr="00863112">
        <w:rPr>
          <w:sz w:val="28"/>
          <w:szCs w:val="28"/>
        </w:rPr>
        <w:t>у</w:t>
      </w:r>
      <w:r w:rsidRPr="00863112">
        <w:rPr>
          <w:sz w:val="28"/>
          <w:szCs w:val="28"/>
        </w:rPr>
        <w:t xml:space="preserve">ниципальных образований Ярославской области </w:t>
      </w:r>
      <w:proofErr w:type="spellStart"/>
      <w:r w:rsidRPr="00863112">
        <w:rPr>
          <w:sz w:val="28"/>
          <w:szCs w:val="28"/>
        </w:rPr>
        <w:t>Климину</w:t>
      </w:r>
      <w:proofErr w:type="spellEnd"/>
      <w:r w:rsidRPr="00863112">
        <w:rPr>
          <w:sz w:val="28"/>
          <w:szCs w:val="28"/>
        </w:rPr>
        <w:t xml:space="preserve"> Светлану Але</w:t>
      </w:r>
      <w:r w:rsidRPr="00863112">
        <w:rPr>
          <w:sz w:val="28"/>
          <w:szCs w:val="28"/>
        </w:rPr>
        <w:t>к</w:t>
      </w:r>
      <w:r w:rsidRPr="00863112">
        <w:rPr>
          <w:sz w:val="28"/>
          <w:szCs w:val="28"/>
        </w:rPr>
        <w:t>сандровну – заместителя начальника отдела опеки и попечительства упра</w:t>
      </w:r>
      <w:r w:rsidRPr="00863112">
        <w:rPr>
          <w:sz w:val="28"/>
          <w:szCs w:val="28"/>
        </w:rPr>
        <w:t>в</w:t>
      </w:r>
      <w:r w:rsidRPr="00863112">
        <w:rPr>
          <w:sz w:val="28"/>
          <w:szCs w:val="28"/>
        </w:rPr>
        <w:t>ления образования администрации Ростовского муниципального района.</w:t>
      </w:r>
    </w:p>
    <w:p w:rsidR="008F13F5" w:rsidRPr="00863112" w:rsidRDefault="008F13F5" w:rsidP="005001E6">
      <w:pPr>
        <w:pStyle w:val="a8"/>
        <w:ind w:left="0" w:firstLine="709"/>
        <w:jc w:val="both"/>
        <w:rPr>
          <w:sz w:val="28"/>
          <w:szCs w:val="28"/>
        </w:rPr>
      </w:pPr>
      <w:r w:rsidRPr="00863112">
        <w:rPr>
          <w:sz w:val="28"/>
          <w:szCs w:val="28"/>
        </w:rPr>
        <w:t>4</w:t>
      </w:r>
      <w:r w:rsidR="00E670FA" w:rsidRPr="00863112">
        <w:rPr>
          <w:sz w:val="28"/>
          <w:szCs w:val="28"/>
        </w:rPr>
        <w:t>9</w:t>
      </w:r>
      <w:r w:rsidRPr="00863112">
        <w:rPr>
          <w:sz w:val="28"/>
          <w:szCs w:val="28"/>
        </w:rPr>
        <w:t>. Наградить Почетной грамотой Ярославской областной Думы за</w:t>
      </w:r>
      <w:r w:rsidR="0046485C" w:rsidRPr="00863112">
        <w:rPr>
          <w:sz w:val="28"/>
          <w:szCs w:val="28"/>
        </w:rPr>
        <w:t xml:space="preserve"> многолетнюю плодотворную работу по обучению и воспитанию подраста</w:t>
      </w:r>
      <w:r w:rsidR="0046485C" w:rsidRPr="00863112">
        <w:rPr>
          <w:sz w:val="28"/>
          <w:szCs w:val="28"/>
        </w:rPr>
        <w:t>ю</w:t>
      </w:r>
      <w:r w:rsidR="0046485C" w:rsidRPr="00863112">
        <w:rPr>
          <w:sz w:val="28"/>
          <w:szCs w:val="28"/>
        </w:rPr>
        <w:t xml:space="preserve">щего поколения на территории Ярославской области </w:t>
      </w:r>
      <w:proofErr w:type="spellStart"/>
      <w:r w:rsidR="0046485C" w:rsidRPr="00863112">
        <w:rPr>
          <w:sz w:val="28"/>
          <w:szCs w:val="28"/>
        </w:rPr>
        <w:t>Архирееву</w:t>
      </w:r>
      <w:proofErr w:type="spellEnd"/>
      <w:r w:rsidR="0046485C" w:rsidRPr="00863112">
        <w:rPr>
          <w:sz w:val="28"/>
          <w:szCs w:val="28"/>
        </w:rPr>
        <w:t xml:space="preserve"> Елену Ан</w:t>
      </w:r>
      <w:r w:rsidR="0046485C" w:rsidRPr="00863112">
        <w:rPr>
          <w:sz w:val="28"/>
          <w:szCs w:val="28"/>
        </w:rPr>
        <w:t>а</w:t>
      </w:r>
      <w:r w:rsidR="0046485C" w:rsidRPr="00863112">
        <w:rPr>
          <w:sz w:val="28"/>
          <w:szCs w:val="28"/>
        </w:rPr>
        <w:t xml:space="preserve">тольевну – директора муниципального образовательного учреждения </w:t>
      </w:r>
      <w:r w:rsidR="00085E06" w:rsidRPr="00863112">
        <w:rPr>
          <w:sz w:val="28"/>
          <w:szCs w:val="28"/>
        </w:rPr>
        <w:t>с</w:t>
      </w:r>
      <w:r w:rsidR="0046485C" w:rsidRPr="00863112">
        <w:rPr>
          <w:sz w:val="28"/>
          <w:szCs w:val="28"/>
        </w:rPr>
        <w:t>редн</w:t>
      </w:r>
      <w:r w:rsidR="00A5494C" w:rsidRPr="00863112">
        <w:rPr>
          <w:sz w:val="28"/>
          <w:szCs w:val="28"/>
        </w:rPr>
        <w:t>яя</w:t>
      </w:r>
      <w:r w:rsidR="0046485C" w:rsidRPr="00863112">
        <w:rPr>
          <w:sz w:val="28"/>
          <w:szCs w:val="28"/>
        </w:rPr>
        <w:t xml:space="preserve"> общеобразовательн</w:t>
      </w:r>
      <w:r w:rsidR="00A5494C" w:rsidRPr="00863112">
        <w:rPr>
          <w:sz w:val="28"/>
          <w:szCs w:val="28"/>
        </w:rPr>
        <w:t>ая</w:t>
      </w:r>
      <w:r w:rsidR="0046485C" w:rsidRPr="00863112">
        <w:rPr>
          <w:sz w:val="28"/>
          <w:szCs w:val="28"/>
        </w:rPr>
        <w:t xml:space="preserve"> школ</w:t>
      </w:r>
      <w:r w:rsidR="00A5494C" w:rsidRPr="00863112">
        <w:rPr>
          <w:sz w:val="28"/>
          <w:szCs w:val="28"/>
        </w:rPr>
        <w:t>а</w:t>
      </w:r>
      <w:r w:rsidR="0046485C" w:rsidRPr="00863112">
        <w:rPr>
          <w:sz w:val="28"/>
          <w:szCs w:val="28"/>
        </w:rPr>
        <w:t xml:space="preserve"> №</w:t>
      </w:r>
      <w:r w:rsidR="00322D4D" w:rsidRPr="00863112">
        <w:rPr>
          <w:sz w:val="28"/>
          <w:szCs w:val="28"/>
        </w:rPr>
        <w:t xml:space="preserve"> </w:t>
      </w:r>
      <w:r w:rsidR="0046485C" w:rsidRPr="00863112">
        <w:rPr>
          <w:sz w:val="28"/>
          <w:szCs w:val="28"/>
        </w:rPr>
        <w:t>4 г. Ростова.</w:t>
      </w:r>
    </w:p>
    <w:p w:rsidR="008F13F5" w:rsidRPr="00863112" w:rsidRDefault="00E670FA" w:rsidP="005001E6">
      <w:pPr>
        <w:pStyle w:val="a8"/>
        <w:ind w:left="0" w:firstLine="709"/>
        <w:jc w:val="both"/>
        <w:rPr>
          <w:b/>
          <w:bCs/>
          <w:sz w:val="28"/>
          <w:szCs w:val="28"/>
        </w:rPr>
      </w:pPr>
      <w:r w:rsidRPr="00863112">
        <w:rPr>
          <w:sz w:val="28"/>
          <w:szCs w:val="28"/>
        </w:rPr>
        <w:t>50</w:t>
      </w:r>
      <w:r w:rsidR="008F13F5" w:rsidRPr="00863112">
        <w:rPr>
          <w:color w:val="C00000"/>
          <w:sz w:val="28"/>
          <w:szCs w:val="28"/>
        </w:rPr>
        <w:t>.</w:t>
      </w:r>
      <w:r w:rsidR="008F13F5" w:rsidRPr="00863112">
        <w:rPr>
          <w:sz w:val="28"/>
          <w:szCs w:val="28"/>
        </w:rPr>
        <w:t xml:space="preserve"> Наградить Почетной грамотой Ярославской областной Думы за</w:t>
      </w:r>
      <w:r w:rsidR="0046485C" w:rsidRPr="00863112">
        <w:rPr>
          <w:sz w:val="28"/>
          <w:szCs w:val="28"/>
        </w:rPr>
        <w:t xml:space="preserve"> многолетнюю плодотворную работу по обучению и воспитанию подраста</w:t>
      </w:r>
      <w:r w:rsidR="0046485C" w:rsidRPr="00863112">
        <w:rPr>
          <w:sz w:val="28"/>
          <w:szCs w:val="28"/>
        </w:rPr>
        <w:t>ю</w:t>
      </w:r>
      <w:r w:rsidR="0046485C" w:rsidRPr="00863112">
        <w:rPr>
          <w:sz w:val="28"/>
          <w:szCs w:val="28"/>
        </w:rPr>
        <w:t>щего поколения на территории Ярославской области</w:t>
      </w:r>
      <w:r w:rsidR="00732304" w:rsidRPr="00863112">
        <w:rPr>
          <w:sz w:val="28"/>
          <w:szCs w:val="28"/>
        </w:rPr>
        <w:t xml:space="preserve"> </w:t>
      </w:r>
      <w:r w:rsidR="00085E06" w:rsidRPr="00863112">
        <w:rPr>
          <w:sz w:val="28"/>
          <w:szCs w:val="28"/>
        </w:rPr>
        <w:t xml:space="preserve">Замятину </w:t>
      </w:r>
      <w:r w:rsidR="00732304" w:rsidRPr="00863112">
        <w:rPr>
          <w:color w:val="000000"/>
          <w:sz w:val="28"/>
          <w:szCs w:val="28"/>
        </w:rPr>
        <w:t xml:space="preserve">Зинаиду Александровну – заведующего </w:t>
      </w:r>
      <w:r w:rsidR="00085E06" w:rsidRPr="00863112">
        <w:rPr>
          <w:sz w:val="28"/>
          <w:szCs w:val="28"/>
        </w:rPr>
        <w:t>М</w:t>
      </w:r>
      <w:r w:rsidR="00732304" w:rsidRPr="00863112">
        <w:rPr>
          <w:sz w:val="28"/>
          <w:szCs w:val="28"/>
        </w:rPr>
        <w:t>у</w:t>
      </w:r>
      <w:r w:rsidR="00732304" w:rsidRPr="00863112">
        <w:rPr>
          <w:color w:val="000000"/>
          <w:sz w:val="28"/>
          <w:szCs w:val="28"/>
        </w:rPr>
        <w:t>ниципальн</w:t>
      </w:r>
      <w:r w:rsidR="00322D4D" w:rsidRPr="00863112">
        <w:rPr>
          <w:color w:val="000000"/>
          <w:sz w:val="28"/>
          <w:szCs w:val="28"/>
        </w:rPr>
        <w:t>ым</w:t>
      </w:r>
      <w:r w:rsidR="00732304" w:rsidRPr="00863112">
        <w:rPr>
          <w:color w:val="000000"/>
          <w:sz w:val="28"/>
          <w:szCs w:val="28"/>
        </w:rPr>
        <w:t xml:space="preserve"> дошкольн</w:t>
      </w:r>
      <w:r w:rsidR="00322D4D" w:rsidRPr="00863112">
        <w:rPr>
          <w:color w:val="000000"/>
          <w:sz w:val="28"/>
          <w:szCs w:val="28"/>
        </w:rPr>
        <w:t>ым</w:t>
      </w:r>
      <w:r w:rsidR="00732304" w:rsidRPr="00863112">
        <w:rPr>
          <w:color w:val="000000"/>
          <w:sz w:val="28"/>
          <w:szCs w:val="28"/>
        </w:rPr>
        <w:t xml:space="preserve"> образовател</w:t>
      </w:r>
      <w:r w:rsidR="00732304" w:rsidRPr="00863112">
        <w:rPr>
          <w:color w:val="000000"/>
          <w:sz w:val="28"/>
          <w:szCs w:val="28"/>
        </w:rPr>
        <w:t>ь</w:t>
      </w:r>
      <w:r w:rsidR="00732304" w:rsidRPr="00863112">
        <w:rPr>
          <w:color w:val="000000"/>
          <w:sz w:val="28"/>
          <w:szCs w:val="28"/>
        </w:rPr>
        <w:t>н</w:t>
      </w:r>
      <w:r w:rsidR="00322D4D" w:rsidRPr="00863112">
        <w:rPr>
          <w:color w:val="000000"/>
          <w:sz w:val="28"/>
          <w:szCs w:val="28"/>
        </w:rPr>
        <w:t>ым</w:t>
      </w:r>
      <w:r w:rsidR="00732304" w:rsidRPr="00863112">
        <w:rPr>
          <w:color w:val="000000"/>
          <w:sz w:val="28"/>
          <w:szCs w:val="28"/>
        </w:rPr>
        <w:t xml:space="preserve"> учреждени</w:t>
      </w:r>
      <w:r w:rsidR="00322D4D" w:rsidRPr="00863112">
        <w:rPr>
          <w:color w:val="000000"/>
          <w:sz w:val="28"/>
          <w:szCs w:val="28"/>
        </w:rPr>
        <w:t>ем</w:t>
      </w:r>
      <w:r w:rsidR="00732304" w:rsidRPr="00863112">
        <w:rPr>
          <w:color w:val="000000"/>
          <w:sz w:val="28"/>
          <w:szCs w:val="28"/>
        </w:rPr>
        <w:t xml:space="preserve"> «Детский сад №</w:t>
      </w:r>
      <w:r w:rsidR="00322D4D" w:rsidRPr="00863112">
        <w:rPr>
          <w:color w:val="000000"/>
          <w:sz w:val="28"/>
          <w:szCs w:val="28"/>
        </w:rPr>
        <w:t xml:space="preserve"> </w:t>
      </w:r>
      <w:r w:rsidR="00732304" w:rsidRPr="00863112">
        <w:rPr>
          <w:color w:val="000000"/>
          <w:sz w:val="28"/>
          <w:szCs w:val="28"/>
        </w:rPr>
        <w:t>22».</w:t>
      </w:r>
    </w:p>
    <w:p w:rsidR="0046485C" w:rsidRPr="00863112" w:rsidRDefault="00E670FA" w:rsidP="005001E6">
      <w:pPr>
        <w:pStyle w:val="consplusnormal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63112">
        <w:rPr>
          <w:sz w:val="28"/>
          <w:szCs w:val="28"/>
        </w:rPr>
        <w:t>51</w:t>
      </w:r>
      <w:r w:rsidR="008F13F5" w:rsidRPr="00863112">
        <w:rPr>
          <w:sz w:val="28"/>
          <w:szCs w:val="28"/>
        </w:rPr>
        <w:t>. Наградить Почетной грамотой Ярославской областной Думы за</w:t>
      </w:r>
      <w:r w:rsidR="0046485C" w:rsidRPr="00863112">
        <w:rPr>
          <w:sz w:val="28"/>
          <w:szCs w:val="28"/>
        </w:rPr>
        <w:t xml:space="preserve"> </w:t>
      </w:r>
      <w:r w:rsidR="00732304" w:rsidRPr="00863112">
        <w:rPr>
          <w:sz w:val="28"/>
          <w:szCs w:val="28"/>
        </w:rPr>
        <w:t>особые достижения в обеспечении социаль</w:t>
      </w:r>
      <w:r w:rsidR="00C2288C" w:rsidRPr="00863112">
        <w:rPr>
          <w:sz w:val="28"/>
          <w:szCs w:val="28"/>
        </w:rPr>
        <w:t xml:space="preserve">ного, </w:t>
      </w:r>
      <w:r w:rsidR="00732304" w:rsidRPr="00863112">
        <w:rPr>
          <w:sz w:val="28"/>
          <w:szCs w:val="28"/>
        </w:rPr>
        <w:t>экономического развития Ярославской области и в связи с 90-летием со Дня образования Некрасовск</w:t>
      </w:r>
      <w:r w:rsidR="00732304" w:rsidRPr="00863112">
        <w:rPr>
          <w:sz w:val="28"/>
          <w:szCs w:val="28"/>
        </w:rPr>
        <w:t>о</w:t>
      </w:r>
      <w:r w:rsidR="00732304" w:rsidRPr="00863112">
        <w:rPr>
          <w:sz w:val="28"/>
          <w:szCs w:val="28"/>
        </w:rPr>
        <w:t>го района Корнева Евгения Николаевича – начальника механосборочного ц</w:t>
      </w:r>
      <w:r w:rsidR="00732304" w:rsidRPr="00863112">
        <w:rPr>
          <w:sz w:val="28"/>
          <w:szCs w:val="28"/>
        </w:rPr>
        <w:t>е</w:t>
      </w:r>
      <w:r w:rsidR="00732304" w:rsidRPr="00863112">
        <w:rPr>
          <w:sz w:val="28"/>
          <w:szCs w:val="28"/>
        </w:rPr>
        <w:t>ха Акционерного общества «Некрасовский машиностроительный завод».</w:t>
      </w:r>
    </w:p>
    <w:p w:rsidR="008F13F5" w:rsidRPr="00863112" w:rsidRDefault="00732304" w:rsidP="005001E6">
      <w:pPr>
        <w:pStyle w:val="a8"/>
        <w:ind w:left="0" w:firstLine="709"/>
        <w:jc w:val="both"/>
        <w:rPr>
          <w:sz w:val="28"/>
          <w:szCs w:val="28"/>
        </w:rPr>
      </w:pPr>
      <w:r w:rsidRPr="00863112">
        <w:rPr>
          <w:sz w:val="28"/>
          <w:szCs w:val="28"/>
        </w:rPr>
        <w:t>52. Наградить Почетной грамотой Ярославской областной Думы за</w:t>
      </w:r>
      <w:r w:rsidRPr="00863112">
        <w:rPr>
          <w:color w:val="000000"/>
          <w:sz w:val="28"/>
          <w:szCs w:val="28"/>
        </w:rPr>
        <w:t xml:space="preserve"> </w:t>
      </w:r>
      <w:r w:rsidRPr="00863112">
        <w:rPr>
          <w:sz w:val="28"/>
          <w:szCs w:val="28"/>
        </w:rPr>
        <w:t>особые достижения в обеспечении социально</w:t>
      </w:r>
      <w:r w:rsidR="00C2288C" w:rsidRPr="00863112">
        <w:rPr>
          <w:sz w:val="28"/>
          <w:szCs w:val="28"/>
        </w:rPr>
        <w:t xml:space="preserve">го, </w:t>
      </w:r>
      <w:r w:rsidRPr="00863112">
        <w:rPr>
          <w:sz w:val="28"/>
          <w:szCs w:val="28"/>
        </w:rPr>
        <w:t>экономического развития Ярославской области и в связи с 90-летием со Дня образования Некрасовск</w:t>
      </w:r>
      <w:r w:rsidRPr="00863112">
        <w:rPr>
          <w:sz w:val="28"/>
          <w:szCs w:val="28"/>
        </w:rPr>
        <w:t>о</w:t>
      </w:r>
      <w:r w:rsidRPr="00863112">
        <w:rPr>
          <w:sz w:val="28"/>
          <w:szCs w:val="28"/>
        </w:rPr>
        <w:t>го района Виноградова Алексея Валентиновича – индивидуального предпр</w:t>
      </w:r>
      <w:r w:rsidRPr="00863112">
        <w:rPr>
          <w:sz w:val="28"/>
          <w:szCs w:val="28"/>
        </w:rPr>
        <w:t>и</w:t>
      </w:r>
      <w:r w:rsidRPr="00863112">
        <w:rPr>
          <w:sz w:val="28"/>
          <w:szCs w:val="28"/>
        </w:rPr>
        <w:t>нимателя ИП «Виноградов».</w:t>
      </w:r>
    </w:p>
    <w:p w:rsidR="00567247" w:rsidRPr="00863112" w:rsidRDefault="00732304" w:rsidP="005001E6">
      <w:pPr>
        <w:pStyle w:val="a8"/>
        <w:ind w:left="0" w:firstLine="709"/>
        <w:jc w:val="both"/>
        <w:rPr>
          <w:sz w:val="28"/>
          <w:szCs w:val="28"/>
        </w:rPr>
      </w:pPr>
      <w:r w:rsidRPr="00863112">
        <w:rPr>
          <w:sz w:val="28"/>
          <w:szCs w:val="28"/>
        </w:rPr>
        <w:t>53. Наградить Почетной грамотой Ярославской областной Думы за многолетний добросовестный труд в органах местного самоуправления м</w:t>
      </w:r>
      <w:r w:rsidRPr="00863112">
        <w:rPr>
          <w:sz w:val="28"/>
          <w:szCs w:val="28"/>
        </w:rPr>
        <w:t>у</w:t>
      </w:r>
      <w:r w:rsidRPr="00863112">
        <w:rPr>
          <w:sz w:val="28"/>
          <w:szCs w:val="28"/>
        </w:rPr>
        <w:t xml:space="preserve">ниципальных образований Ярославской области Казанскую Надежду </w:t>
      </w:r>
      <w:r w:rsidR="005001E6" w:rsidRPr="00863112">
        <w:rPr>
          <w:sz w:val="28"/>
          <w:szCs w:val="28"/>
        </w:rPr>
        <w:br/>
      </w:r>
      <w:proofErr w:type="spellStart"/>
      <w:r w:rsidRPr="00863112">
        <w:rPr>
          <w:sz w:val="28"/>
          <w:szCs w:val="28"/>
        </w:rPr>
        <w:t>Амподистовну</w:t>
      </w:r>
      <w:proofErr w:type="spellEnd"/>
      <w:r w:rsidRPr="00863112">
        <w:rPr>
          <w:sz w:val="28"/>
          <w:szCs w:val="28"/>
        </w:rPr>
        <w:t xml:space="preserve"> – специалиста по вопросам местного значения муниципальн</w:t>
      </w:r>
      <w:r w:rsidRPr="00863112">
        <w:rPr>
          <w:sz w:val="28"/>
          <w:szCs w:val="28"/>
        </w:rPr>
        <w:t>о</w:t>
      </w:r>
      <w:r w:rsidRPr="00863112">
        <w:rPr>
          <w:sz w:val="28"/>
          <w:szCs w:val="28"/>
        </w:rPr>
        <w:t>го каз</w:t>
      </w:r>
      <w:r w:rsidR="00322D4D" w:rsidRPr="00863112">
        <w:rPr>
          <w:sz w:val="28"/>
          <w:szCs w:val="28"/>
        </w:rPr>
        <w:t>е</w:t>
      </w:r>
      <w:r w:rsidRPr="00863112">
        <w:rPr>
          <w:sz w:val="28"/>
          <w:szCs w:val="28"/>
        </w:rPr>
        <w:t>нного учреждения «Центр развития территории сельского поселения Некрасовское» администрации сельского поселения Некрасовское.</w:t>
      </w:r>
    </w:p>
    <w:p w:rsidR="00863112" w:rsidRDefault="00863112" w:rsidP="005001E6">
      <w:pPr>
        <w:pStyle w:val="a8"/>
        <w:ind w:left="0" w:firstLine="709"/>
        <w:jc w:val="both"/>
        <w:rPr>
          <w:sz w:val="28"/>
          <w:szCs w:val="28"/>
        </w:rPr>
      </w:pPr>
    </w:p>
    <w:p w:rsidR="00732304" w:rsidRPr="00863112" w:rsidRDefault="00732304" w:rsidP="005001E6">
      <w:pPr>
        <w:pStyle w:val="a8"/>
        <w:ind w:left="0" w:firstLine="709"/>
        <w:jc w:val="both"/>
        <w:rPr>
          <w:sz w:val="28"/>
          <w:szCs w:val="28"/>
        </w:rPr>
      </w:pPr>
      <w:r w:rsidRPr="00863112">
        <w:rPr>
          <w:sz w:val="28"/>
          <w:szCs w:val="28"/>
        </w:rPr>
        <w:lastRenderedPageBreak/>
        <w:t>54. Наградить Почетной грамотой Ярославской областной Думы</w:t>
      </w:r>
      <w:r w:rsidR="0037264C" w:rsidRPr="00863112">
        <w:rPr>
          <w:sz w:val="28"/>
          <w:szCs w:val="28"/>
        </w:rPr>
        <w:t xml:space="preserve"> за вклад в развитие системы здравоохранения Ярославской области </w:t>
      </w:r>
      <w:proofErr w:type="spellStart"/>
      <w:r w:rsidR="0037264C" w:rsidRPr="00863112">
        <w:rPr>
          <w:sz w:val="28"/>
          <w:szCs w:val="28"/>
        </w:rPr>
        <w:t>Барбакадзе</w:t>
      </w:r>
      <w:proofErr w:type="spellEnd"/>
      <w:r w:rsidR="0037264C" w:rsidRPr="00863112">
        <w:rPr>
          <w:sz w:val="28"/>
          <w:szCs w:val="28"/>
        </w:rPr>
        <w:t xml:space="preserve"> Лейлу Александровну – генерального директора – главного врача Акционе</w:t>
      </w:r>
      <w:r w:rsidR="0037264C" w:rsidRPr="00863112">
        <w:rPr>
          <w:sz w:val="28"/>
          <w:szCs w:val="28"/>
        </w:rPr>
        <w:t>р</w:t>
      </w:r>
      <w:r w:rsidR="0037264C" w:rsidRPr="00863112">
        <w:rPr>
          <w:sz w:val="28"/>
          <w:szCs w:val="28"/>
        </w:rPr>
        <w:t>ного общества «Больница восстановительного лечения «Большие соли».</w:t>
      </w:r>
    </w:p>
    <w:p w:rsidR="00732304" w:rsidRPr="00863112" w:rsidRDefault="00732304" w:rsidP="005001E6">
      <w:pPr>
        <w:pStyle w:val="a8"/>
        <w:ind w:left="0" w:firstLine="709"/>
        <w:jc w:val="both"/>
        <w:rPr>
          <w:sz w:val="28"/>
          <w:szCs w:val="28"/>
        </w:rPr>
      </w:pPr>
      <w:r w:rsidRPr="00863112">
        <w:rPr>
          <w:sz w:val="28"/>
          <w:szCs w:val="28"/>
        </w:rPr>
        <w:t>55. Наградить Почетной грамотой Ярославской областной Думы</w:t>
      </w:r>
      <w:r w:rsidR="0037264C" w:rsidRPr="00863112">
        <w:rPr>
          <w:sz w:val="28"/>
          <w:szCs w:val="28"/>
        </w:rPr>
        <w:t xml:space="preserve"> за вклад в развитие системы здравоохранения Ярославской области Муравьеву Наталью Владимировну – медицинскую сестру палатную (постовую) гос</w:t>
      </w:r>
      <w:r w:rsidR="0037264C" w:rsidRPr="00863112">
        <w:rPr>
          <w:sz w:val="28"/>
          <w:szCs w:val="28"/>
        </w:rPr>
        <w:t>у</w:t>
      </w:r>
      <w:r w:rsidR="0037264C" w:rsidRPr="00863112">
        <w:rPr>
          <w:sz w:val="28"/>
          <w:szCs w:val="28"/>
        </w:rPr>
        <w:t>дарственного учреждения здравоохранения Ярославской области «</w:t>
      </w:r>
      <w:proofErr w:type="spellStart"/>
      <w:r w:rsidR="0037264C" w:rsidRPr="00863112">
        <w:rPr>
          <w:sz w:val="28"/>
          <w:szCs w:val="28"/>
        </w:rPr>
        <w:t>Бурмаки</w:t>
      </w:r>
      <w:r w:rsidR="0037264C" w:rsidRPr="00863112">
        <w:rPr>
          <w:sz w:val="28"/>
          <w:szCs w:val="28"/>
        </w:rPr>
        <w:t>н</w:t>
      </w:r>
      <w:r w:rsidR="0037264C" w:rsidRPr="00863112">
        <w:rPr>
          <w:sz w:val="28"/>
          <w:szCs w:val="28"/>
        </w:rPr>
        <w:t>ская</w:t>
      </w:r>
      <w:proofErr w:type="spellEnd"/>
      <w:r w:rsidR="0037264C" w:rsidRPr="00863112">
        <w:rPr>
          <w:sz w:val="28"/>
          <w:szCs w:val="28"/>
        </w:rPr>
        <w:t xml:space="preserve"> районная больница №</w:t>
      </w:r>
      <w:r w:rsidR="00322D4D" w:rsidRPr="00863112">
        <w:rPr>
          <w:sz w:val="28"/>
          <w:szCs w:val="28"/>
        </w:rPr>
        <w:t xml:space="preserve"> 1</w:t>
      </w:r>
      <w:r w:rsidR="00261B03" w:rsidRPr="00863112">
        <w:rPr>
          <w:sz w:val="28"/>
          <w:szCs w:val="28"/>
        </w:rPr>
        <w:t>»</w:t>
      </w:r>
      <w:r w:rsidR="0037264C" w:rsidRPr="00863112">
        <w:rPr>
          <w:sz w:val="28"/>
          <w:szCs w:val="28"/>
        </w:rPr>
        <w:t>.</w:t>
      </w:r>
    </w:p>
    <w:p w:rsidR="00732304" w:rsidRPr="00863112" w:rsidRDefault="00732304" w:rsidP="005001E6">
      <w:pPr>
        <w:pStyle w:val="a8"/>
        <w:ind w:left="0" w:firstLine="709"/>
        <w:jc w:val="both"/>
        <w:rPr>
          <w:spacing w:val="-2"/>
          <w:sz w:val="28"/>
          <w:szCs w:val="28"/>
        </w:rPr>
      </w:pPr>
      <w:r w:rsidRPr="00863112">
        <w:rPr>
          <w:sz w:val="28"/>
          <w:szCs w:val="28"/>
        </w:rPr>
        <w:t xml:space="preserve">56. </w:t>
      </w:r>
      <w:r w:rsidRPr="00863112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37264C" w:rsidRPr="00863112">
        <w:rPr>
          <w:spacing w:val="-2"/>
          <w:sz w:val="28"/>
          <w:szCs w:val="28"/>
        </w:rPr>
        <w:t xml:space="preserve"> за мн</w:t>
      </w:r>
      <w:r w:rsidR="0037264C" w:rsidRPr="00863112">
        <w:rPr>
          <w:spacing w:val="-2"/>
          <w:sz w:val="28"/>
          <w:szCs w:val="28"/>
        </w:rPr>
        <w:t>о</w:t>
      </w:r>
      <w:r w:rsidR="0037264C" w:rsidRPr="00863112">
        <w:rPr>
          <w:spacing w:val="-2"/>
          <w:sz w:val="28"/>
          <w:szCs w:val="28"/>
        </w:rPr>
        <w:t>голетнюю плодотворную работу по обучению и воспитанию подрастающего поколения, подготовке квалифицированных кадров на территории Яросла</w:t>
      </w:r>
      <w:r w:rsidR="0037264C" w:rsidRPr="00863112">
        <w:rPr>
          <w:spacing w:val="-2"/>
          <w:sz w:val="28"/>
          <w:szCs w:val="28"/>
        </w:rPr>
        <w:t>в</w:t>
      </w:r>
      <w:r w:rsidR="0037264C" w:rsidRPr="00863112">
        <w:rPr>
          <w:spacing w:val="-2"/>
          <w:sz w:val="28"/>
          <w:szCs w:val="28"/>
        </w:rPr>
        <w:t xml:space="preserve">ской области </w:t>
      </w:r>
      <w:proofErr w:type="spellStart"/>
      <w:r w:rsidR="0037264C" w:rsidRPr="00863112">
        <w:rPr>
          <w:spacing w:val="-2"/>
          <w:sz w:val="28"/>
          <w:szCs w:val="28"/>
        </w:rPr>
        <w:t>Гридюшко</w:t>
      </w:r>
      <w:proofErr w:type="spellEnd"/>
      <w:r w:rsidR="0037264C" w:rsidRPr="00863112">
        <w:rPr>
          <w:spacing w:val="-2"/>
          <w:sz w:val="28"/>
          <w:szCs w:val="28"/>
        </w:rPr>
        <w:t xml:space="preserve"> Светлану Ивановну – учителя начальных классов м</w:t>
      </w:r>
      <w:r w:rsidR="0037264C" w:rsidRPr="00863112">
        <w:rPr>
          <w:spacing w:val="-2"/>
          <w:sz w:val="28"/>
          <w:szCs w:val="28"/>
        </w:rPr>
        <w:t>у</w:t>
      </w:r>
      <w:r w:rsidR="0037264C" w:rsidRPr="00863112">
        <w:rPr>
          <w:spacing w:val="-2"/>
          <w:sz w:val="28"/>
          <w:szCs w:val="28"/>
        </w:rPr>
        <w:t xml:space="preserve">ниципального бюджетного образовательного учреждения </w:t>
      </w:r>
      <w:proofErr w:type="spellStart"/>
      <w:r w:rsidR="0037264C" w:rsidRPr="00863112">
        <w:rPr>
          <w:spacing w:val="-2"/>
          <w:sz w:val="28"/>
          <w:szCs w:val="28"/>
        </w:rPr>
        <w:t>Бурмакинск</w:t>
      </w:r>
      <w:r w:rsidR="009E66F6" w:rsidRPr="00863112">
        <w:rPr>
          <w:spacing w:val="-2"/>
          <w:sz w:val="28"/>
          <w:szCs w:val="28"/>
        </w:rPr>
        <w:t>ой</w:t>
      </w:r>
      <w:proofErr w:type="spellEnd"/>
      <w:r w:rsidR="0037264C" w:rsidRPr="00863112">
        <w:rPr>
          <w:spacing w:val="-2"/>
          <w:sz w:val="28"/>
          <w:szCs w:val="28"/>
        </w:rPr>
        <w:t xml:space="preserve"> сре</w:t>
      </w:r>
      <w:r w:rsidR="0037264C" w:rsidRPr="00863112">
        <w:rPr>
          <w:spacing w:val="-2"/>
          <w:sz w:val="28"/>
          <w:szCs w:val="28"/>
        </w:rPr>
        <w:t>д</w:t>
      </w:r>
      <w:r w:rsidR="0037264C" w:rsidRPr="00863112">
        <w:rPr>
          <w:spacing w:val="-2"/>
          <w:sz w:val="28"/>
          <w:szCs w:val="28"/>
        </w:rPr>
        <w:t>н</w:t>
      </w:r>
      <w:r w:rsidR="009E66F6" w:rsidRPr="00863112">
        <w:rPr>
          <w:spacing w:val="-2"/>
          <w:sz w:val="28"/>
          <w:szCs w:val="28"/>
        </w:rPr>
        <w:t>ей</w:t>
      </w:r>
      <w:r w:rsidR="0037264C" w:rsidRPr="00863112">
        <w:rPr>
          <w:spacing w:val="-2"/>
          <w:sz w:val="28"/>
          <w:szCs w:val="28"/>
        </w:rPr>
        <w:t xml:space="preserve"> общеобразовательн</w:t>
      </w:r>
      <w:r w:rsidR="009E66F6" w:rsidRPr="00863112">
        <w:rPr>
          <w:spacing w:val="-2"/>
          <w:sz w:val="28"/>
          <w:szCs w:val="28"/>
        </w:rPr>
        <w:t>ой</w:t>
      </w:r>
      <w:r w:rsidR="0037264C" w:rsidRPr="00863112">
        <w:rPr>
          <w:spacing w:val="-2"/>
          <w:sz w:val="28"/>
          <w:szCs w:val="28"/>
        </w:rPr>
        <w:t xml:space="preserve"> школ</w:t>
      </w:r>
      <w:r w:rsidR="009E66F6" w:rsidRPr="00863112">
        <w:rPr>
          <w:spacing w:val="-2"/>
          <w:sz w:val="28"/>
          <w:szCs w:val="28"/>
        </w:rPr>
        <w:t>ы</w:t>
      </w:r>
      <w:r w:rsidR="00C67637" w:rsidRPr="00863112">
        <w:rPr>
          <w:spacing w:val="-2"/>
          <w:sz w:val="28"/>
          <w:szCs w:val="28"/>
        </w:rPr>
        <w:t xml:space="preserve"> Некрасовского муниципального района.</w:t>
      </w:r>
    </w:p>
    <w:p w:rsidR="00732304" w:rsidRPr="00863112" w:rsidRDefault="00732304" w:rsidP="005001E6">
      <w:pPr>
        <w:pStyle w:val="a8"/>
        <w:ind w:left="0" w:firstLine="709"/>
        <w:jc w:val="both"/>
        <w:rPr>
          <w:spacing w:val="-2"/>
          <w:sz w:val="28"/>
          <w:szCs w:val="28"/>
        </w:rPr>
      </w:pPr>
      <w:r w:rsidRPr="00863112">
        <w:rPr>
          <w:spacing w:val="-2"/>
          <w:sz w:val="28"/>
          <w:szCs w:val="28"/>
        </w:rPr>
        <w:t>57. Наградить Почетной грамотой Ярославской областной Думы</w:t>
      </w:r>
      <w:r w:rsidR="0037264C" w:rsidRPr="00863112">
        <w:rPr>
          <w:spacing w:val="-2"/>
          <w:sz w:val="28"/>
          <w:szCs w:val="28"/>
        </w:rPr>
        <w:t xml:space="preserve"> за мн</w:t>
      </w:r>
      <w:r w:rsidR="0037264C" w:rsidRPr="00863112">
        <w:rPr>
          <w:spacing w:val="-2"/>
          <w:sz w:val="28"/>
          <w:szCs w:val="28"/>
        </w:rPr>
        <w:t>о</w:t>
      </w:r>
      <w:r w:rsidR="0037264C" w:rsidRPr="00863112">
        <w:rPr>
          <w:spacing w:val="-2"/>
          <w:sz w:val="28"/>
          <w:szCs w:val="28"/>
        </w:rPr>
        <w:t>голетнюю плодотворную работу по обучению и воспитанию подрастающего поколения, подготовке квалифицированных кадров на территории Яросла</w:t>
      </w:r>
      <w:r w:rsidR="0037264C" w:rsidRPr="00863112">
        <w:rPr>
          <w:spacing w:val="-2"/>
          <w:sz w:val="28"/>
          <w:szCs w:val="28"/>
        </w:rPr>
        <w:t>в</w:t>
      </w:r>
      <w:r w:rsidR="0037264C" w:rsidRPr="00863112">
        <w:rPr>
          <w:spacing w:val="-2"/>
          <w:sz w:val="28"/>
          <w:szCs w:val="28"/>
        </w:rPr>
        <w:t xml:space="preserve">ской области </w:t>
      </w:r>
      <w:proofErr w:type="spellStart"/>
      <w:r w:rsidR="0037264C" w:rsidRPr="00863112">
        <w:rPr>
          <w:spacing w:val="-2"/>
          <w:sz w:val="28"/>
          <w:szCs w:val="28"/>
        </w:rPr>
        <w:t>Калинникову</w:t>
      </w:r>
      <w:proofErr w:type="spellEnd"/>
      <w:r w:rsidR="0037264C" w:rsidRPr="00863112">
        <w:rPr>
          <w:spacing w:val="-2"/>
          <w:sz w:val="28"/>
          <w:szCs w:val="28"/>
        </w:rPr>
        <w:t xml:space="preserve"> Татьяну Игоревну – тренера-преподавателя мун</w:t>
      </w:r>
      <w:r w:rsidR="0037264C" w:rsidRPr="00863112">
        <w:rPr>
          <w:spacing w:val="-2"/>
          <w:sz w:val="28"/>
          <w:szCs w:val="28"/>
        </w:rPr>
        <w:t>и</w:t>
      </w:r>
      <w:r w:rsidR="0037264C" w:rsidRPr="00863112">
        <w:rPr>
          <w:spacing w:val="-2"/>
          <w:sz w:val="28"/>
          <w:szCs w:val="28"/>
        </w:rPr>
        <w:t>ципального учреждения дополнительного образования Некрасовск</w:t>
      </w:r>
      <w:r w:rsidR="009E66F6" w:rsidRPr="00863112">
        <w:rPr>
          <w:spacing w:val="-2"/>
          <w:sz w:val="28"/>
          <w:szCs w:val="28"/>
        </w:rPr>
        <w:t>ой</w:t>
      </w:r>
      <w:r w:rsidR="0037264C" w:rsidRPr="00863112">
        <w:rPr>
          <w:spacing w:val="-2"/>
          <w:sz w:val="28"/>
          <w:szCs w:val="28"/>
        </w:rPr>
        <w:t xml:space="preserve"> детско-юношеск</w:t>
      </w:r>
      <w:r w:rsidR="009E66F6" w:rsidRPr="00863112">
        <w:rPr>
          <w:spacing w:val="-2"/>
          <w:sz w:val="28"/>
          <w:szCs w:val="28"/>
        </w:rPr>
        <w:t>ой</w:t>
      </w:r>
      <w:r w:rsidR="0037264C" w:rsidRPr="00863112">
        <w:rPr>
          <w:spacing w:val="-2"/>
          <w:sz w:val="28"/>
          <w:szCs w:val="28"/>
        </w:rPr>
        <w:t xml:space="preserve"> спортивн</w:t>
      </w:r>
      <w:r w:rsidR="009E66F6" w:rsidRPr="00863112">
        <w:rPr>
          <w:spacing w:val="-2"/>
          <w:sz w:val="28"/>
          <w:szCs w:val="28"/>
        </w:rPr>
        <w:t>ой</w:t>
      </w:r>
      <w:r w:rsidR="0037264C" w:rsidRPr="00863112">
        <w:rPr>
          <w:spacing w:val="-2"/>
          <w:sz w:val="28"/>
          <w:szCs w:val="28"/>
        </w:rPr>
        <w:t xml:space="preserve"> школ</w:t>
      </w:r>
      <w:r w:rsidR="009E66F6" w:rsidRPr="00863112">
        <w:rPr>
          <w:spacing w:val="-2"/>
          <w:sz w:val="28"/>
          <w:szCs w:val="28"/>
        </w:rPr>
        <w:t>ы</w:t>
      </w:r>
      <w:r w:rsidR="0037264C" w:rsidRPr="00863112">
        <w:rPr>
          <w:spacing w:val="-2"/>
          <w:sz w:val="28"/>
          <w:szCs w:val="28"/>
        </w:rPr>
        <w:t xml:space="preserve"> Некрасовского муниципального района</w:t>
      </w:r>
      <w:r w:rsidR="008B1E02" w:rsidRPr="00863112">
        <w:rPr>
          <w:spacing w:val="-2"/>
          <w:sz w:val="28"/>
          <w:szCs w:val="28"/>
        </w:rPr>
        <w:t>.</w:t>
      </w:r>
    </w:p>
    <w:p w:rsidR="008B1E02" w:rsidRPr="00863112" w:rsidRDefault="00732304" w:rsidP="00863112">
      <w:pPr>
        <w:ind w:firstLine="709"/>
        <w:jc w:val="both"/>
        <w:rPr>
          <w:sz w:val="28"/>
          <w:szCs w:val="28"/>
        </w:rPr>
      </w:pPr>
      <w:r w:rsidRPr="00863112">
        <w:rPr>
          <w:sz w:val="28"/>
          <w:szCs w:val="28"/>
        </w:rPr>
        <w:t>58. Наградить Почетной грамотой Ярославской областной Думы</w:t>
      </w:r>
      <w:r w:rsidR="0037264C" w:rsidRPr="00863112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37264C" w:rsidRPr="00863112">
        <w:rPr>
          <w:sz w:val="28"/>
          <w:szCs w:val="28"/>
        </w:rPr>
        <w:t>ю</w:t>
      </w:r>
      <w:r w:rsidR="0037264C" w:rsidRPr="00863112">
        <w:rPr>
          <w:sz w:val="28"/>
          <w:szCs w:val="28"/>
        </w:rPr>
        <w:t>щего поколения, подготовке квалифицированных кадров на территории Яр</w:t>
      </w:r>
      <w:r w:rsidR="0037264C" w:rsidRPr="00863112">
        <w:rPr>
          <w:sz w:val="28"/>
          <w:szCs w:val="28"/>
        </w:rPr>
        <w:t>о</w:t>
      </w:r>
      <w:r w:rsidR="0037264C" w:rsidRPr="00863112">
        <w:rPr>
          <w:sz w:val="28"/>
          <w:szCs w:val="28"/>
        </w:rPr>
        <w:t>славской области</w:t>
      </w:r>
      <w:r w:rsidR="008B1E02" w:rsidRPr="00863112">
        <w:rPr>
          <w:sz w:val="28"/>
          <w:szCs w:val="28"/>
        </w:rPr>
        <w:t xml:space="preserve"> </w:t>
      </w:r>
      <w:proofErr w:type="spellStart"/>
      <w:r w:rsidR="008B1E02" w:rsidRPr="00863112">
        <w:rPr>
          <w:sz w:val="28"/>
          <w:szCs w:val="28"/>
        </w:rPr>
        <w:t>Коровашкову</w:t>
      </w:r>
      <w:proofErr w:type="spellEnd"/>
      <w:r w:rsidR="008B1E02" w:rsidRPr="00863112">
        <w:rPr>
          <w:sz w:val="28"/>
          <w:szCs w:val="28"/>
        </w:rPr>
        <w:t xml:space="preserve"> Ирину Владимировну – заведующ</w:t>
      </w:r>
      <w:r w:rsidR="00D023B9" w:rsidRPr="00863112">
        <w:rPr>
          <w:sz w:val="28"/>
          <w:szCs w:val="28"/>
        </w:rPr>
        <w:t>его</w:t>
      </w:r>
      <w:r w:rsidR="008B1E02" w:rsidRPr="00863112">
        <w:rPr>
          <w:sz w:val="28"/>
          <w:szCs w:val="28"/>
        </w:rPr>
        <w:t xml:space="preserve"> хозя</w:t>
      </w:r>
      <w:r w:rsidR="008B1E02" w:rsidRPr="00863112">
        <w:rPr>
          <w:sz w:val="28"/>
          <w:szCs w:val="28"/>
        </w:rPr>
        <w:t>й</w:t>
      </w:r>
      <w:r w:rsidR="008B1E02" w:rsidRPr="00863112">
        <w:rPr>
          <w:sz w:val="28"/>
          <w:szCs w:val="28"/>
        </w:rPr>
        <w:t>ством муниципального бюджетного дошкольного образовательного учр</w:t>
      </w:r>
      <w:r w:rsidR="008B1E02" w:rsidRPr="00863112">
        <w:rPr>
          <w:sz w:val="28"/>
          <w:szCs w:val="28"/>
        </w:rPr>
        <w:t>е</w:t>
      </w:r>
      <w:r w:rsidR="008B1E02" w:rsidRPr="00863112">
        <w:rPr>
          <w:sz w:val="28"/>
          <w:szCs w:val="28"/>
        </w:rPr>
        <w:t xml:space="preserve">ждения </w:t>
      </w:r>
      <w:r w:rsidR="00D479AC" w:rsidRPr="00863112">
        <w:rPr>
          <w:sz w:val="28"/>
          <w:szCs w:val="28"/>
        </w:rPr>
        <w:t>детского</w:t>
      </w:r>
      <w:r w:rsidR="008B1E02" w:rsidRPr="00863112">
        <w:rPr>
          <w:sz w:val="28"/>
          <w:szCs w:val="28"/>
        </w:rPr>
        <w:t xml:space="preserve"> сад</w:t>
      </w:r>
      <w:r w:rsidR="00D479AC" w:rsidRPr="00863112">
        <w:rPr>
          <w:sz w:val="28"/>
          <w:szCs w:val="28"/>
        </w:rPr>
        <w:t>а</w:t>
      </w:r>
      <w:r w:rsidR="008B1E02" w:rsidRPr="00863112">
        <w:rPr>
          <w:sz w:val="28"/>
          <w:szCs w:val="28"/>
        </w:rPr>
        <w:t xml:space="preserve"> общеразвивающего вида №</w:t>
      </w:r>
      <w:r w:rsidR="00D023B9" w:rsidRPr="00863112">
        <w:rPr>
          <w:sz w:val="28"/>
          <w:szCs w:val="28"/>
        </w:rPr>
        <w:t xml:space="preserve"> </w:t>
      </w:r>
      <w:r w:rsidR="008B1E02" w:rsidRPr="00863112">
        <w:rPr>
          <w:sz w:val="28"/>
          <w:szCs w:val="28"/>
        </w:rPr>
        <w:t>12 «Родничок» Некрасо</w:t>
      </w:r>
      <w:r w:rsidR="008B1E02" w:rsidRPr="00863112">
        <w:rPr>
          <w:sz w:val="28"/>
          <w:szCs w:val="28"/>
        </w:rPr>
        <w:t>в</w:t>
      </w:r>
      <w:r w:rsidR="008B1E02" w:rsidRPr="00863112">
        <w:rPr>
          <w:sz w:val="28"/>
          <w:szCs w:val="28"/>
        </w:rPr>
        <w:t>ского муниципального района.</w:t>
      </w:r>
    </w:p>
    <w:p w:rsidR="0037264C" w:rsidRPr="00863112" w:rsidRDefault="0037264C" w:rsidP="00863112">
      <w:pPr>
        <w:pStyle w:val="a8"/>
        <w:ind w:left="0" w:firstLine="709"/>
        <w:jc w:val="both"/>
        <w:rPr>
          <w:sz w:val="28"/>
          <w:szCs w:val="28"/>
        </w:rPr>
      </w:pPr>
      <w:r w:rsidRPr="00863112">
        <w:rPr>
          <w:sz w:val="28"/>
          <w:szCs w:val="28"/>
        </w:rPr>
        <w:t>59. Наградить Почетной грамотой Ярославской областной Думы</w:t>
      </w:r>
      <w:r w:rsidR="008B1E02" w:rsidRPr="00863112">
        <w:rPr>
          <w:sz w:val="28"/>
          <w:szCs w:val="28"/>
        </w:rPr>
        <w:t xml:space="preserve"> </w:t>
      </w:r>
      <w:r w:rsidR="005149F6" w:rsidRPr="00863112">
        <w:rPr>
          <w:sz w:val="28"/>
          <w:szCs w:val="28"/>
        </w:rPr>
        <w:t>за особые достижения в реализации областных целевых программ, а также в обеспечении социального и экономического развития Ярославской области Троицкую Екатерину Николаевну – заместителя Председателя Правительства Ярославской области – директора департамента экономики и стратегического планиров</w:t>
      </w:r>
      <w:r w:rsidR="00F64DAB" w:rsidRPr="00863112">
        <w:rPr>
          <w:sz w:val="28"/>
          <w:szCs w:val="28"/>
        </w:rPr>
        <w:t>а</w:t>
      </w:r>
      <w:r w:rsidR="005149F6" w:rsidRPr="00863112">
        <w:rPr>
          <w:sz w:val="28"/>
          <w:szCs w:val="28"/>
        </w:rPr>
        <w:t>ния Ярославской области.</w:t>
      </w:r>
    </w:p>
    <w:p w:rsidR="004D7DAE" w:rsidRPr="00863112" w:rsidRDefault="0037264C" w:rsidP="0086311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63112">
        <w:rPr>
          <w:sz w:val="28"/>
          <w:szCs w:val="28"/>
        </w:rPr>
        <w:t>60. Наградить Почетной грамотой Ярославской областной Думы</w:t>
      </w:r>
      <w:r w:rsidR="004D7DAE" w:rsidRPr="00863112">
        <w:rPr>
          <w:sz w:val="28"/>
          <w:szCs w:val="28"/>
        </w:rPr>
        <w:t xml:space="preserve"> за многолетний добросовестный труд в органах местного самоуправления м</w:t>
      </w:r>
      <w:r w:rsidR="004D7DAE" w:rsidRPr="00863112">
        <w:rPr>
          <w:sz w:val="28"/>
          <w:szCs w:val="28"/>
        </w:rPr>
        <w:t>у</w:t>
      </w:r>
      <w:r w:rsidR="004D7DAE" w:rsidRPr="00863112">
        <w:rPr>
          <w:sz w:val="28"/>
          <w:szCs w:val="28"/>
        </w:rPr>
        <w:t xml:space="preserve">ниципальных образований Ярославской области </w:t>
      </w:r>
      <w:proofErr w:type="spellStart"/>
      <w:r w:rsidR="004D7DAE" w:rsidRPr="00863112">
        <w:rPr>
          <w:sz w:val="28"/>
          <w:szCs w:val="28"/>
        </w:rPr>
        <w:t>Тарасцову</w:t>
      </w:r>
      <w:proofErr w:type="spellEnd"/>
      <w:r w:rsidR="004D7DAE" w:rsidRPr="00863112">
        <w:rPr>
          <w:sz w:val="28"/>
          <w:szCs w:val="28"/>
        </w:rPr>
        <w:t xml:space="preserve"> Ольгу Николае</w:t>
      </w:r>
      <w:r w:rsidR="004D7DAE" w:rsidRPr="00863112">
        <w:rPr>
          <w:sz w:val="28"/>
          <w:szCs w:val="28"/>
        </w:rPr>
        <w:t>в</w:t>
      </w:r>
      <w:r w:rsidR="004D7DAE" w:rsidRPr="00863112">
        <w:rPr>
          <w:sz w:val="28"/>
          <w:szCs w:val="28"/>
        </w:rPr>
        <w:t xml:space="preserve">ну – начальника управления делами </w:t>
      </w:r>
      <w:r w:rsidR="00C03A85" w:rsidRPr="00863112">
        <w:rPr>
          <w:sz w:val="28"/>
          <w:szCs w:val="28"/>
        </w:rPr>
        <w:t xml:space="preserve">администрации </w:t>
      </w:r>
      <w:r w:rsidR="004D7DAE" w:rsidRPr="00863112">
        <w:rPr>
          <w:sz w:val="28"/>
          <w:szCs w:val="28"/>
        </w:rPr>
        <w:t>Ростовского муниц</w:t>
      </w:r>
      <w:r w:rsidR="004D7DAE" w:rsidRPr="00863112">
        <w:rPr>
          <w:sz w:val="28"/>
          <w:szCs w:val="28"/>
        </w:rPr>
        <w:t>и</w:t>
      </w:r>
      <w:r w:rsidR="004D7DAE" w:rsidRPr="00863112">
        <w:rPr>
          <w:sz w:val="28"/>
          <w:szCs w:val="28"/>
        </w:rPr>
        <w:t>пального района.</w:t>
      </w:r>
    </w:p>
    <w:p w:rsidR="0037264C" w:rsidRPr="00863112" w:rsidRDefault="0037264C" w:rsidP="00863112">
      <w:pPr>
        <w:pStyle w:val="a8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63112">
        <w:rPr>
          <w:sz w:val="28"/>
          <w:szCs w:val="28"/>
        </w:rPr>
        <w:t>61. Наградить Почетной грамотой Ярославской областной Думы</w:t>
      </w:r>
      <w:r w:rsidR="004D7DAE" w:rsidRPr="00863112">
        <w:rPr>
          <w:sz w:val="28"/>
          <w:szCs w:val="28"/>
        </w:rPr>
        <w:t xml:space="preserve"> за многолетний добросовестный труд в органах местного самоуправления м</w:t>
      </w:r>
      <w:r w:rsidR="004D7DAE" w:rsidRPr="00863112">
        <w:rPr>
          <w:sz w:val="28"/>
          <w:szCs w:val="28"/>
        </w:rPr>
        <w:t>у</w:t>
      </w:r>
      <w:r w:rsidR="004D7DAE" w:rsidRPr="00863112">
        <w:rPr>
          <w:sz w:val="28"/>
          <w:szCs w:val="28"/>
        </w:rPr>
        <w:t xml:space="preserve">ниципальных образований Ярославской области </w:t>
      </w:r>
      <w:proofErr w:type="spellStart"/>
      <w:r w:rsidR="004D7DAE" w:rsidRPr="00863112">
        <w:rPr>
          <w:sz w:val="28"/>
          <w:szCs w:val="28"/>
        </w:rPr>
        <w:t>Волочай</w:t>
      </w:r>
      <w:proofErr w:type="spellEnd"/>
      <w:r w:rsidR="004D7DAE" w:rsidRPr="00863112">
        <w:rPr>
          <w:sz w:val="28"/>
          <w:szCs w:val="28"/>
        </w:rPr>
        <w:t xml:space="preserve"> Елену Евгеньевну – помощника главы администрации Ростовского муниципального района</w:t>
      </w:r>
      <w:r w:rsidR="00E2255E" w:rsidRPr="00863112">
        <w:rPr>
          <w:sz w:val="28"/>
          <w:szCs w:val="28"/>
        </w:rPr>
        <w:t>.</w:t>
      </w:r>
    </w:p>
    <w:p w:rsidR="00DD67ED" w:rsidRPr="00863112" w:rsidRDefault="00DD67ED" w:rsidP="00863112">
      <w:pPr>
        <w:ind w:firstLine="709"/>
        <w:jc w:val="both"/>
        <w:rPr>
          <w:color w:val="000000"/>
          <w:sz w:val="28"/>
          <w:szCs w:val="28"/>
        </w:rPr>
      </w:pPr>
      <w:r w:rsidRPr="00863112">
        <w:rPr>
          <w:sz w:val="28"/>
          <w:szCs w:val="28"/>
        </w:rPr>
        <w:t>62. Наградить Почетной грамотой Ярославской областной Думы за многолетнюю плодотворную работу по обучению и воспитанию подраста</w:t>
      </w:r>
      <w:r w:rsidRPr="00863112">
        <w:rPr>
          <w:sz w:val="28"/>
          <w:szCs w:val="28"/>
        </w:rPr>
        <w:t>ю</w:t>
      </w:r>
      <w:r w:rsidRPr="00863112">
        <w:rPr>
          <w:sz w:val="28"/>
          <w:szCs w:val="28"/>
        </w:rPr>
        <w:lastRenderedPageBreak/>
        <w:t>щего поколения на территории Ярославской области Константинову Вале</w:t>
      </w:r>
      <w:r w:rsidRPr="00863112">
        <w:rPr>
          <w:sz w:val="28"/>
          <w:szCs w:val="28"/>
        </w:rPr>
        <w:t>н</w:t>
      </w:r>
      <w:r w:rsidRPr="00863112">
        <w:rPr>
          <w:sz w:val="28"/>
          <w:szCs w:val="28"/>
        </w:rPr>
        <w:t>тину Геннадьевну – старшего воспитателя муниципального дошкольного о</w:t>
      </w:r>
      <w:r w:rsidRPr="00863112">
        <w:rPr>
          <w:sz w:val="28"/>
          <w:szCs w:val="28"/>
        </w:rPr>
        <w:t>б</w:t>
      </w:r>
      <w:r w:rsidRPr="00863112">
        <w:rPr>
          <w:sz w:val="28"/>
          <w:szCs w:val="28"/>
        </w:rPr>
        <w:t>разовательного учреждения детск</w:t>
      </w:r>
      <w:r w:rsidR="00A5494C" w:rsidRPr="00863112">
        <w:rPr>
          <w:sz w:val="28"/>
          <w:szCs w:val="28"/>
        </w:rPr>
        <w:t>ий</w:t>
      </w:r>
      <w:r w:rsidRPr="00863112">
        <w:rPr>
          <w:sz w:val="28"/>
          <w:szCs w:val="28"/>
        </w:rPr>
        <w:t xml:space="preserve"> сад №</w:t>
      </w:r>
      <w:r w:rsidR="00A5494C" w:rsidRPr="00863112">
        <w:rPr>
          <w:sz w:val="28"/>
          <w:szCs w:val="28"/>
        </w:rPr>
        <w:t xml:space="preserve"> </w:t>
      </w:r>
      <w:r w:rsidRPr="00863112">
        <w:rPr>
          <w:sz w:val="28"/>
          <w:szCs w:val="28"/>
        </w:rPr>
        <w:t>3 «</w:t>
      </w:r>
      <w:proofErr w:type="spellStart"/>
      <w:r w:rsidRPr="00863112">
        <w:rPr>
          <w:sz w:val="28"/>
          <w:szCs w:val="28"/>
        </w:rPr>
        <w:t>Ивушка</w:t>
      </w:r>
      <w:proofErr w:type="spellEnd"/>
      <w:r w:rsidRPr="00863112">
        <w:rPr>
          <w:sz w:val="28"/>
          <w:szCs w:val="28"/>
        </w:rPr>
        <w:t>» Ярославского мун</w:t>
      </w:r>
      <w:r w:rsidRPr="00863112">
        <w:rPr>
          <w:sz w:val="28"/>
          <w:szCs w:val="28"/>
        </w:rPr>
        <w:t>и</w:t>
      </w:r>
      <w:r w:rsidRPr="00863112">
        <w:rPr>
          <w:sz w:val="28"/>
          <w:szCs w:val="28"/>
        </w:rPr>
        <w:t>ципального района.</w:t>
      </w:r>
    </w:p>
    <w:p w:rsidR="00483E68" w:rsidRPr="00863112" w:rsidRDefault="00483E68" w:rsidP="00863112">
      <w:pPr>
        <w:ind w:firstLine="709"/>
        <w:jc w:val="both"/>
        <w:rPr>
          <w:sz w:val="28"/>
          <w:szCs w:val="28"/>
        </w:rPr>
      </w:pPr>
      <w:r w:rsidRPr="00863112">
        <w:rPr>
          <w:sz w:val="28"/>
          <w:szCs w:val="28"/>
        </w:rPr>
        <w:t>63. Наградить Почетной грамотой Ярославской областной Думы за многолетний добросовестный труд в органах местного самоуправления м</w:t>
      </w:r>
      <w:r w:rsidRPr="00863112">
        <w:rPr>
          <w:sz w:val="28"/>
          <w:szCs w:val="28"/>
        </w:rPr>
        <w:t>у</w:t>
      </w:r>
      <w:r w:rsidRPr="00863112">
        <w:rPr>
          <w:sz w:val="28"/>
          <w:szCs w:val="28"/>
        </w:rPr>
        <w:t xml:space="preserve">ниципальных образований Ярославской области Пузину Оксану Георгиевну – заместителя Главы Администрации по финансово-экономическим вопросам </w:t>
      </w:r>
      <w:r w:rsidR="00AB770A">
        <w:rPr>
          <w:sz w:val="28"/>
          <w:szCs w:val="28"/>
        </w:rPr>
        <w:t>А</w:t>
      </w:r>
      <w:bookmarkStart w:id="0" w:name="_GoBack"/>
      <w:bookmarkEnd w:id="0"/>
      <w:r w:rsidRPr="00863112">
        <w:rPr>
          <w:sz w:val="28"/>
          <w:szCs w:val="28"/>
        </w:rPr>
        <w:t xml:space="preserve">дминистрации </w:t>
      </w:r>
      <w:proofErr w:type="spellStart"/>
      <w:r w:rsidRPr="00863112">
        <w:rPr>
          <w:sz w:val="28"/>
          <w:szCs w:val="28"/>
        </w:rPr>
        <w:t>Карабихского</w:t>
      </w:r>
      <w:proofErr w:type="spellEnd"/>
      <w:r w:rsidRPr="00863112">
        <w:rPr>
          <w:sz w:val="28"/>
          <w:szCs w:val="28"/>
        </w:rPr>
        <w:t xml:space="preserve"> сельского поселения Ярославского муниц</w:t>
      </w:r>
      <w:r w:rsidRPr="00863112">
        <w:rPr>
          <w:sz w:val="28"/>
          <w:szCs w:val="28"/>
        </w:rPr>
        <w:t>и</w:t>
      </w:r>
      <w:r w:rsidRPr="00863112">
        <w:rPr>
          <w:sz w:val="28"/>
          <w:szCs w:val="28"/>
        </w:rPr>
        <w:t>пального района.</w:t>
      </w:r>
    </w:p>
    <w:p w:rsidR="00483E68" w:rsidRPr="00863112" w:rsidRDefault="00483E68" w:rsidP="00863112">
      <w:pPr>
        <w:pStyle w:val="af5"/>
        <w:keepLines/>
        <w:widowControl w:val="0"/>
        <w:suppressAutoHyphens w:val="0"/>
        <w:ind w:firstLine="709"/>
        <w:contextualSpacing/>
        <w:jc w:val="both"/>
        <w:outlineLvl w:val="5"/>
        <w:rPr>
          <w:sz w:val="28"/>
          <w:szCs w:val="28"/>
        </w:rPr>
      </w:pPr>
      <w:r w:rsidRPr="00863112">
        <w:rPr>
          <w:sz w:val="28"/>
          <w:szCs w:val="28"/>
        </w:rPr>
        <w:t xml:space="preserve">64. Наградить Почетной грамотой Ярославской областной Думы за многолетний добросовестный труд в органах местного </w:t>
      </w:r>
      <w:proofErr w:type="gramStart"/>
      <w:r w:rsidRPr="00863112">
        <w:rPr>
          <w:sz w:val="28"/>
          <w:szCs w:val="28"/>
        </w:rPr>
        <w:t>самоуправления м</w:t>
      </w:r>
      <w:r w:rsidRPr="00863112">
        <w:rPr>
          <w:sz w:val="28"/>
          <w:szCs w:val="28"/>
        </w:rPr>
        <w:t>у</w:t>
      </w:r>
      <w:r w:rsidRPr="00863112">
        <w:rPr>
          <w:sz w:val="28"/>
          <w:szCs w:val="28"/>
        </w:rPr>
        <w:t>ниципальных образований Ярославской области Данилова Дмитрия</w:t>
      </w:r>
      <w:proofErr w:type="gramEnd"/>
      <w:r w:rsidRPr="00863112">
        <w:rPr>
          <w:sz w:val="28"/>
          <w:szCs w:val="28"/>
        </w:rPr>
        <w:t xml:space="preserve"> Валерь</w:t>
      </w:r>
      <w:r w:rsidRPr="00863112">
        <w:rPr>
          <w:sz w:val="28"/>
          <w:szCs w:val="28"/>
        </w:rPr>
        <w:t>е</w:t>
      </w:r>
      <w:r w:rsidRPr="00863112">
        <w:rPr>
          <w:sz w:val="28"/>
          <w:szCs w:val="28"/>
        </w:rPr>
        <w:t xml:space="preserve">вича – специалиста муниципального учреждения «Многофункциональный центр развития» </w:t>
      </w:r>
      <w:proofErr w:type="spellStart"/>
      <w:r w:rsidRPr="00863112">
        <w:rPr>
          <w:sz w:val="28"/>
          <w:szCs w:val="28"/>
        </w:rPr>
        <w:t>Карабихского</w:t>
      </w:r>
      <w:proofErr w:type="spellEnd"/>
      <w:r w:rsidRPr="00863112">
        <w:rPr>
          <w:sz w:val="28"/>
          <w:szCs w:val="28"/>
        </w:rPr>
        <w:t xml:space="preserve"> сельского поселения Ярославского муниц</w:t>
      </w:r>
      <w:r w:rsidRPr="00863112">
        <w:rPr>
          <w:sz w:val="28"/>
          <w:szCs w:val="28"/>
        </w:rPr>
        <w:t>и</w:t>
      </w:r>
      <w:r w:rsidRPr="00863112">
        <w:rPr>
          <w:sz w:val="28"/>
          <w:szCs w:val="28"/>
        </w:rPr>
        <w:t>пального района.</w:t>
      </w:r>
    </w:p>
    <w:p w:rsidR="00483E68" w:rsidRPr="00863112" w:rsidRDefault="00483E68" w:rsidP="00863112">
      <w:pPr>
        <w:tabs>
          <w:tab w:val="left" w:pos="9498"/>
        </w:tabs>
        <w:autoSpaceDN w:val="0"/>
        <w:adjustRightInd w:val="0"/>
        <w:ind w:firstLine="709"/>
        <w:jc w:val="both"/>
        <w:rPr>
          <w:sz w:val="28"/>
          <w:szCs w:val="28"/>
        </w:rPr>
      </w:pPr>
      <w:r w:rsidRPr="00863112">
        <w:rPr>
          <w:sz w:val="28"/>
          <w:szCs w:val="28"/>
        </w:rPr>
        <w:t xml:space="preserve">65. Наградить Почетной грамотой Ярославской областной Думы за </w:t>
      </w:r>
      <w:r w:rsidRPr="00863112">
        <w:rPr>
          <w:color w:val="000000"/>
          <w:sz w:val="28"/>
          <w:szCs w:val="28"/>
        </w:rPr>
        <w:t xml:space="preserve">особые достижения в обеспечении социального, экономического развития Ярославской области </w:t>
      </w:r>
      <w:r w:rsidRPr="00863112">
        <w:rPr>
          <w:sz w:val="28"/>
          <w:szCs w:val="28"/>
        </w:rPr>
        <w:t>Гаврилова Александра Вячеславовича – директора го</w:t>
      </w:r>
      <w:r w:rsidRPr="00863112">
        <w:rPr>
          <w:sz w:val="28"/>
          <w:szCs w:val="28"/>
        </w:rPr>
        <w:t>с</w:t>
      </w:r>
      <w:r w:rsidRPr="00863112">
        <w:rPr>
          <w:sz w:val="28"/>
          <w:szCs w:val="28"/>
        </w:rPr>
        <w:t>ударственного автономного учреждения Ярославской области «Госуда</w:t>
      </w:r>
      <w:r w:rsidRPr="00863112">
        <w:rPr>
          <w:sz w:val="28"/>
          <w:szCs w:val="28"/>
        </w:rPr>
        <w:t>р</w:t>
      </w:r>
      <w:r w:rsidRPr="00863112">
        <w:rPr>
          <w:sz w:val="28"/>
          <w:szCs w:val="28"/>
        </w:rPr>
        <w:t>ственная экспертиза в строительстве».</w:t>
      </w:r>
    </w:p>
    <w:p w:rsidR="00483E68" w:rsidRPr="00863112" w:rsidRDefault="00483E68" w:rsidP="00863112">
      <w:pPr>
        <w:pStyle w:val="af5"/>
        <w:suppressAutoHyphens w:val="0"/>
        <w:ind w:firstLine="709"/>
        <w:contextualSpacing/>
        <w:jc w:val="both"/>
        <w:outlineLvl w:val="5"/>
        <w:rPr>
          <w:sz w:val="28"/>
          <w:szCs w:val="28"/>
        </w:rPr>
      </w:pPr>
      <w:r w:rsidRPr="00863112">
        <w:rPr>
          <w:sz w:val="28"/>
          <w:szCs w:val="28"/>
        </w:rPr>
        <w:t xml:space="preserve">66. Наградить Почетной грамотой Ярославской областной Думы за </w:t>
      </w:r>
      <w:r w:rsidRPr="00863112">
        <w:rPr>
          <w:color w:val="000000"/>
          <w:sz w:val="28"/>
          <w:szCs w:val="28"/>
        </w:rPr>
        <w:t>особые достижения в обеспечении социального, экономического развития Ярославской области</w:t>
      </w:r>
      <w:r w:rsidRPr="00863112">
        <w:rPr>
          <w:sz w:val="28"/>
          <w:szCs w:val="28"/>
        </w:rPr>
        <w:t xml:space="preserve"> Гусеву Екатерину Леонидовну – первого заместителя директора муниципального казенного учреждения «Агентство по строител</w:t>
      </w:r>
      <w:r w:rsidRPr="00863112">
        <w:rPr>
          <w:sz w:val="28"/>
          <w:szCs w:val="28"/>
        </w:rPr>
        <w:t>ь</w:t>
      </w:r>
      <w:r w:rsidRPr="00863112">
        <w:rPr>
          <w:sz w:val="28"/>
          <w:szCs w:val="28"/>
        </w:rPr>
        <w:t>ству» города Ярославля.</w:t>
      </w:r>
    </w:p>
    <w:p w:rsidR="00483E68" w:rsidRPr="00863112" w:rsidRDefault="00483E68" w:rsidP="00863112">
      <w:pPr>
        <w:pStyle w:val="af5"/>
        <w:suppressAutoHyphens w:val="0"/>
        <w:ind w:firstLine="709"/>
        <w:contextualSpacing/>
        <w:jc w:val="both"/>
        <w:outlineLvl w:val="5"/>
        <w:rPr>
          <w:sz w:val="28"/>
          <w:szCs w:val="28"/>
        </w:rPr>
      </w:pPr>
      <w:r w:rsidRPr="00863112">
        <w:rPr>
          <w:sz w:val="28"/>
          <w:szCs w:val="28"/>
        </w:rPr>
        <w:t xml:space="preserve">67. Наградить Почетной грамотой Ярославской областной Думы за </w:t>
      </w:r>
      <w:r w:rsidRPr="00863112">
        <w:rPr>
          <w:color w:val="000000"/>
          <w:sz w:val="28"/>
          <w:szCs w:val="28"/>
        </w:rPr>
        <w:t>особые достижения в обеспечении социального, экономического развития Ярославской области</w:t>
      </w:r>
      <w:r w:rsidRPr="00863112">
        <w:rPr>
          <w:sz w:val="28"/>
          <w:szCs w:val="28"/>
        </w:rPr>
        <w:t xml:space="preserve"> Островского Владимира Игоревича – директора Общ</w:t>
      </w:r>
      <w:r w:rsidRPr="00863112">
        <w:rPr>
          <w:sz w:val="28"/>
          <w:szCs w:val="28"/>
        </w:rPr>
        <w:t>е</w:t>
      </w:r>
      <w:r w:rsidRPr="00863112">
        <w:rPr>
          <w:sz w:val="28"/>
          <w:szCs w:val="28"/>
        </w:rPr>
        <w:t>ства с ограниченной ответственностью «</w:t>
      </w:r>
      <w:proofErr w:type="spellStart"/>
      <w:r w:rsidRPr="00863112">
        <w:rPr>
          <w:sz w:val="28"/>
          <w:szCs w:val="28"/>
        </w:rPr>
        <w:t>Гипроприбор</w:t>
      </w:r>
      <w:proofErr w:type="spellEnd"/>
      <w:r w:rsidRPr="00863112">
        <w:rPr>
          <w:sz w:val="28"/>
          <w:szCs w:val="28"/>
        </w:rPr>
        <w:t>».</w:t>
      </w:r>
    </w:p>
    <w:p w:rsidR="009C08CD" w:rsidRPr="00863112" w:rsidRDefault="00C106CC" w:rsidP="00863112">
      <w:pPr>
        <w:pStyle w:val="af5"/>
        <w:suppressAutoHyphens w:val="0"/>
        <w:ind w:firstLine="709"/>
        <w:jc w:val="both"/>
        <w:rPr>
          <w:sz w:val="28"/>
          <w:szCs w:val="28"/>
        </w:rPr>
      </w:pPr>
      <w:r w:rsidRPr="00863112">
        <w:rPr>
          <w:sz w:val="28"/>
          <w:szCs w:val="28"/>
        </w:rPr>
        <w:t xml:space="preserve">68. </w:t>
      </w:r>
      <w:proofErr w:type="gramStart"/>
      <w:r w:rsidRPr="00863112">
        <w:rPr>
          <w:sz w:val="28"/>
          <w:szCs w:val="28"/>
        </w:rPr>
        <w:t>Наградить Почетной грамотой Ярославской областной Думы за особые достижения в обеспечении культурного развития Ярославской обл</w:t>
      </w:r>
      <w:r w:rsidRPr="00863112">
        <w:rPr>
          <w:sz w:val="28"/>
          <w:szCs w:val="28"/>
        </w:rPr>
        <w:t>а</w:t>
      </w:r>
      <w:r w:rsidRPr="00863112">
        <w:rPr>
          <w:sz w:val="28"/>
          <w:szCs w:val="28"/>
        </w:rPr>
        <w:t>сти, многолетнюю плодотворную работу по обучению и воспитанию подра</w:t>
      </w:r>
      <w:r w:rsidRPr="00863112">
        <w:rPr>
          <w:sz w:val="28"/>
          <w:szCs w:val="28"/>
        </w:rPr>
        <w:t>с</w:t>
      </w:r>
      <w:r w:rsidRPr="00863112">
        <w:rPr>
          <w:sz w:val="28"/>
          <w:szCs w:val="28"/>
        </w:rPr>
        <w:t>тающего поколения Салтыкова Константина Константиновича – руководит</w:t>
      </w:r>
      <w:r w:rsidRPr="00863112">
        <w:rPr>
          <w:sz w:val="28"/>
          <w:szCs w:val="28"/>
        </w:rPr>
        <w:t>е</w:t>
      </w:r>
      <w:r w:rsidRPr="00863112">
        <w:rPr>
          <w:sz w:val="28"/>
          <w:szCs w:val="28"/>
        </w:rPr>
        <w:t>ля народного самодеятельного коллектива ансамбля бального танца «Ко</w:t>
      </w:r>
      <w:r w:rsidRPr="00863112">
        <w:rPr>
          <w:sz w:val="28"/>
          <w:szCs w:val="28"/>
        </w:rPr>
        <w:t>н</w:t>
      </w:r>
      <w:r w:rsidRPr="00863112">
        <w:rPr>
          <w:sz w:val="28"/>
          <w:szCs w:val="28"/>
        </w:rPr>
        <w:t>станта» структурного подразделения «Петровский</w:t>
      </w:r>
      <w:r w:rsidR="00863112" w:rsidRPr="00863112">
        <w:rPr>
          <w:sz w:val="28"/>
          <w:szCs w:val="28"/>
        </w:rPr>
        <w:t xml:space="preserve"> районный дом культуры им. А.К. </w:t>
      </w:r>
      <w:r w:rsidRPr="00863112">
        <w:rPr>
          <w:sz w:val="28"/>
          <w:szCs w:val="28"/>
        </w:rPr>
        <w:t>Руденко» муниципального автономного учреждения Ростовского муниципального района «Районный центр культуры и народного творчества».</w:t>
      </w:r>
      <w:proofErr w:type="gramEnd"/>
    </w:p>
    <w:p w:rsidR="00D725F3" w:rsidRPr="00863112" w:rsidRDefault="00D725F3" w:rsidP="00863112">
      <w:pPr>
        <w:pStyle w:val="af5"/>
        <w:suppressAutoHyphens w:val="0"/>
        <w:jc w:val="both"/>
        <w:rPr>
          <w:sz w:val="28"/>
          <w:szCs w:val="28"/>
        </w:rPr>
      </w:pPr>
    </w:p>
    <w:p w:rsidR="003F0D96" w:rsidRDefault="003F0D96" w:rsidP="00863112">
      <w:pPr>
        <w:jc w:val="both"/>
        <w:rPr>
          <w:sz w:val="28"/>
          <w:szCs w:val="28"/>
        </w:rPr>
      </w:pPr>
    </w:p>
    <w:p w:rsidR="00863112" w:rsidRPr="00863112" w:rsidRDefault="00863112" w:rsidP="00863112">
      <w:pPr>
        <w:jc w:val="both"/>
        <w:rPr>
          <w:sz w:val="28"/>
          <w:szCs w:val="28"/>
        </w:rPr>
      </w:pPr>
    </w:p>
    <w:p w:rsidR="00726649" w:rsidRPr="00863112" w:rsidRDefault="0037562F" w:rsidP="00863112">
      <w:pPr>
        <w:tabs>
          <w:tab w:val="left" w:pos="3243"/>
        </w:tabs>
        <w:jc w:val="both"/>
        <w:rPr>
          <w:sz w:val="28"/>
          <w:szCs w:val="28"/>
        </w:rPr>
      </w:pPr>
      <w:r w:rsidRPr="00863112">
        <w:rPr>
          <w:sz w:val="28"/>
          <w:szCs w:val="28"/>
        </w:rPr>
        <w:t>Председател</w:t>
      </w:r>
      <w:r w:rsidR="006D06D1" w:rsidRPr="00863112">
        <w:rPr>
          <w:sz w:val="28"/>
          <w:szCs w:val="28"/>
        </w:rPr>
        <w:t>ь</w:t>
      </w:r>
      <w:r w:rsidRPr="00863112">
        <w:rPr>
          <w:sz w:val="28"/>
          <w:szCs w:val="28"/>
        </w:rPr>
        <w:t xml:space="preserve"> </w:t>
      </w:r>
    </w:p>
    <w:p w:rsidR="00BA1A1C" w:rsidRPr="00863112" w:rsidRDefault="0037562F" w:rsidP="00863112">
      <w:pPr>
        <w:tabs>
          <w:tab w:val="left" w:pos="6946"/>
        </w:tabs>
        <w:jc w:val="both"/>
        <w:rPr>
          <w:sz w:val="28"/>
          <w:szCs w:val="28"/>
        </w:rPr>
      </w:pPr>
      <w:r w:rsidRPr="00863112">
        <w:rPr>
          <w:sz w:val="28"/>
          <w:szCs w:val="28"/>
        </w:rPr>
        <w:t>Ярославск</w:t>
      </w:r>
      <w:r w:rsidR="00E82CD1" w:rsidRPr="00863112">
        <w:rPr>
          <w:sz w:val="28"/>
          <w:szCs w:val="28"/>
        </w:rPr>
        <w:t>ой областной Думы</w:t>
      </w:r>
      <w:r w:rsidR="00863112">
        <w:rPr>
          <w:sz w:val="28"/>
          <w:szCs w:val="28"/>
        </w:rPr>
        <w:t xml:space="preserve"> </w:t>
      </w:r>
      <w:r w:rsidR="00863112">
        <w:rPr>
          <w:sz w:val="28"/>
          <w:szCs w:val="28"/>
        </w:rPr>
        <w:tab/>
        <w:t xml:space="preserve"> </w:t>
      </w:r>
      <w:r w:rsidR="003401DF" w:rsidRPr="00863112">
        <w:rPr>
          <w:sz w:val="28"/>
          <w:szCs w:val="28"/>
        </w:rPr>
        <w:t>А.Д. Константинов</w:t>
      </w:r>
    </w:p>
    <w:sectPr w:rsidR="00BA1A1C" w:rsidRPr="00863112" w:rsidSect="00863112">
      <w:headerReference w:type="even" r:id="rId9"/>
      <w:headerReference w:type="default" r:id="rId10"/>
      <w:endnotePr>
        <w:numFmt w:val="decimal"/>
      </w:endnotePr>
      <w:pgSz w:w="11907" w:h="16840" w:code="9"/>
      <w:pgMar w:top="1077" w:right="851" w:bottom="1021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14D" w:rsidRDefault="0003014D">
      <w:r>
        <w:separator/>
      </w:r>
    </w:p>
  </w:endnote>
  <w:endnote w:type="continuationSeparator" w:id="0">
    <w:p w:rsidR="0003014D" w:rsidRDefault="00030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14D" w:rsidRDefault="0003014D">
      <w:r>
        <w:separator/>
      </w:r>
    </w:p>
  </w:footnote>
  <w:footnote w:type="continuationSeparator" w:id="0">
    <w:p w:rsidR="0003014D" w:rsidRDefault="000301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1B8" w:rsidRDefault="00DE51B8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E51B8" w:rsidRDefault="00DE51B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764624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DE51B8" w:rsidRPr="005001E6" w:rsidRDefault="00DE51B8">
        <w:pPr>
          <w:pStyle w:val="a3"/>
          <w:jc w:val="center"/>
          <w:rPr>
            <w:sz w:val="28"/>
          </w:rPr>
        </w:pPr>
        <w:r w:rsidRPr="005001E6">
          <w:rPr>
            <w:sz w:val="28"/>
          </w:rPr>
          <w:fldChar w:fldCharType="begin"/>
        </w:r>
        <w:r w:rsidRPr="005001E6">
          <w:rPr>
            <w:sz w:val="28"/>
          </w:rPr>
          <w:instrText>PAGE   \* MERGEFORMAT</w:instrText>
        </w:r>
        <w:r w:rsidRPr="005001E6">
          <w:rPr>
            <w:sz w:val="28"/>
          </w:rPr>
          <w:fldChar w:fldCharType="separate"/>
        </w:r>
        <w:r w:rsidR="00AB770A">
          <w:rPr>
            <w:noProof/>
            <w:sz w:val="28"/>
          </w:rPr>
          <w:t>8</w:t>
        </w:r>
        <w:r w:rsidRPr="005001E6">
          <w:rPr>
            <w:sz w:val="28"/>
          </w:rPr>
          <w:fldChar w:fldCharType="end"/>
        </w:r>
      </w:p>
    </w:sdtContent>
  </w:sdt>
  <w:p w:rsidR="00DE51B8" w:rsidRDefault="00DE51B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702536"/>
    <w:multiLevelType w:val="hybridMultilevel"/>
    <w:tmpl w:val="12081C50"/>
    <w:lvl w:ilvl="0" w:tplc="330826D4"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2">
    <w:nsid w:val="31A073CA"/>
    <w:multiLevelType w:val="hybridMultilevel"/>
    <w:tmpl w:val="51524714"/>
    <w:lvl w:ilvl="0" w:tplc="BAF4D3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1C46D4"/>
    <w:multiLevelType w:val="hybridMultilevel"/>
    <w:tmpl w:val="F2A0A34E"/>
    <w:lvl w:ilvl="0" w:tplc="81644E5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B9203F4"/>
    <w:multiLevelType w:val="hybridMultilevel"/>
    <w:tmpl w:val="96802E92"/>
    <w:lvl w:ilvl="0" w:tplc="25CC72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4C841DCC"/>
    <w:multiLevelType w:val="hybridMultilevel"/>
    <w:tmpl w:val="B228476E"/>
    <w:lvl w:ilvl="0" w:tplc="7E30631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523D23A1"/>
    <w:multiLevelType w:val="hybridMultilevel"/>
    <w:tmpl w:val="2424FEC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07F8"/>
    <w:rsid w:val="00001E7A"/>
    <w:rsid w:val="000024A0"/>
    <w:rsid w:val="00002C46"/>
    <w:rsid w:val="000031D8"/>
    <w:rsid w:val="00004046"/>
    <w:rsid w:val="00004110"/>
    <w:rsid w:val="0000460A"/>
    <w:rsid w:val="00004FE9"/>
    <w:rsid w:val="00006221"/>
    <w:rsid w:val="00006A24"/>
    <w:rsid w:val="000070BE"/>
    <w:rsid w:val="00010019"/>
    <w:rsid w:val="00013DF9"/>
    <w:rsid w:val="00013FA6"/>
    <w:rsid w:val="000173BD"/>
    <w:rsid w:val="00017448"/>
    <w:rsid w:val="00020651"/>
    <w:rsid w:val="00021F82"/>
    <w:rsid w:val="000223EB"/>
    <w:rsid w:val="0002264E"/>
    <w:rsid w:val="0002269D"/>
    <w:rsid w:val="000229D3"/>
    <w:rsid w:val="0002329B"/>
    <w:rsid w:val="00023F63"/>
    <w:rsid w:val="00024F53"/>
    <w:rsid w:val="00026369"/>
    <w:rsid w:val="0002699C"/>
    <w:rsid w:val="00026B6A"/>
    <w:rsid w:val="00026B85"/>
    <w:rsid w:val="00027319"/>
    <w:rsid w:val="0003014D"/>
    <w:rsid w:val="000317CB"/>
    <w:rsid w:val="00032A94"/>
    <w:rsid w:val="0003301A"/>
    <w:rsid w:val="000344BD"/>
    <w:rsid w:val="00034A0F"/>
    <w:rsid w:val="00035933"/>
    <w:rsid w:val="00036343"/>
    <w:rsid w:val="00036715"/>
    <w:rsid w:val="00037209"/>
    <w:rsid w:val="0004217F"/>
    <w:rsid w:val="000428AC"/>
    <w:rsid w:val="00042F4F"/>
    <w:rsid w:val="0004567C"/>
    <w:rsid w:val="00046903"/>
    <w:rsid w:val="000507E4"/>
    <w:rsid w:val="00050913"/>
    <w:rsid w:val="0005095A"/>
    <w:rsid w:val="000531F9"/>
    <w:rsid w:val="00053DF3"/>
    <w:rsid w:val="000549DE"/>
    <w:rsid w:val="000565DB"/>
    <w:rsid w:val="00056A3D"/>
    <w:rsid w:val="0005703E"/>
    <w:rsid w:val="000572CB"/>
    <w:rsid w:val="000575A2"/>
    <w:rsid w:val="000576A4"/>
    <w:rsid w:val="000608D1"/>
    <w:rsid w:val="00060D17"/>
    <w:rsid w:val="00061D70"/>
    <w:rsid w:val="00062C99"/>
    <w:rsid w:val="00065B49"/>
    <w:rsid w:val="000662D2"/>
    <w:rsid w:val="00066341"/>
    <w:rsid w:val="000664D7"/>
    <w:rsid w:val="000669F1"/>
    <w:rsid w:val="00070345"/>
    <w:rsid w:val="00070508"/>
    <w:rsid w:val="0007163D"/>
    <w:rsid w:val="00071711"/>
    <w:rsid w:val="000766DF"/>
    <w:rsid w:val="000818DF"/>
    <w:rsid w:val="000835D3"/>
    <w:rsid w:val="00084757"/>
    <w:rsid w:val="000854C1"/>
    <w:rsid w:val="00085E06"/>
    <w:rsid w:val="0008690D"/>
    <w:rsid w:val="000869EF"/>
    <w:rsid w:val="00086A0F"/>
    <w:rsid w:val="00090D9B"/>
    <w:rsid w:val="000922A4"/>
    <w:rsid w:val="00092F83"/>
    <w:rsid w:val="00093482"/>
    <w:rsid w:val="00093F06"/>
    <w:rsid w:val="0009421D"/>
    <w:rsid w:val="00094F5A"/>
    <w:rsid w:val="00097A7E"/>
    <w:rsid w:val="00097AC1"/>
    <w:rsid w:val="000A59F4"/>
    <w:rsid w:val="000A5BF3"/>
    <w:rsid w:val="000A6B21"/>
    <w:rsid w:val="000B0B26"/>
    <w:rsid w:val="000B1676"/>
    <w:rsid w:val="000B2C1A"/>
    <w:rsid w:val="000B620E"/>
    <w:rsid w:val="000C1132"/>
    <w:rsid w:val="000C16C5"/>
    <w:rsid w:val="000C2792"/>
    <w:rsid w:val="000C37F3"/>
    <w:rsid w:val="000C3EB8"/>
    <w:rsid w:val="000C44FE"/>
    <w:rsid w:val="000C7A4D"/>
    <w:rsid w:val="000C7CD5"/>
    <w:rsid w:val="000D0581"/>
    <w:rsid w:val="000D24D3"/>
    <w:rsid w:val="000D49FA"/>
    <w:rsid w:val="000D51F3"/>
    <w:rsid w:val="000D5E1C"/>
    <w:rsid w:val="000D6B32"/>
    <w:rsid w:val="000D76FF"/>
    <w:rsid w:val="000E0FF9"/>
    <w:rsid w:val="000E1286"/>
    <w:rsid w:val="000E2D59"/>
    <w:rsid w:val="000E314C"/>
    <w:rsid w:val="000E3B39"/>
    <w:rsid w:val="000E405F"/>
    <w:rsid w:val="000E42C0"/>
    <w:rsid w:val="000E4BA6"/>
    <w:rsid w:val="000E6190"/>
    <w:rsid w:val="000E73D9"/>
    <w:rsid w:val="000E74A3"/>
    <w:rsid w:val="000E77CC"/>
    <w:rsid w:val="000F2E0A"/>
    <w:rsid w:val="000F2FBF"/>
    <w:rsid w:val="000F4FD2"/>
    <w:rsid w:val="001013D5"/>
    <w:rsid w:val="001038CE"/>
    <w:rsid w:val="001061BA"/>
    <w:rsid w:val="00106435"/>
    <w:rsid w:val="001064F6"/>
    <w:rsid w:val="00107612"/>
    <w:rsid w:val="00107FBC"/>
    <w:rsid w:val="0011115A"/>
    <w:rsid w:val="0011175B"/>
    <w:rsid w:val="00112049"/>
    <w:rsid w:val="0011214E"/>
    <w:rsid w:val="0011341A"/>
    <w:rsid w:val="001136C0"/>
    <w:rsid w:val="00113748"/>
    <w:rsid w:val="00113D21"/>
    <w:rsid w:val="00115218"/>
    <w:rsid w:val="00115BFA"/>
    <w:rsid w:val="00115E90"/>
    <w:rsid w:val="00123D97"/>
    <w:rsid w:val="00127CE6"/>
    <w:rsid w:val="0013070D"/>
    <w:rsid w:val="001320F6"/>
    <w:rsid w:val="0013276F"/>
    <w:rsid w:val="00134127"/>
    <w:rsid w:val="0013548C"/>
    <w:rsid w:val="00135ADB"/>
    <w:rsid w:val="00135D36"/>
    <w:rsid w:val="00135FD0"/>
    <w:rsid w:val="00136A24"/>
    <w:rsid w:val="001371E4"/>
    <w:rsid w:val="00137A66"/>
    <w:rsid w:val="0014089B"/>
    <w:rsid w:val="00141674"/>
    <w:rsid w:val="001432CE"/>
    <w:rsid w:val="00146ACB"/>
    <w:rsid w:val="00146AEE"/>
    <w:rsid w:val="00146E79"/>
    <w:rsid w:val="0014748C"/>
    <w:rsid w:val="001506D0"/>
    <w:rsid w:val="00152270"/>
    <w:rsid w:val="00152353"/>
    <w:rsid w:val="00152B9D"/>
    <w:rsid w:val="001623FD"/>
    <w:rsid w:val="00163580"/>
    <w:rsid w:val="00165653"/>
    <w:rsid w:val="0016703E"/>
    <w:rsid w:val="001678A2"/>
    <w:rsid w:val="001703DF"/>
    <w:rsid w:val="00170859"/>
    <w:rsid w:val="00170AB9"/>
    <w:rsid w:val="00171577"/>
    <w:rsid w:val="00172130"/>
    <w:rsid w:val="00172805"/>
    <w:rsid w:val="00173FB2"/>
    <w:rsid w:val="0017626E"/>
    <w:rsid w:val="0017639E"/>
    <w:rsid w:val="00177DBA"/>
    <w:rsid w:val="0018022E"/>
    <w:rsid w:val="0018217E"/>
    <w:rsid w:val="001828DA"/>
    <w:rsid w:val="0018317D"/>
    <w:rsid w:val="001856BD"/>
    <w:rsid w:val="00186701"/>
    <w:rsid w:val="00187BAE"/>
    <w:rsid w:val="001914FB"/>
    <w:rsid w:val="0019166B"/>
    <w:rsid w:val="00193873"/>
    <w:rsid w:val="0019485D"/>
    <w:rsid w:val="001958DA"/>
    <w:rsid w:val="001964BE"/>
    <w:rsid w:val="0019705A"/>
    <w:rsid w:val="0019722A"/>
    <w:rsid w:val="00197353"/>
    <w:rsid w:val="001A1AD2"/>
    <w:rsid w:val="001A1B28"/>
    <w:rsid w:val="001A2E6E"/>
    <w:rsid w:val="001A36DD"/>
    <w:rsid w:val="001A4555"/>
    <w:rsid w:val="001A5115"/>
    <w:rsid w:val="001A62B1"/>
    <w:rsid w:val="001B58A2"/>
    <w:rsid w:val="001B7329"/>
    <w:rsid w:val="001B7371"/>
    <w:rsid w:val="001B7B27"/>
    <w:rsid w:val="001C0997"/>
    <w:rsid w:val="001C2F8C"/>
    <w:rsid w:val="001C64FE"/>
    <w:rsid w:val="001C77AA"/>
    <w:rsid w:val="001C7974"/>
    <w:rsid w:val="001D064F"/>
    <w:rsid w:val="001D191F"/>
    <w:rsid w:val="001D5309"/>
    <w:rsid w:val="001D5631"/>
    <w:rsid w:val="001D5A42"/>
    <w:rsid w:val="001D60B1"/>
    <w:rsid w:val="001E0A49"/>
    <w:rsid w:val="001E0CE6"/>
    <w:rsid w:val="001E2392"/>
    <w:rsid w:val="001E41B0"/>
    <w:rsid w:val="001E4B2A"/>
    <w:rsid w:val="001E4B5F"/>
    <w:rsid w:val="001E5CA0"/>
    <w:rsid w:val="001E5F11"/>
    <w:rsid w:val="001E6C1B"/>
    <w:rsid w:val="001E6FD2"/>
    <w:rsid w:val="001E7DA4"/>
    <w:rsid w:val="001F0123"/>
    <w:rsid w:val="001F0BA4"/>
    <w:rsid w:val="001F0FF9"/>
    <w:rsid w:val="001F11FE"/>
    <w:rsid w:val="001F3C06"/>
    <w:rsid w:val="001F47F0"/>
    <w:rsid w:val="001F5005"/>
    <w:rsid w:val="001F5371"/>
    <w:rsid w:val="001F5B84"/>
    <w:rsid w:val="001F5E7F"/>
    <w:rsid w:val="001F6153"/>
    <w:rsid w:val="001F6B01"/>
    <w:rsid w:val="001F6CB9"/>
    <w:rsid w:val="00200548"/>
    <w:rsid w:val="002018AD"/>
    <w:rsid w:val="00203977"/>
    <w:rsid w:val="00203A51"/>
    <w:rsid w:val="00207BA6"/>
    <w:rsid w:val="00212950"/>
    <w:rsid w:val="00214255"/>
    <w:rsid w:val="00215757"/>
    <w:rsid w:val="00215C79"/>
    <w:rsid w:val="00216E08"/>
    <w:rsid w:val="00220141"/>
    <w:rsid w:val="00221318"/>
    <w:rsid w:val="0022168F"/>
    <w:rsid w:val="0022226F"/>
    <w:rsid w:val="00223202"/>
    <w:rsid w:val="002244ED"/>
    <w:rsid w:val="00224829"/>
    <w:rsid w:val="00225F70"/>
    <w:rsid w:val="00226531"/>
    <w:rsid w:val="00226A5E"/>
    <w:rsid w:val="00233EA3"/>
    <w:rsid w:val="00234425"/>
    <w:rsid w:val="002347F2"/>
    <w:rsid w:val="00235A12"/>
    <w:rsid w:val="00235BB4"/>
    <w:rsid w:val="00237A8A"/>
    <w:rsid w:val="002403AA"/>
    <w:rsid w:val="0024073F"/>
    <w:rsid w:val="00243F15"/>
    <w:rsid w:val="00245FC0"/>
    <w:rsid w:val="002460D7"/>
    <w:rsid w:val="00246519"/>
    <w:rsid w:val="00246805"/>
    <w:rsid w:val="0025081A"/>
    <w:rsid w:val="0025516D"/>
    <w:rsid w:val="00257EDB"/>
    <w:rsid w:val="0026100F"/>
    <w:rsid w:val="00261B03"/>
    <w:rsid w:val="00261E00"/>
    <w:rsid w:val="002627AE"/>
    <w:rsid w:val="00262F8D"/>
    <w:rsid w:val="00263674"/>
    <w:rsid w:val="00264C74"/>
    <w:rsid w:val="00265953"/>
    <w:rsid w:val="002667FA"/>
    <w:rsid w:val="00266D8F"/>
    <w:rsid w:val="002677ED"/>
    <w:rsid w:val="0027062A"/>
    <w:rsid w:val="00271745"/>
    <w:rsid w:val="00273AA2"/>
    <w:rsid w:val="0027495F"/>
    <w:rsid w:val="00275E6B"/>
    <w:rsid w:val="00276AE4"/>
    <w:rsid w:val="00276E6F"/>
    <w:rsid w:val="0027798C"/>
    <w:rsid w:val="00280CC0"/>
    <w:rsid w:val="00281A17"/>
    <w:rsid w:val="00282D62"/>
    <w:rsid w:val="00286C39"/>
    <w:rsid w:val="00287BA1"/>
    <w:rsid w:val="002912FA"/>
    <w:rsid w:val="00291CCE"/>
    <w:rsid w:val="00291CEB"/>
    <w:rsid w:val="00292259"/>
    <w:rsid w:val="00292793"/>
    <w:rsid w:val="0029474A"/>
    <w:rsid w:val="002968FF"/>
    <w:rsid w:val="00297452"/>
    <w:rsid w:val="002A0EC4"/>
    <w:rsid w:val="002A149B"/>
    <w:rsid w:val="002A16A5"/>
    <w:rsid w:val="002A4250"/>
    <w:rsid w:val="002A4BCA"/>
    <w:rsid w:val="002A5934"/>
    <w:rsid w:val="002A66DB"/>
    <w:rsid w:val="002A68EF"/>
    <w:rsid w:val="002A6CEC"/>
    <w:rsid w:val="002A7740"/>
    <w:rsid w:val="002B185A"/>
    <w:rsid w:val="002B1D56"/>
    <w:rsid w:val="002B318B"/>
    <w:rsid w:val="002B3ADF"/>
    <w:rsid w:val="002B4195"/>
    <w:rsid w:val="002B4871"/>
    <w:rsid w:val="002B4D1F"/>
    <w:rsid w:val="002B584D"/>
    <w:rsid w:val="002C125C"/>
    <w:rsid w:val="002C19F3"/>
    <w:rsid w:val="002C765F"/>
    <w:rsid w:val="002D06DD"/>
    <w:rsid w:val="002D214E"/>
    <w:rsid w:val="002D2AE0"/>
    <w:rsid w:val="002D32E2"/>
    <w:rsid w:val="002D3394"/>
    <w:rsid w:val="002D34AA"/>
    <w:rsid w:val="002D4173"/>
    <w:rsid w:val="002D43D4"/>
    <w:rsid w:val="002D5EC8"/>
    <w:rsid w:val="002D73F8"/>
    <w:rsid w:val="002D778A"/>
    <w:rsid w:val="002E12B8"/>
    <w:rsid w:val="002E2EC4"/>
    <w:rsid w:val="002E3359"/>
    <w:rsid w:val="002E477C"/>
    <w:rsid w:val="002E55B0"/>
    <w:rsid w:val="002E5661"/>
    <w:rsid w:val="002E61B5"/>
    <w:rsid w:val="002E663A"/>
    <w:rsid w:val="002F1987"/>
    <w:rsid w:val="002F3206"/>
    <w:rsid w:val="002F5967"/>
    <w:rsid w:val="002F6871"/>
    <w:rsid w:val="003011CC"/>
    <w:rsid w:val="00301850"/>
    <w:rsid w:val="00301A0C"/>
    <w:rsid w:val="00304AF2"/>
    <w:rsid w:val="00305279"/>
    <w:rsid w:val="00305A2A"/>
    <w:rsid w:val="00307C0C"/>
    <w:rsid w:val="00310DD4"/>
    <w:rsid w:val="0031111D"/>
    <w:rsid w:val="00311AD5"/>
    <w:rsid w:val="00311CB6"/>
    <w:rsid w:val="003121C5"/>
    <w:rsid w:val="00312805"/>
    <w:rsid w:val="003129B8"/>
    <w:rsid w:val="0031432A"/>
    <w:rsid w:val="00314734"/>
    <w:rsid w:val="00314AC6"/>
    <w:rsid w:val="0031562C"/>
    <w:rsid w:val="00316E8D"/>
    <w:rsid w:val="00317055"/>
    <w:rsid w:val="00317366"/>
    <w:rsid w:val="003179CD"/>
    <w:rsid w:val="00317EC0"/>
    <w:rsid w:val="003201D8"/>
    <w:rsid w:val="00322AD9"/>
    <w:rsid w:val="00322D4D"/>
    <w:rsid w:val="003240C8"/>
    <w:rsid w:val="003248E7"/>
    <w:rsid w:val="0033288D"/>
    <w:rsid w:val="003332A3"/>
    <w:rsid w:val="00333666"/>
    <w:rsid w:val="00336D70"/>
    <w:rsid w:val="0034007E"/>
    <w:rsid w:val="003401DF"/>
    <w:rsid w:val="00343862"/>
    <w:rsid w:val="003444F2"/>
    <w:rsid w:val="00344B7C"/>
    <w:rsid w:val="00345F09"/>
    <w:rsid w:val="003461D6"/>
    <w:rsid w:val="003508F6"/>
    <w:rsid w:val="00350935"/>
    <w:rsid w:val="00353658"/>
    <w:rsid w:val="00354B64"/>
    <w:rsid w:val="003552EF"/>
    <w:rsid w:val="00357DDC"/>
    <w:rsid w:val="00360168"/>
    <w:rsid w:val="00360200"/>
    <w:rsid w:val="003614F2"/>
    <w:rsid w:val="00362508"/>
    <w:rsid w:val="00364CF2"/>
    <w:rsid w:val="003653A8"/>
    <w:rsid w:val="00367220"/>
    <w:rsid w:val="0037119D"/>
    <w:rsid w:val="0037264C"/>
    <w:rsid w:val="0037562F"/>
    <w:rsid w:val="00376895"/>
    <w:rsid w:val="003776D7"/>
    <w:rsid w:val="00380B45"/>
    <w:rsid w:val="00381322"/>
    <w:rsid w:val="00381A2C"/>
    <w:rsid w:val="0038252A"/>
    <w:rsid w:val="00382CF7"/>
    <w:rsid w:val="0038552E"/>
    <w:rsid w:val="00385FDA"/>
    <w:rsid w:val="00386097"/>
    <w:rsid w:val="003874EF"/>
    <w:rsid w:val="003874FC"/>
    <w:rsid w:val="00393263"/>
    <w:rsid w:val="00393EAB"/>
    <w:rsid w:val="00393EF1"/>
    <w:rsid w:val="003964F5"/>
    <w:rsid w:val="00397C0D"/>
    <w:rsid w:val="003A219C"/>
    <w:rsid w:val="003A4409"/>
    <w:rsid w:val="003A477F"/>
    <w:rsid w:val="003A4AFC"/>
    <w:rsid w:val="003A5925"/>
    <w:rsid w:val="003A5BE4"/>
    <w:rsid w:val="003A7442"/>
    <w:rsid w:val="003B032A"/>
    <w:rsid w:val="003B1778"/>
    <w:rsid w:val="003B2AF1"/>
    <w:rsid w:val="003B3BCD"/>
    <w:rsid w:val="003B3BFC"/>
    <w:rsid w:val="003B3E23"/>
    <w:rsid w:val="003B4B54"/>
    <w:rsid w:val="003B5F91"/>
    <w:rsid w:val="003B7858"/>
    <w:rsid w:val="003C1653"/>
    <w:rsid w:val="003C1CB5"/>
    <w:rsid w:val="003C1FE6"/>
    <w:rsid w:val="003C25C9"/>
    <w:rsid w:val="003C26AC"/>
    <w:rsid w:val="003C2E6E"/>
    <w:rsid w:val="003C3E88"/>
    <w:rsid w:val="003C4094"/>
    <w:rsid w:val="003C436E"/>
    <w:rsid w:val="003C6CB5"/>
    <w:rsid w:val="003C7264"/>
    <w:rsid w:val="003D14E0"/>
    <w:rsid w:val="003D22B4"/>
    <w:rsid w:val="003D2F5E"/>
    <w:rsid w:val="003D322E"/>
    <w:rsid w:val="003D3419"/>
    <w:rsid w:val="003D49EB"/>
    <w:rsid w:val="003D57F1"/>
    <w:rsid w:val="003D6B0D"/>
    <w:rsid w:val="003D703D"/>
    <w:rsid w:val="003E06C7"/>
    <w:rsid w:val="003E0FF1"/>
    <w:rsid w:val="003E1C90"/>
    <w:rsid w:val="003E2E15"/>
    <w:rsid w:val="003E3026"/>
    <w:rsid w:val="003E35DC"/>
    <w:rsid w:val="003E5F55"/>
    <w:rsid w:val="003E6292"/>
    <w:rsid w:val="003E6FEF"/>
    <w:rsid w:val="003F0711"/>
    <w:rsid w:val="003F0D96"/>
    <w:rsid w:val="003F2C2F"/>
    <w:rsid w:val="003F2E16"/>
    <w:rsid w:val="003F2E51"/>
    <w:rsid w:val="003F3D36"/>
    <w:rsid w:val="003F3D8E"/>
    <w:rsid w:val="003F5303"/>
    <w:rsid w:val="003F702C"/>
    <w:rsid w:val="00401797"/>
    <w:rsid w:val="00401A75"/>
    <w:rsid w:val="00404513"/>
    <w:rsid w:val="0040503C"/>
    <w:rsid w:val="00406CE0"/>
    <w:rsid w:val="00407541"/>
    <w:rsid w:val="004122F9"/>
    <w:rsid w:val="00414F68"/>
    <w:rsid w:val="0041662C"/>
    <w:rsid w:val="004167D5"/>
    <w:rsid w:val="00417E42"/>
    <w:rsid w:val="00421974"/>
    <w:rsid w:val="00422DD3"/>
    <w:rsid w:val="00423CC0"/>
    <w:rsid w:val="004247BD"/>
    <w:rsid w:val="00426E40"/>
    <w:rsid w:val="00427008"/>
    <w:rsid w:val="0043025A"/>
    <w:rsid w:val="00431913"/>
    <w:rsid w:val="00433EC4"/>
    <w:rsid w:val="004344AC"/>
    <w:rsid w:val="00434D0D"/>
    <w:rsid w:val="00435CE1"/>
    <w:rsid w:val="004363B2"/>
    <w:rsid w:val="004369F4"/>
    <w:rsid w:val="004402D6"/>
    <w:rsid w:val="00442E8F"/>
    <w:rsid w:val="00443BB1"/>
    <w:rsid w:val="00446C0A"/>
    <w:rsid w:val="00447967"/>
    <w:rsid w:val="00447A02"/>
    <w:rsid w:val="004506D6"/>
    <w:rsid w:val="00450C44"/>
    <w:rsid w:val="00451002"/>
    <w:rsid w:val="00451515"/>
    <w:rsid w:val="00452EB0"/>
    <w:rsid w:val="00453491"/>
    <w:rsid w:val="00454112"/>
    <w:rsid w:val="00454956"/>
    <w:rsid w:val="00454F8C"/>
    <w:rsid w:val="0045754C"/>
    <w:rsid w:val="0046261A"/>
    <w:rsid w:val="004632D5"/>
    <w:rsid w:val="00464035"/>
    <w:rsid w:val="0046485C"/>
    <w:rsid w:val="00465648"/>
    <w:rsid w:val="004660A7"/>
    <w:rsid w:val="0047540D"/>
    <w:rsid w:val="00475F68"/>
    <w:rsid w:val="00480075"/>
    <w:rsid w:val="0048045E"/>
    <w:rsid w:val="0048066C"/>
    <w:rsid w:val="0048261D"/>
    <w:rsid w:val="00483E68"/>
    <w:rsid w:val="0048447D"/>
    <w:rsid w:val="004849E3"/>
    <w:rsid w:val="00485476"/>
    <w:rsid w:val="0048702F"/>
    <w:rsid w:val="004929B7"/>
    <w:rsid w:val="004938DC"/>
    <w:rsid w:val="00495AF9"/>
    <w:rsid w:val="0049666B"/>
    <w:rsid w:val="00497BBA"/>
    <w:rsid w:val="00497C7E"/>
    <w:rsid w:val="004A1174"/>
    <w:rsid w:val="004A123A"/>
    <w:rsid w:val="004A550F"/>
    <w:rsid w:val="004A6F2C"/>
    <w:rsid w:val="004A7735"/>
    <w:rsid w:val="004B14F3"/>
    <w:rsid w:val="004B4157"/>
    <w:rsid w:val="004B51A1"/>
    <w:rsid w:val="004B54D6"/>
    <w:rsid w:val="004B75F1"/>
    <w:rsid w:val="004C0781"/>
    <w:rsid w:val="004C19FE"/>
    <w:rsid w:val="004C4A81"/>
    <w:rsid w:val="004C53AC"/>
    <w:rsid w:val="004C64D7"/>
    <w:rsid w:val="004C6EDF"/>
    <w:rsid w:val="004D010C"/>
    <w:rsid w:val="004D236E"/>
    <w:rsid w:val="004D47A6"/>
    <w:rsid w:val="004D69AC"/>
    <w:rsid w:val="004D7DAE"/>
    <w:rsid w:val="004E2304"/>
    <w:rsid w:val="004E29BC"/>
    <w:rsid w:val="004E3FD0"/>
    <w:rsid w:val="004E52E7"/>
    <w:rsid w:val="004E73B6"/>
    <w:rsid w:val="004F10CC"/>
    <w:rsid w:val="004F1271"/>
    <w:rsid w:val="004F130C"/>
    <w:rsid w:val="004F1B7E"/>
    <w:rsid w:val="004F3878"/>
    <w:rsid w:val="004F4888"/>
    <w:rsid w:val="004F5195"/>
    <w:rsid w:val="004F5599"/>
    <w:rsid w:val="004F596D"/>
    <w:rsid w:val="004F6EDF"/>
    <w:rsid w:val="004F74B5"/>
    <w:rsid w:val="005001E6"/>
    <w:rsid w:val="005003F1"/>
    <w:rsid w:val="0050214B"/>
    <w:rsid w:val="00503694"/>
    <w:rsid w:val="0051099A"/>
    <w:rsid w:val="005112A9"/>
    <w:rsid w:val="00514321"/>
    <w:rsid w:val="005149F6"/>
    <w:rsid w:val="00514E35"/>
    <w:rsid w:val="005150D1"/>
    <w:rsid w:val="005154B0"/>
    <w:rsid w:val="00515545"/>
    <w:rsid w:val="00515F11"/>
    <w:rsid w:val="0051666A"/>
    <w:rsid w:val="00517EE3"/>
    <w:rsid w:val="005212ED"/>
    <w:rsid w:val="005215D9"/>
    <w:rsid w:val="00522399"/>
    <w:rsid w:val="00522982"/>
    <w:rsid w:val="00522992"/>
    <w:rsid w:val="00522F45"/>
    <w:rsid w:val="00523A5C"/>
    <w:rsid w:val="00524C09"/>
    <w:rsid w:val="0052611B"/>
    <w:rsid w:val="00526FFA"/>
    <w:rsid w:val="00531142"/>
    <w:rsid w:val="005324E1"/>
    <w:rsid w:val="005324F8"/>
    <w:rsid w:val="0053587E"/>
    <w:rsid w:val="0054034D"/>
    <w:rsid w:val="00541228"/>
    <w:rsid w:val="0054159C"/>
    <w:rsid w:val="0054338C"/>
    <w:rsid w:val="005435FB"/>
    <w:rsid w:val="00544926"/>
    <w:rsid w:val="00544B10"/>
    <w:rsid w:val="00545DD9"/>
    <w:rsid w:val="00545E9A"/>
    <w:rsid w:val="00545F6A"/>
    <w:rsid w:val="00550118"/>
    <w:rsid w:val="0055228A"/>
    <w:rsid w:val="005527C8"/>
    <w:rsid w:val="00553264"/>
    <w:rsid w:val="005533B0"/>
    <w:rsid w:val="00553A59"/>
    <w:rsid w:val="00553B36"/>
    <w:rsid w:val="0055449A"/>
    <w:rsid w:val="00554FD6"/>
    <w:rsid w:val="00560162"/>
    <w:rsid w:val="00561B6E"/>
    <w:rsid w:val="00561CCB"/>
    <w:rsid w:val="005659B5"/>
    <w:rsid w:val="00565AA4"/>
    <w:rsid w:val="0056607C"/>
    <w:rsid w:val="00567247"/>
    <w:rsid w:val="0057078B"/>
    <w:rsid w:val="00572EC1"/>
    <w:rsid w:val="005743EF"/>
    <w:rsid w:val="00576B23"/>
    <w:rsid w:val="00577D7C"/>
    <w:rsid w:val="00580C5D"/>
    <w:rsid w:val="00582206"/>
    <w:rsid w:val="00584D7C"/>
    <w:rsid w:val="0058533C"/>
    <w:rsid w:val="005854E3"/>
    <w:rsid w:val="00586A43"/>
    <w:rsid w:val="005873FE"/>
    <w:rsid w:val="0058766C"/>
    <w:rsid w:val="005879BD"/>
    <w:rsid w:val="005916CD"/>
    <w:rsid w:val="005920AE"/>
    <w:rsid w:val="00593460"/>
    <w:rsid w:val="0059569C"/>
    <w:rsid w:val="00595A52"/>
    <w:rsid w:val="005971BA"/>
    <w:rsid w:val="0059773A"/>
    <w:rsid w:val="005977A8"/>
    <w:rsid w:val="00597E31"/>
    <w:rsid w:val="005A200A"/>
    <w:rsid w:val="005A4109"/>
    <w:rsid w:val="005A4C65"/>
    <w:rsid w:val="005B0703"/>
    <w:rsid w:val="005B0818"/>
    <w:rsid w:val="005B13D7"/>
    <w:rsid w:val="005B1504"/>
    <w:rsid w:val="005B2065"/>
    <w:rsid w:val="005B3E5B"/>
    <w:rsid w:val="005B4EA5"/>
    <w:rsid w:val="005B5A30"/>
    <w:rsid w:val="005B7919"/>
    <w:rsid w:val="005C0751"/>
    <w:rsid w:val="005C2F99"/>
    <w:rsid w:val="005C358D"/>
    <w:rsid w:val="005C4170"/>
    <w:rsid w:val="005C4AB3"/>
    <w:rsid w:val="005C5755"/>
    <w:rsid w:val="005C5821"/>
    <w:rsid w:val="005C61FD"/>
    <w:rsid w:val="005D0FB6"/>
    <w:rsid w:val="005D1156"/>
    <w:rsid w:val="005D1A6C"/>
    <w:rsid w:val="005D3553"/>
    <w:rsid w:val="005D416B"/>
    <w:rsid w:val="005D5816"/>
    <w:rsid w:val="005D6587"/>
    <w:rsid w:val="005D7999"/>
    <w:rsid w:val="005D7EE3"/>
    <w:rsid w:val="005E0AED"/>
    <w:rsid w:val="005E1F63"/>
    <w:rsid w:val="005E2EFC"/>
    <w:rsid w:val="005E636A"/>
    <w:rsid w:val="005E6F18"/>
    <w:rsid w:val="005E7421"/>
    <w:rsid w:val="005E7D78"/>
    <w:rsid w:val="005F25C1"/>
    <w:rsid w:val="005F2D22"/>
    <w:rsid w:val="005F2F5E"/>
    <w:rsid w:val="005F5611"/>
    <w:rsid w:val="005F5A8C"/>
    <w:rsid w:val="005F6465"/>
    <w:rsid w:val="005F7BF8"/>
    <w:rsid w:val="005F7CCC"/>
    <w:rsid w:val="0060080B"/>
    <w:rsid w:val="00603092"/>
    <w:rsid w:val="006030F6"/>
    <w:rsid w:val="00605B44"/>
    <w:rsid w:val="00607C9D"/>
    <w:rsid w:val="0061198E"/>
    <w:rsid w:val="006119CC"/>
    <w:rsid w:val="00611AF2"/>
    <w:rsid w:val="00612D70"/>
    <w:rsid w:val="00612F0F"/>
    <w:rsid w:val="006147A1"/>
    <w:rsid w:val="0061601C"/>
    <w:rsid w:val="006166FE"/>
    <w:rsid w:val="00616DDD"/>
    <w:rsid w:val="0061791C"/>
    <w:rsid w:val="00621FC1"/>
    <w:rsid w:val="006220D9"/>
    <w:rsid w:val="00622380"/>
    <w:rsid w:val="00622C0C"/>
    <w:rsid w:val="00625307"/>
    <w:rsid w:val="00625811"/>
    <w:rsid w:val="00626982"/>
    <w:rsid w:val="00626FAE"/>
    <w:rsid w:val="0062753C"/>
    <w:rsid w:val="00627ADE"/>
    <w:rsid w:val="00627C83"/>
    <w:rsid w:val="0063087B"/>
    <w:rsid w:val="00631C6D"/>
    <w:rsid w:val="00635613"/>
    <w:rsid w:val="00635950"/>
    <w:rsid w:val="0063602B"/>
    <w:rsid w:val="0063647C"/>
    <w:rsid w:val="00636E94"/>
    <w:rsid w:val="00642613"/>
    <w:rsid w:val="00642AD6"/>
    <w:rsid w:val="00643FBE"/>
    <w:rsid w:val="00645AAE"/>
    <w:rsid w:val="00645C4F"/>
    <w:rsid w:val="00646D60"/>
    <w:rsid w:val="006519E9"/>
    <w:rsid w:val="006536D7"/>
    <w:rsid w:val="00654D8D"/>
    <w:rsid w:val="006551DD"/>
    <w:rsid w:val="00655A85"/>
    <w:rsid w:val="006576ED"/>
    <w:rsid w:val="00657C8E"/>
    <w:rsid w:val="00657F96"/>
    <w:rsid w:val="006621A3"/>
    <w:rsid w:val="00664CD3"/>
    <w:rsid w:val="00665028"/>
    <w:rsid w:val="0066518C"/>
    <w:rsid w:val="00665763"/>
    <w:rsid w:val="00670BC4"/>
    <w:rsid w:val="00670C21"/>
    <w:rsid w:val="00672320"/>
    <w:rsid w:val="00673122"/>
    <w:rsid w:val="00674AF4"/>
    <w:rsid w:val="00674B53"/>
    <w:rsid w:val="00674F20"/>
    <w:rsid w:val="0067584E"/>
    <w:rsid w:val="00675A42"/>
    <w:rsid w:val="00675CF7"/>
    <w:rsid w:val="006769B0"/>
    <w:rsid w:val="00676E02"/>
    <w:rsid w:val="00680C64"/>
    <w:rsid w:val="00681BA2"/>
    <w:rsid w:val="00686C6D"/>
    <w:rsid w:val="0069234D"/>
    <w:rsid w:val="006925EF"/>
    <w:rsid w:val="006934FA"/>
    <w:rsid w:val="0069392A"/>
    <w:rsid w:val="00695B67"/>
    <w:rsid w:val="006969EC"/>
    <w:rsid w:val="00696C37"/>
    <w:rsid w:val="00697941"/>
    <w:rsid w:val="00697A43"/>
    <w:rsid w:val="00697BD2"/>
    <w:rsid w:val="006A1F35"/>
    <w:rsid w:val="006A2C1D"/>
    <w:rsid w:val="006A341F"/>
    <w:rsid w:val="006A5EBC"/>
    <w:rsid w:val="006A75E3"/>
    <w:rsid w:val="006B01BB"/>
    <w:rsid w:val="006B1B0A"/>
    <w:rsid w:val="006B2B82"/>
    <w:rsid w:val="006B5B8C"/>
    <w:rsid w:val="006B6B36"/>
    <w:rsid w:val="006B7602"/>
    <w:rsid w:val="006C0FBD"/>
    <w:rsid w:val="006C25B9"/>
    <w:rsid w:val="006C35F3"/>
    <w:rsid w:val="006C53E5"/>
    <w:rsid w:val="006C70E9"/>
    <w:rsid w:val="006D06D1"/>
    <w:rsid w:val="006D32CC"/>
    <w:rsid w:val="006D58C3"/>
    <w:rsid w:val="006D666D"/>
    <w:rsid w:val="006D746E"/>
    <w:rsid w:val="006E14ED"/>
    <w:rsid w:val="006E184A"/>
    <w:rsid w:val="006E2C62"/>
    <w:rsid w:val="006E2D99"/>
    <w:rsid w:val="006E57AD"/>
    <w:rsid w:val="006E57BA"/>
    <w:rsid w:val="006E6714"/>
    <w:rsid w:val="006E6FA3"/>
    <w:rsid w:val="006E75F5"/>
    <w:rsid w:val="006F04E1"/>
    <w:rsid w:val="006F15E8"/>
    <w:rsid w:val="006F1BD4"/>
    <w:rsid w:val="006F3169"/>
    <w:rsid w:val="006F35F6"/>
    <w:rsid w:val="006F3742"/>
    <w:rsid w:val="006F385E"/>
    <w:rsid w:val="006F4912"/>
    <w:rsid w:val="006F6093"/>
    <w:rsid w:val="006F67E3"/>
    <w:rsid w:val="006F7686"/>
    <w:rsid w:val="006F7816"/>
    <w:rsid w:val="00700DF1"/>
    <w:rsid w:val="00700F57"/>
    <w:rsid w:val="00701A8A"/>
    <w:rsid w:val="00702908"/>
    <w:rsid w:val="00703278"/>
    <w:rsid w:val="00704010"/>
    <w:rsid w:val="00704E42"/>
    <w:rsid w:val="00705617"/>
    <w:rsid w:val="00707382"/>
    <w:rsid w:val="00717105"/>
    <w:rsid w:val="00721E8B"/>
    <w:rsid w:val="0072222C"/>
    <w:rsid w:val="0072492F"/>
    <w:rsid w:val="00725395"/>
    <w:rsid w:val="00726649"/>
    <w:rsid w:val="007310E6"/>
    <w:rsid w:val="00731319"/>
    <w:rsid w:val="007322C5"/>
    <w:rsid w:val="00732304"/>
    <w:rsid w:val="0073307B"/>
    <w:rsid w:val="00734A6C"/>
    <w:rsid w:val="007354D5"/>
    <w:rsid w:val="00735B1D"/>
    <w:rsid w:val="007371EC"/>
    <w:rsid w:val="00737618"/>
    <w:rsid w:val="00740912"/>
    <w:rsid w:val="00740A44"/>
    <w:rsid w:val="00741E7E"/>
    <w:rsid w:val="00742AB3"/>
    <w:rsid w:val="00743280"/>
    <w:rsid w:val="0074363F"/>
    <w:rsid w:val="007466CE"/>
    <w:rsid w:val="00747497"/>
    <w:rsid w:val="00747637"/>
    <w:rsid w:val="00747F8A"/>
    <w:rsid w:val="0075012F"/>
    <w:rsid w:val="007513C9"/>
    <w:rsid w:val="00751A5A"/>
    <w:rsid w:val="00751AE5"/>
    <w:rsid w:val="0075368A"/>
    <w:rsid w:val="007544C6"/>
    <w:rsid w:val="007552B6"/>
    <w:rsid w:val="007570EF"/>
    <w:rsid w:val="0076032B"/>
    <w:rsid w:val="007617DA"/>
    <w:rsid w:val="00762B1B"/>
    <w:rsid w:val="007630BD"/>
    <w:rsid w:val="00763565"/>
    <w:rsid w:val="00763EB7"/>
    <w:rsid w:val="007642D8"/>
    <w:rsid w:val="00764B00"/>
    <w:rsid w:val="00766998"/>
    <w:rsid w:val="00770D27"/>
    <w:rsid w:val="00771B36"/>
    <w:rsid w:val="007740EE"/>
    <w:rsid w:val="00774BA9"/>
    <w:rsid w:val="00775044"/>
    <w:rsid w:val="00776CA5"/>
    <w:rsid w:val="007805AB"/>
    <w:rsid w:val="00780665"/>
    <w:rsid w:val="0078207F"/>
    <w:rsid w:val="00782A84"/>
    <w:rsid w:val="00783031"/>
    <w:rsid w:val="0078335C"/>
    <w:rsid w:val="00783F3E"/>
    <w:rsid w:val="00790CE5"/>
    <w:rsid w:val="00790E69"/>
    <w:rsid w:val="0079308C"/>
    <w:rsid w:val="007941B7"/>
    <w:rsid w:val="00795625"/>
    <w:rsid w:val="007976A3"/>
    <w:rsid w:val="00797ACC"/>
    <w:rsid w:val="007A0426"/>
    <w:rsid w:val="007A10E4"/>
    <w:rsid w:val="007A270F"/>
    <w:rsid w:val="007A3377"/>
    <w:rsid w:val="007A481B"/>
    <w:rsid w:val="007A5555"/>
    <w:rsid w:val="007A5E02"/>
    <w:rsid w:val="007A6CCE"/>
    <w:rsid w:val="007B0298"/>
    <w:rsid w:val="007B0A6D"/>
    <w:rsid w:val="007B1950"/>
    <w:rsid w:val="007B1B94"/>
    <w:rsid w:val="007B233E"/>
    <w:rsid w:val="007B3AC5"/>
    <w:rsid w:val="007B3B41"/>
    <w:rsid w:val="007B3FBA"/>
    <w:rsid w:val="007B49F0"/>
    <w:rsid w:val="007B65E2"/>
    <w:rsid w:val="007B69C5"/>
    <w:rsid w:val="007C45FA"/>
    <w:rsid w:val="007C50B8"/>
    <w:rsid w:val="007C5A62"/>
    <w:rsid w:val="007C5B43"/>
    <w:rsid w:val="007C674C"/>
    <w:rsid w:val="007C68B4"/>
    <w:rsid w:val="007C6B86"/>
    <w:rsid w:val="007C6D0B"/>
    <w:rsid w:val="007C78A6"/>
    <w:rsid w:val="007C7ABB"/>
    <w:rsid w:val="007D06A4"/>
    <w:rsid w:val="007D0D46"/>
    <w:rsid w:val="007D0E2F"/>
    <w:rsid w:val="007D1FD3"/>
    <w:rsid w:val="007D24E7"/>
    <w:rsid w:val="007D2EB3"/>
    <w:rsid w:val="007D428E"/>
    <w:rsid w:val="007D6A89"/>
    <w:rsid w:val="007D6B6F"/>
    <w:rsid w:val="007D7BFE"/>
    <w:rsid w:val="007D7F07"/>
    <w:rsid w:val="007E1729"/>
    <w:rsid w:val="007E1A29"/>
    <w:rsid w:val="007E217A"/>
    <w:rsid w:val="007E2814"/>
    <w:rsid w:val="007E383A"/>
    <w:rsid w:val="007E485A"/>
    <w:rsid w:val="007E59FD"/>
    <w:rsid w:val="007E7B49"/>
    <w:rsid w:val="007F0703"/>
    <w:rsid w:val="007F1CCB"/>
    <w:rsid w:val="007F2615"/>
    <w:rsid w:val="007F38BC"/>
    <w:rsid w:val="007F3949"/>
    <w:rsid w:val="007F4137"/>
    <w:rsid w:val="007F4605"/>
    <w:rsid w:val="007F5C5C"/>
    <w:rsid w:val="007F64A1"/>
    <w:rsid w:val="007F691D"/>
    <w:rsid w:val="00800713"/>
    <w:rsid w:val="00803A8F"/>
    <w:rsid w:val="00806805"/>
    <w:rsid w:val="008116E8"/>
    <w:rsid w:val="00811809"/>
    <w:rsid w:val="008129D0"/>
    <w:rsid w:val="00813DE2"/>
    <w:rsid w:val="00815B90"/>
    <w:rsid w:val="00815E78"/>
    <w:rsid w:val="008165E7"/>
    <w:rsid w:val="0081725D"/>
    <w:rsid w:val="008208BD"/>
    <w:rsid w:val="0082131E"/>
    <w:rsid w:val="0082214B"/>
    <w:rsid w:val="00822206"/>
    <w:rsid w:val="00822FBB"/>
    <w:rsid w:val="008238E0"/>
    <w:rsid w:val="008242F5"/>
    <w:rsid w:val="00826F5F"/>
    <w:rsid w:val="00827522"/>
    <w:rsid w:val="00827DE2"/>
    <w:rsid w:val="00830888"/>
    <w:rsid w:val="00830AFD"/>
    <w:rsid w:val="00831310"/>
    <w:rsid w:val="00835D28"/>
    <w:rsid w:val="00835F4D"/>
    <w:rsid w:val="0083699D"/>
    <w:rsid w:val="008373EB"/>
    <w:rsid w:val="00837505"/>
    <w:rsid w:val="00840E2C"/>
    <w:rsid w:val="00847C4A"/>
    <w:rsid w:val="00850B9E"/>
    <w:rsid w:val="00850D4C"/>
    <w:rsid w:val="0085281B"/>
    <w:rsid w:val="00853342"/>
    <w:rsid w:val="0085386D"/>
    <w:rsid w:val="00853EDE"/>
    <w:rsid w:val="0085577E"/>
    <w:rsid w:val="00856492"/>
    <w:rsid w:val="0086084E"/>
    <w:rsid w:val="0086192C"/>
    <w:rsid w:val="008621ED"/>
    <w:rsid w:val="008624A4"/>
    <w:rsid w:val="00862C44"/>
    <w:rsid w:val="00863112"/>
    <w:rsid w:val="0086508D"/>
    <w:rsid w:val="00866664"/>
    <w:rsid w:val="00871206"/>
    <w:rsid w:val="008712C2"/>
    <w:rsid w:val="0087368B"/>
    <w:rsid w:val="008759AA"/>
    <w:rsid w:val="00876172"/>
    <w:rsid w:val="00880A58"/>
    <w:rsid w:val="0088118D"/>
    <w:rsid w:val="008815EB"/>
    <w:rsid w:val="00881C58"/>
    <w:rsid w:val="0088256F"/>
    <w:rsid w:val="008839B1"/>
    <w:rsid w:val="0088422D"/>
    <w:rsid w:val="00884E26"/>
    <w:rsid w:val="0088579A"/>
    <w:rsid w:val="00886C74"/>
    <w:rsid w:val="00887574"/>
    <w:rsid w:val="00887584"/>
    <w:rsid w:val="00891B9C"/>
    <w:rsid w:val="00892195"/>
    <w:rsid w:val="008939AA"/>
    <w:rsid w:val="00893A64"/>
    <w:rsid w:val="008940CD"/>
    <w:rsid w:val="00895721"/>
    <w:rsid w:val="008A0BB3"/>
    <w:rsid w:val="008A4471"/>
    <w:rsid w:val="008A47AD"/>
    <w:rsid w:val="008A4E99"/>
    <w:rsid w:val="008A5297"/>
    <w:rsid w:val="008B06B8"/>
    <w:rsid w:val="008B077D"/>
    <w:rsid w:val="008B1CB6"/>
    <w:rsid w:val="008B1E02"/>
    <w:rsid w:val="008B265E"/>
    <w:rsid w:val="008B3026"/>
    <w:rsid w:val="008B30EB"/>
    <w:rsid w:val="008B5649"/>
    <w:rsid w:val="008B5E66"/>
    <w:rsid w:val="008B60D1"/>
    <w:rsid w:val="008B7015"/>
    <w:rsid w:val="008C1ACB"/>
    <w:rsid w:val="008C3B18"/>
    <w:rsid w:val="008C58FF"/>
    <w:rsid w:val="008C6238"/>
    <w:rsid w:val="008C6871"/>
    <w:rsid w:val="008C6FE2"/>
    <w:rsid w:val="008D072F"/>
    <w:rsid w:val="008D29BA"/>
    <w:rsid w:val="008D399D"/>
    <w:rsid w:val="008D3AAE"/>
    <w:rsid w:val="008D702A"/>
    <w:rsid w:val="008E0402"/>
    <w:rsid w:val="008E4FD1"/>
    <w:rsid w:val="008E5687"/>
    <w:rsid w:val="008E5DA3"/>
    <w:rsid w:val="008E6E7C"/>
    <w:rsid w:val="008E6EAF"/>
    <w:rsid w:val="008E7F9B"/>
    <w:rsid w:val="008F0437"/>
    <w:rsid w:val="008F13F5"/>
    <w:rsid w:val="008F3563"/>
    <w:rsid w:val="008F38A5"/>
    <w:rsid w:val="008F3AE2"/>
    <w:rsid w:val="008F4006"/>
    <w:rsid w:val="008F42E1"/>
    <w:rsid w:val="008F61CE"/>
    <w:rsid w:val="008F6934"/>
    <w:rsid w:val="008F7878"/>
    <w:rsid w:val="009003AD"/>
    <w:rsid w:val="00903DED"/>
    <w:rsid w:val="009059CF"/>
    <w:rsid w:val="009127FD"/>
    <w:rsid w:val="00914416"/>
    <w:rsid w:val="009145F4"/>
    <w:rsid w:val="00917C53"/>
    <w:rsid w:val="009208CC"/>
    <w:rsid w:val="00921588"/>
    <w:rsid w:val="0092194A"/>
    <w:rsid w:val="00921F56"/>
    <w:rsid w:val="00922352"/>
    <w:rsid w:val="00922A78"/>
    <w:rsid w:val="0092330D"/>
    <w:rsid w:val="0092456D"/>
    <w:rsid w:val="00924BCA"/>
    <w:rsid w:val="00924F04"/>
    <w:rsid w:val="0092695B"/>
    <w:rsid w:val="00930177"/>
    <w:rsid w:val="00931299"/>
    <w:rsid w:val="00931BA2"/>
    <w:rsid w:val="009324B8"/>
    <w:rsid w:val="009336A0"/>
    <w:rsid w:val="00933720"/>
    <w:rsid w:val="00933925"/>
    <w:rsid w:val="009359CA"/>
    <w:rsid w:val="0093642B"/>
    <w:rsid w:val="00936639"/>
    <w:rsid w:val="00937302"/>
    <w:rsid w:val="00937F5D"/>
    <w:rsid w:val="00942925"/>
    <w:rsid w:val="00944068"/>
    <w:rsid w:val="0094479D"/>
    <w:rsid w:val="00944DF9"/>
    <w:rsid w:val="00946997"/>
    <w:rsid w:val="00947541"/>
    <w:rsid w:val="00947D57"/>
    <w:rsid w:val="00952718"/>
    <w:rsid w:val="00953241"/>
    <w:rsid w:val="0095597D"/>
    <w:rsid w:val="00956E9D"/>
    <w:rsid w:val="009576A3"/>
    <w:rsid w:val="009603BA"/>
    <w:rsid w:val="00963439"/>
    <w:rsid w:val="00964357"/>
    <w:rsid w:val="00964AAA"/>
    <w:rsid w:val="00965571"/>
    <w:rsid w:val="00966450"/>
    <w:rsid w:val="00967F40"/>
    <w:rsid w:val="00970A49"/>
    <w:rsid w:val="00970CC8"/>
    <w:rsid w:val="00972929"/>
    <w:rsid w:val="00973026"/>
    <w:rsid w:val="00977321"/>
    <w:rsid w:val="00980F0D"/>
    <w:rsid w:val="00983AA2"/>
    <w:rsid w:val="00983B36"/>
    <w:rsid w:val="0098487E"/>
    <w:rsid w:val="00984E07"/>
    <w:rsid w:val="009907A6"/>
    <w:rsid w:val="00990830"/>
    <w:rsid w:val="00991C44"/>
    <w:rsid w:val="00995E97"/>
    <w:rsid w:val="0099749F"/>
    <w:rsid w:val="00997A58"/>
    <w:rsid w:val="00997C98"/>
    <w:rsid w:val="009A0D67"/>
    <w:rsid w:val="009A1412"/>
    <w:rsid w:val="009A40A6"/>
    <w:rsid w:val="009A59F7"/>
    <w:rsid w:val="009A6E12"/>
    <w:rsid w:val="009A78F2"/>
    <w:rsid w:val="009A7C37"/>
    <w:rsid w:val="009B22B5"/>
    <w:rsid w:val="009B2B77"/>
    <w:rsid w:val="009B2E1F"/>
    <w:rsid w:val="009B335C"/>
    <w:rsid w:val="009B440C"/>
    <w:rsid w:val="009B5A9E"/>
    <w:rsid w:val="009B5C44"/>
    <w:rsid w:val="009B702B"/>
    <w:rsid w:val="009B723A"/>
    <w:rsid w:val="009C08CD"/>
    <w:rsid w:val="009C0A92"/>
    <w:rsid w:val="009C0FE3"/>
    <w:rsid w:val="009C3734"/>
    <w:rsid w:val="009C72B3"/>
    <w:rsid w:val="009D0CF2"/>
    <w:rsid w:val="009D21F2"/>
    <w:rsid w:val="009D22EC"/>
    <w:rsid w:val="009D2D2C"/>
    <w:rsid w:val="009D3249"/>
    <w:rsid w:val="009D3D7A"/>
    <w:rsid w:val="009D542D"/>
    <w:rsid w:val="009D7C84"/>
    <w:rsid w:val="009E1F12"/>
    <w:rsid w:val="009E309F"/>
    <w:rsid w:val="009E4646"/>
    <w:rsid w:val="009E5A2F"/>
    <w:rsid w:val="009E66F6"/>
    <w:rsid w:val="009F01E2"/>
    <w:rsid w:val="009F0F5E"/>
    <w:rsid w:val="009F1665"/>
    <w:rsid w:val="009F25F1"/>
    <w:rsid w:val="009F2BF1"/>
    <w:rsid w:val="009F4B71"/>
    <w:rsid w:val="009F4CAB"/>
    <w:rsid w:val="009F7255"/>
    <w:rsid w:val="00A02E60"/>
    <w:rsid w:val="00A036A3"/>
    <w:rsid w:val="00A056F3"/>
    <w:rsid w:val="00A07690"/>
    <w:rsid w:val="00A1127E"/>
    <w:rsid w:val="00A115D3"/>
    <w:rsid w:val="00A11865"/>
    <w:rsid w:val="00A11EE1"/>
    <w:rsid w:val="00A14F3A"/>
    <w:rsid w:val="00A15245"/>
    <w:rsid w:val="00A15442"/>
    <w:rsid w:val="00A16676"/>
    <w:rsid w:val="00A169D4"/>
    <w:rsid w:val="00A17332"/>
    <w:rsid w:val="00A21299"/>
    <w:rsid w:val="00A21521"/>
    <w:rsid w:val="00A2310A"/>
    <w:rsid w:val="00A23398"/>
    <w:rsid w:val="00A243C0"/>
    <w:rsid w:val="00A2704A"/>
    <w:rsid w:val="00A30CA0"/>
    <w:rsid w:val="00A31E2D"/>
    <w:rsid w:val="00A32FCD"/>
    <w:rsid w:val="00A33145"/>
    <w:rsid w:val="00A34738"/>
    <w:rsid w:val="00A352FD"/>
    <w:rsid w:val="00A359D6"/>
    <w:rsid w:val="00A35BAF"/>
    <w:rsid w:val="00A35E62"/>
    <w:rsid w:val="00A45FC0"/>
    <w:rsid w:val="00A46812"/>
    <w:rsid w:val="00A500D4"/>
    <w:rsid w:val="00A503E6"/>
    <w:rsid w:val="00A50B93"/>
    <w:rsid w:val="00A515F1"/>
    <w:rsid w:val="00A5494C"/>
    <w:rsid w:val="00A54EA4"/>
    <w:rsid w:val="00A555CE"/>
    <w:rsid w:val="00A57E5A"/>
    <w:rsid w:val="00A60101"/>
    <w:rsid w:val="00A604D0"/>
    <w:rsid w:val="00A61944"/>
    <w:rsid w:val="00A62C8B"/>
    <w:rsid w:val="00A62F80"/>
    <w:rsid w:val="00A63782"/>
    <w:rsid w:val="00A66FAC"/>
    <w:rsid w:val="00A70CCA"/>
    <w:rsid w:val="00A71ECC"/>
    <w:rsid w:val="00A742D3"/>
    <w:rsid w:val="00A7779F"/>
    <w:rsid w:val="00A8018B"/>
    <w:rsid w:val="00A8075B"/>
    <w:rsid w:val="00A81B57"/>
    <w:rsid w:val="00A845F5"/>
    <w:rsid w:val="00A85642"/>
    <w:rsid w:val="00A85752"/>
    <w:rsid w:val="00A87C8A"/>
    <w:rsid w:val="00A900B9"/>
    <w:rsid w:val="00A9016B"/>
    <w:rsid w:val="00A90229"/>
    <w:rsid w:val="00A90F2B"/>
    <w:rsid w:val="00A946B0"/>
    <w:rsid w:val="00A94FDB"/>
    <w:rsid w:val="00AA0493"/>
    <w:rsid w:val="00AA0E32"/>
    <w:rsid w:val="00AA155F"/>
    <w:rsid w:val="00AA31FC"/>
    <w:rsid w:val="00AA38E3"/>
    <w:rsid w:val="00AA44A4"/>
    <w:rsid w:val="00AA6800"/>
    <w:rsid w:val="00AB0EDC"/>
    <w:rsid w:val="00AB1645"/>
    <w:rsid w:val="00AB1D9B"/>
    <w:rsid w:val="00AB3080"/>
    <w:rsid w:val="00AB3CC6"/>
    <w:rsid w:val="00AB4FE6"/>
    <w:rsid w:val="00AB6C3C"/>
    <w:rsid w:val="00AB770A"/>
    <w:rsid w:val="00AC006C"/>
    <w:rsid w:val="00AC129F"/>
    <w:rsid w:val="00AC32BF"/>
    <w:rsid w:val="00AC34A6"/>
    <w:rsid w:val="00AC4F54"/>
    <w:rsid w:val="00AC66D1"/>
    <w:rsid w:val="00AC6F7C"/>
    <w:rsid w:val="00AC7584"/>
    <w:rsid w:val="00AC795C"/>
    <w:rsid w:val="00AD205A"/>
    <w:rsid w:val="00AD2AAE"/>
    <w:rsid w:val="00AD38AC"/>
    <w:rsid w:val="00AD491F"/>
    <w:rsid w:val="00AD6312"/>
    <w:rsid w:val="00AD6C95"/>
    <w:rsid w:val="00AD71BA"/>
    <w:rsid w:val="00AD756B"/>
    <w:rsid w:val="00AE11EA"/>
    <w:rsid w:val="00AE2A05"/>
    <w:rsid w:val="00AE2F24"/>
    <w:rsid w:val="00AE35D3"/>
    <w:rsid w:val="00AE6D18"/>
    <w:rsid w:val="00AE7653"/>
    <w:rsid w:val="00AE7E3D"/>
    <w:rsid w:val="00AF06FE"/>
    <w:rsid w:val="00AF0771"/>
    <w:rsid w:val="00AF12E3"/>
    <w:rsid w:val="00AF1E13"/>
    <w:rsid w:val="00AF26C6"/>
    <w:rsid w:val="00AF2772"/>
    <w:rsid w:val="00AF43CD"/>
    <w:rsid w:val="00AF4EC6"/>
    <w:rsid w:val="00AF5567"/>
    <w:rsid w:val="00AF763C"/>
    <w:rsid w:val="00B00EF1"/>
    <w:rsid w:val="00B01086"/>
    <w:rsid w:val="00B022F9"/>
    <w:rsid w:val="00B02FA7"/>
    <w:rsid w:val="00B03A8A"/>
    <w:rsid w:val="00B03EB3"/>
    <w:rsid w:val="00B0408C"/>
    <w:rsid w:val="00B04F8C"/>
    <w:rsid w:val="00B056C4"/>
    <w:rsid w:val="00B05EB0"/>
    <w:rsid w:val="00B07835"/>
    <w:rsid w:val="00B07F85"/>
    <w:rsid w:val="00B10A37"/>
    <w:rsid w:val="00B11BBE"/>
    <w:rsid w:val="00B12ACB"/>
    <w:rsid w:val="00B13CF4"/>
    <w:rsid w:val="00B154BB"/>
    <w:rsid w:val="00B16384"/>
    <w:rsid w:val="00B20477"/>
    <w:rsid w:val="00B222F5"/>
    <w:rsid w:val="00B24D33"/>
    <w:rsid w:val="00B24EB8"/>
    <w:rsid w:val="00B24F7A"/>
    <w:rsid w:val="00B256D2"/>
    <w:rsid w:val="00B3341C"/>
    <w:rsid w:val="00B33F73"/>
    <w:rsid w:val="00B34898"/>
    <w:rsid w:val="00B3490E"/>
    <w:rsid w:val="00B355E2"/>
    <w:rsid w:val="00B35F7E"/>
    <w:rsid w:val="00B374B7"/>
    <w:rsid w:val="00B41124"/>
    <w:rsid w:val="00B42E16"/>
    <w:rsid w:val="00B444FD"/>
    <w:rsid w:val="00B4506E"/>
    <w:rsid w:val="00B4698E"/>
    <w:rsid w:val="00B46C02"/>
    <w:rsid w:val="00B46E01"/>
    <w:rsid w:val="00B476BA"/>
    <w:rsid w:val="00B50DB8"/>
    <w:rsid w:val="00B51633"/>
    <w:rsid w:val="00B51B3A"/>
    <w:rsid w:val="00B5226A"/>
    <w:rsid w:val="00B567BB"/>
    <w:rsid w:val="00B61140"/>
    <w:rsid w:val="00B61357"/>
    <w:rsid w:val="00B6202B"/>
    <w:rsid w:val="00B631C0"/>
    <w:rsid w:val="00B6381B"/>
    <w:rsid w:val="00B639C7"/>
    <w:rsid w:val="00B63BDB"/>
    <w:rsid w:val="00B6693C"/>
    <w:rsid w:val="00B6707C"/>
    <w:rsid w:val="00B71C3C"/>
    <w:rsid w:val="00B72422"/>
    <w:rsid w:val="00B7332B"/>
    <w:rsid w:val="00B7478C"/>
    <w:rsid w:val="00B767DC"/>
    <w:rsid w:val="00B81236"/>
    <w:rsid w:val="00B81845"/>
    <w:rsid w:val="00B82B59"/>
    <w:rsid w:val="00B83CC6"/>
    <w:rsid w:val="00B8479C"/>
    <w:rsid w:val="00B85649"/>
    <w:rsid w:val="00B865EA"/>
    <w:rsid w:val="00B90335"/>
    <w:rsid w:val="00B9195E"/>
    <w:rsid w:val="00B941DD"/>
    <w:rsid w:val="00B961E8"/>
    <w:rsid w:val="00B9735A"/>
    <w:rsid w:val="00BA188E"/>
    <w:rsid w:val="00BA1A1C"/>
    <w:rsid w:val="00BA1BB6"/>
    <w:rsid w:val="00BA21F5"/>
    <w:rsid w:val="00BA2736"/>
    <w:rsid w:val="00BA3310"/>
    <w:rsid w:val="00BA54F1"/>
    <w:rsid w:val="00BA7EE4"/>
    <w:rsid w:val="00BB17A2"/>
    <w:rsid w:val="00BB2B84"/>
    <w:rsid w:val="00BB2EC5"/>
    <w:rsid w:val="00BB2EEE"/>
    <w:rsid w:val="00BB3C9E"/>
    <w:rsid w:val="00BB41D4"/>
    <w:rsid w:val="00BB5A4F"/>
    <w:rsid w:val="00BB6C77"/>
    <w:rsid w:val="00BC11EB"/>
    <w:rsid w:val="00BC148C"/>
    <w:rsid w:val="00BC150D"/>
    <w:rsid w:val="00BC169A"/>
    <w:rsid w:val="00BC2F33"/>
    <w:rsid w:val="00BC3643"/>
    <w:rsid w:val="00BC5DBF"/>
    <w:rsid w:val="00BD053B"/>
    <w:rsid w:val="00BD12C6"/>
    <w:rsid w:val="00BD289B"/>
    <w:rsid w:val="00BD4ACB"/>
    <w:rsid w:val="00BD5C27"/>
    <w:rsid w:val="00BD5D3D"/>
    <w:rsid w:val="00BD65DC"/>
    <w:rsid w:val="00BE08AE"/>
    <w:rsid w:val="00BE1EF3"/>
    <w:rsid w:val="00BE2866"/>
    <w:rsid w:val="00BE286A"/>
    <w:rsid w:val="00BE2F62"/>
    <w:rsid w:val="00BE3002"/>
    <w:rsid w:val="00BE547F"/>
    <w:rsid w:val="00BE5F4C"/>
    <w:rsid w:val="00BE7BDF"/>
    <w:rsid w:val="00BF224C"/>
    <w:rsid w:val="00BF27EB"/>
    <w:rsid w:val="00BF36E1"/>
    <w:rsid w:val="00BF5475"/>
    <w:rsid w:val="00BF614E"/>
    <w:rsid w:val="00C01F13"/>
    <w:rsid w:val="00C03A85"/>
    <w:rsid w:val="00C049B4"/>
    <w:rsid w:val="00C0629F"/>
    <w:rsid w:val="00C06CC4"/>
    <w:rsid w:val="00C078B4"/>
    <w:rsid w:val="00C078E8"/>
    <w:rsid w:val="00C106CC"/>
    <w:rsid w:val="00C1226F"/>
    <w:rsid w:val="00C1249C"/>
    <w:rsid w:val="00C16FA6"/>
    <w:rsid w:val="00C17B0B"/>
    <w:rsid w:val="00C22728"/>
    <w:rsid w:val="00C2288C"/>
    <w:rsid w:val="00C22B2F"/>
    <w:rsid w:val="00C22BD1"/>
    <w:rsid w:val="00C23562"/>
    <w:rsid w:val="00C23A6F"/>
    <w:rsid w:val="00C24160"/>
    <w:rsid w:val="00C24480"/>
    <w:rsid w:val="00C252FB"/>
    <w:rsid w:val="00C25668"/>
    <w:rsid w:val="00C2689F"/>
    <w:rsid w:val="00C274BD"/>
    <w:rsid w:val="00C2757C"/>
    <w:rsid w:val="00C30FFC"/>
    <w:rsid w:val="00C313EC"/>
    <w:rsid w:val="00C31552"/>
    <w:rsid w:val="00C34749"/>
    <w:rsid w:val="00C34C5E"/>
    <w:rsid w:val="00C34FBD"/>
    <w:rsid w:val="00C36F00"/>
    <w:rsid w:val="00C415E5"/>
    <w:rsid w:val="00C41B67"/>
    <w:rsid w:val="00C420C0"/>
    <w:rsid w:val="00C42A9D"/>
    <w:rsid w:val="00C42C2F"/>
    <w:rsid w:val="00C4310A"/>
    <w:rsid w:val="00C43D83"/>
    <w:rsid w:val="00C4415B"/>
    <w:rsid w:val="00C44501"/>
    <w:rsid w:val="00C4484E"/>
    <w:rsid w:val="00C461B8"/>
    <w:rsid w:val="00C46BA3"/>
    <w:rsid w:val="00C50AAF"/>
    <w:rsid w:val="00C53590"/>
    <w:rsid w:val="00C53D65"/>
    <w:rsid w:val="00C54005"/>
    <w:rsid w:val="00C56208"/>
    <w:rsid w:val="00C60152"/>
    <w:rsid w:val="00C60838"/>
    <w:rsid w:val="00C609F2"/>
    <w:rsid w:val="00C63C34"/>
    <w:rsid w:val="00C642CD"/>
    <w:rsid w:val="00C64563"/>
    <w:rsid w:val="00C67637"/>
    <w:rsid w:val="00C676A6"/>
    <w:rsid w:val="00C70342"/>
    <w:rsid w:val="00C7214C"/>
    <w:rsid w:val="00C73FEF"/>
    <w:rsid w:val="00C77E03"/>
    <w:rsid w:val="00C803C5"/>
    <w:rsid w:val="00C808D3"/>
    <w:rsid w:val="00C81090"/>
    <w:rsid w:val="00C814F5"/>
    <w:rsid w:val="00C82023"/>
    <w:rsid w:val="00C82A8B"/>
    <w:rsid w:val="00C82C4F"/>
    <w:rsid w:val="00C85CA0"/>
    <w:rsid w:val="00C9167F"/>
    <w:rsid w:val="00C92648"/>
    <w:rsid w:val="00C92EF2"/>
    <w:rsid w:val="00C94934"/>
    <w:rsid w:val="00C97E83"/>
    <w:rsid w:val="00CA1153"/>
    <w:rsid w:val="00CA1387"/>
    <w:rsid w:val="00CA1ED1"/>
    <w:rsid w:val="00CA24BF"/>
    <w:rsid w:val="00CA389A"/>
    <w:rsid w:val="00CA38EF"/>
    <w:rsid w:val="00CA3BD4"/>
    <w:rsid w:val="00CA7985"/>
    <w:rsid w:val="00CA79ED"/>
    <w:rsid w:val="00CB0ACF"/>
    <w:rsid w:val="00CB170C"/>
    <w:rsid w:val="00CB3208"/>
    <w:rsid w:val="00CB3642"/>
    <w:rsid w:val="00CB4A65"/>
    <w:rsid w:val="00CB6AE6"/>
    <w:rsid w:val="00CC127F"/>
    <w:rsid w:val="00CC3FD3"/>
    <w:rsid w:val="00CC4877"/>
    <w:rsid w:val="00CC4C3F"/>
    <w:rsid w:val="00CC5BAE"/>
    <w:rsid w:val="00CC6C57"/>
    <w:rsid w:val="00CD1A2E"/>
    <w:rsid w:val="00CD5E44"/>
    <w:rsid w:val="00CD6B57"/>
    <w:rsid w:val="00CD71EB"/>
    <w:rsid w:val="00CD760C"/>
    <w:rsid w:val="00CD7615"/>
    <w:rsid w:val="00CD7CDB"/>
    <w:rsid w:val="00CD7E8E"/>
    <w:rsid w:val="00CE0258"/>
    <w:rsid w:val="00CE16C9"/>
    <w:rsid w:val="00CE19EF"/>
    <w:rsid w:val="00CE2D08"/>
    <w:rsid w:val="00CE32A7"/>
    <w:rsid w:val="00CE4BF0"/>
    <w:rsid w:val="00CE51E4"/>
    <w:rsid w:val="00CE538E"/>
    <w:rsid w:val="00CE5BDD"/>
    <w:rsid w:val="00CF05AB"/>
    <w:rsid w:val="00CF065B"/>
    <w:rsid w:val="00CF0A9B"/>
    <w:rsid w:val="00CF1C25"/>
    <w:rsid w:val="00CF311B"/>
    <w:rsid w:val="00CF46CF"/>
    <w:rsid w:val="00CF54AE"/>
    <w:rsid w:val="00CF5D9B"/>
    <w:rsid w:val="00CF6B0C"/>
    <w:rsid w:val="00CF6E9B"/>
    <w:rsid w:val="00CF715F"/>
    <w:rsid w:val="00D00FB5"/>
    <w:rsid w:val="00D023B9"/>
    <w:rsid w:val="00D038EE"/>
    <w:rsid w:val="00D04614"/>
    <w:rsid w:val="00D04EA3"/>
    <w:rsid w:val="00D06E6C"/>
    <w:rsid w:val="00D11231"/>
    <w:rsid w:val="00D11A73"/>
    <w:rsid w:val="00D12282"/>
    <w:rsid w:val="00D12415"/>
    <w:rsid w:val="00D17150"/>
    <w:rsid w:val="00D178C0"/>
    <w:rsid w:val="00D17C7C"/>
    <w:rsid w:val="00D2020D"/>
    <w:rsid w:val="00D20755"/>
    <w:rsid w:val="00D221E9"/>
    <w:rsid w:val="00D22FC9"/>
    <w:rsid w:val="00D23695"/>
    <w:rsid w:val="00D23A26"/>
    <w:rsid w:val="00D24AB7"/>
    <w:rsid w:val="00D26C81"/>
    <w:rsid w:val="00D277C6"/>
    <w:rsid w:val="00D30965"/>
    <w:rsid w:val="00D33CD0"/>
    <w:rsid w:val="00D34ADC"/>
    <w:rsid w:val="00D34BB1"/>
    <w:rsid w:val="00D364B7"/>
    <w:rsid w:val="00D404D8"/>
    <w:rsid w:val="00D41ACE"/>
    <w:rsid w:val="00D41FBA"/>
    <w:rsid w:val="00D43022"/>
    <w:rsid w:val="00D431C9"/>
    <w:rsid w:val="00D454A3"/>
    <w:rsid w:val="00D46BD3"/>
    <w:rsid w:val="00D479AC"/>
    <w:rsid w:val="00D51908"/>
    <w:rsid w:val="00D51A7D"/>
    <w:rsid w:val="00D52AAA"/>
    <w:rsid w:val="00D54EE8"/>
    <w:rsid w:val="00D55189"/>
    <w:rsid w:val="00D55FE4"/>
    <w:rsid w:val="00D57E44"/>
    <w:rsid w:val="00D615E2"/>
    <w:rsid w:val="00D61BB6"/>
    <w:rsid w:val="00D63D3F"/>
    <w:rsid w:val="00D64512"/>
    <w:rsid w:val="00D660C9"/>
    <w:rsid w:val="00D67634"/>
    <w:rsid w:val="00D70FD1"/>
    <w:rsid w:val="00D71141"/>
    <w:rsid w:val="00D71D54"/>
    <w:rsid w:val="00D71E54"/>
    <w:rsid w:val="00D725F3"/>
    <w:rsid w:val="00D727CC"/>
    <w:rsid w:val="00D813BE"/>
    <w:rsid w:val="00D8371D"/>
    <w:rsid w:val="00D83E0C"/>
    <w:rsid w:val="00D85A17"/>
    <w:rsid w:val="00D862CC"/>
    <w:rsid w:val="00D8774C"/>
    <w:rsid w:val="00D91A34"/>
    <w:rsid w:val="00D92ADD"/>
    <w:rsid w:val="00D958A9"/>
    <w:rsid w:val="00D96A40"/>
    <w:rsid w:val="00D96A81"/>
    <w:rsid w:val="00D96B4A"/>
    <w:rsid w:val="00DA0174"/>
    <w:rsid w:val="00DA2C9B"/>
    <w:rsid w:val="00DA2DEE"/>
    <w:rsid w:val="00DA2EC8"/>
    <w:rsid w:val="00DA3122"/>
    <w:rsid w:val="00DA37BA"/>
    <w:rsid w:val="00DA3B49"/>
    <w:rsid w:val="00DA6A7A"/>
    <w:rsid w:val="00DA7883"/>
    <w:rsid w:val="00DB0A73"/>
    <w:rsid w:val="00DB172E"/>
    <w:rsid w:val="00DB4417"/>
    <w:rsid w:val="00DB5277"/>
    <w:rsid w:val="00DB534D"/>
    <w:rsid w:val="00DB593F"/>
    <w:rsid w:val="00DB69CD"/>
    <w:rsid w:val="00DB69DB"/>
    <w:rsid w:val="00DB6A31"/>
    <w:rsid w:val="00DB6F3D"/>
    <w:rsid w:val="00DB790C"/>
    <w:rsid w:val="00DC0294"/>
    <w:rsid w:val="00DC5280"/>
    <w:rsid w:val="00DC5DC0"/>
    <w:rsid w:val="00DC763F"/>
    <w:rsid w:val="00DC7693"/>
    <w:rsid w:val="00DD08B1"/>
    <w:rsid w:val="00DD0EE5"/>
    <w:rsid w:val="00DD19D0"/>
    <w:rsid w:val="00DD1EF4"/>
    <w:rsid w:val="00DD2E32"/>
    <w:rsid w:val="00DD3678"/>
    <w:rsid w:val="00DD46F0"/>
    <w:rsid w:val="00DD4886"/>
    <w:rsid w:val="00DD4AB7"/>
    <w:rsid w:val="00DD4DBF"/>
    <w:rsid w:val="00DD6145"/>
    <w:rsid w:val="00DD6497"/>
    <w:rsid w:val="00DD67ED"/>
    <w:rsid w:val="00DD6DED"/>
    <w:rsid w:val="00DD7D2C"/>
    <w:rsid w:val="00DE081E"/>
    <w:rsid w:val="00DE126F"/>
    <w:rsid w:val="00DE2C39"/>
    <w:rsid w:val="00DE3E47"/>
    <w:rsid w:val="00DE4BB4"/>
    <w:rsid w:val="00DE4E01"/>
    <w:rsid w:val="00DE4E84"/>
    <w:rsid w:val="00DE51B8"/>
    <w:rsid w:val="00DE5648"/>
    <w:rsid w:val="00DE5F12"/>
    <w:rsid w:val="00DE5F65"/>
    <w:rsid w:val="00DE666C"/>
    <w:rsid w:val="00DE6B0E"/>
    <w:rsid w:val="00DF02F5"/>
    <w:rsid w:val="00DF0962"/>
    <w:rsid w:val="00DF13B2"/>
    <w:rsid w:val="00DF2171"/>
    <w:rsid w:val="00DF22AE"/>
    <w:rsid w:val="00DF33B9"/>
    <w:rsid w:val="00DF37B4"/>
    <w:rsid w:val="00DF3DC4"/>
    <w:rsid w:val="00DF4929"/>
    <w:rsid w:val="00DF4EFA"/>
    <w:rsid w:val="00DF634C"/>
    <w:rsid w:val="00DF655E"/>
    <w:rsid w:val="00DF65F8"/>
    <w:rsid w:val="00E01E13"/>
    <w:rsid w:val="00E0224D"/>
    <w:rsid w:val="00E034F3"/>
    <w:rsid w:val="00E03548"/>
    <w:rsid w:val="00E04C5C"/>
    <w:rsid w:val="00E05608"/>
    <w:rsid w:val="00E066EF"/>
    <w:rsid w:val="00E073E9"/>
    <w:rsid w:val="00E10E91"/>
    <w:rsid w:val="00E12A5B"/>
    <w:rsid w:val="00E12F8A"/>
    <w:rsid w:val="00E13529"/>
    <w:rsid w:val="00E150EB"/>
    <w:rsid w:val="00E155EB"/>
    <w:rsid w:val="00E161B5"/>
    <w:rsid w:val="00E16411"/>
    <w:rsid w:val="00E1736F"/>
    <w:rsid w:val="00E1792B"/>
    <w:rsid w:val="00E17E5E"/>
    <w:rsid w:val="00E218FF"/>
    <w:rsid w:val="00E2255E"/>
    <w:rsid w:val="00E22AA0"/>
    <w:rsid w:val="00E24BC4"/>
    <w:rsid w:val="00E25558"/>
    <w:rsid w:val="00E26C6D"/>
    <w:rsid w:val="00E3498C"/>
    <w:rsid w:val="00E34C03"/>
    <w:rsid w:val="00E34FF7"/>
    <w:rsid w:val="00E35C64"/>
    <w:rsid w:val="00E3630A"/>
    <w:rsid w:val="00E36932"/>
    <w:rsid w:val="00E3734D"/>
    <w:rsid w:val="00E40CAC"/>
    <w:rsid w:val="00E41B5C"/>
    <w:rsid w:val="00E41BA1"/>
    <w:rsid w:val="00E4249C"/>
    <w:rsid w:val="00E426EC"/>
    <w:rsid w:val="00E43C1B"/>
    <w:rsid w:val="00E43DB9"/>
    <w:rsid w:val="00E44493"/>
    <w:rsid w:val="00E458D3"/>
    <w:rsid w:val="00E5012F"/>
    <w:rsid w:val="00E50174"/>
    <w:rsid w:val="00E52990"/>
    <w:rsid w:val="00E53216"/>
    <w:rsid w:val="00E53ABB"/>
    <w:rsid w:val="00E53FB9"/>
    <w:rsid w:val="00E53FC9"/>
    <w:rsid w:val="00E54730"/>
    <w:rsid w:val="00E547CB"/>
    <w:rsid w:val="00E5581B"/>
    <w:rsid w:val="00E55F77"/>
    <w:rsid w:val="00E57209"/>
    <w:rsid w:val="00E575A6"/>
    <w:rsid w:val="00E605EF"/>
    <w:rsid w:val="00E609E7"/>
    <w:rsid w:val="00E61C5D"/>
    <w:rsid w:val="00E61ED4"/>
    <w:rsid w:val="00E63140"/>
    <w:rsid w:val="00E642A1"/>
    <w:rsid w:val="00E66963"/>
    <w:rsid w:val="00E670FA"/>
    <w:rsid w:val="00E67586"/>
    <w:rsid w:val="00E707E4"/>
    <w:rsid w:val="00E714AD"/>
    <w:rsid w:val="00E74F94"/>
    <w:rsid w:val="00E76327"/>
    <w:rsid w:val="00E8080F"/>
    <w:rsid w:val="00E8196B"/>
    <w:rsid w:val="00E822AE"/>
    <w:rsid w:val="00E822DD"/>
    <w:rsid w:val="00E824A8"/>
    <w:rsid w:val="00E82CB7"/>
    <w:rsid w:val="00E82CD1"/>
    <w:rsid w:val="00E8651D"/>
    <w:rsid w:val="00E87A07"/>
    <w:rsid w:val="00E914D8"/>
    <w:rsid w:val="00E926C9"/>
    <w:rsid w:val="00E933BD"/>
    <w:rsid w:val="00E93B03"/>
    <w:rsid w:val="00E93EE7"/>
    <w:rsid w:val="00E95018"/>
    <w:rsid w:val="00E9551B"/>
    <w:rsid w:val="00E96021"/>
    <w:rsid w:val="00E9666D"/>
    <w:rsid w:val="00E96BF3"/>
    <w:rsid w:val="00EA50C2"/>
    <w:rsid w:val="00EA5A1D"/>
    <w:rsid w:val="00EA62B3"/>
    <w:rsid w:val="00EA6AE5"/>
    <w:rsid w:val="00EA7E7D"/>
    <w:rsid w:val="00EB03F5"/>
    <w:rsid w:val="00EB329C"/>
    <w:rsid w:val="00EB329F"/>
    <w:rsid w:val="00EB382F"/>
    <w:rsid w:val="00EB3D23"/>
    <w:rsid w:val="00EB4C0E"/>
    <w:rsid w:val="00EB63BC"/>
    <w:rsid w:val="00EC08F9"/>
    <w:rsid w:val="00EC0D98"/>
    <w:rsid w:val="00EC11A9"/>
    <w:rsid w:val="00EC1EB4"/>
    <w:rsid w:val="00EC4DDD"/>
    <w:rsid w:val="00EC7993"/>
    <w:rsid w:val="00ED1520"/>
    <w:rsid w:val="00ED3FD1"/>
    <w:rsid w:val="00ED63E4"/>
    <w:rsid w:val="00ED66F1"/>
    <w:rsid w:val="00ED6AAC"/>
    <w:rsid w:val="00ED7400"/>
    <w:rsid w:val="00EE08A7"/>
    <w:rsid w:val="00EE1799"/>
    <w:rsid w:val="00EE2BF7"/>
    <w:rsid w:val="00EE42DD"/>
    <w:rsid w:val="00EE59FB"/>
    <w:rsid w:val="00EE76BD"/>
    <w:rsid w:val="00EE78EA"/>
    <w:rsid w:val="00EF0AD0"/>
    <w:rsid w:val="00EF2166"/>
    <w:rsid w:val="00EF6298"/>
    <w:rsid w:val="00EF728C"/>
    <w:rsid w:val="00EF74E9"/>
    <w:rsid w:val="00F00907"/>
    <w:rsid w:val="00F00DAC"/>
    <w:rsid w:val="00F02F41"/>
    <w:rsid w:val="00F042A2"/>
    <w:rsid w:val="00F05712"/>
    <w:rsid w:val="00F05F72"/>
    <w:rsid w:val="00F1194F"/>
    <w:rsid w:val="00F13272"/>
    <w:rsid w:val="00F13935"/>
    <w:rsid w:val="00F14C42"/>
    <w:rsid w:val="00F1770D"/>
    <w:rsid w:val="00F21120"/>
    <w:rsid w:val="00F21619"/>
    <w:rsid w:val="00F2724B"/>
    <w:rsid w:val="00F303AD"/>
    <w:rsid w:val="00F31299"/>
    <w:rsid w:val="00F3151B"/>
    <w:rsid w:val="00F3187B"/>
    <w:rsid w:val="00F32D2E"/>
    <w:rsid w:val="00F32E2F"/>
    <w:rsid w:val="00F33F5E"/>
    <w:rsid w:val="00F3453D"/>
    <w:rsid w:val="00F34EE6"/>
    <w:rsid w:val="00F3728F"/>
    <w:rsid w:val="00F4142B"/>
    <w:rsid w:val="00F43325"/>
    <w:rsid w:val="00F44EE4"/>
    <w:rsid w:val="00F454AE"/>
    <w:rsid w:val="00F463B6"/>
    <w:rsid w:val="00F4646A"/>
    <w:rsid w:val="00F46584"/>
    <w:rsid w:val="00F46639"/>
    <w:rsid w:val="00F467E0"/>
    <w:rsid w:val="00F46EF2"/>
    <w:rsid w:val="00F47754"/>
    <w:rsid w:val="00F4779A"/>
    <w:rsid w:val="00F50B2C"/>
    <w:rsid w:val="00F51491"/>
    <w:rsid w:val="00F52AFC"/>
    <w:rsid w:val="00F536C5"/>
    <w:rsid w:val="00F55256"/>
    <w:rsid w:val="00F56902"/>
    <w:rsid w:val="00F61652"/>
    <w:rsid w:val="00F61BB4"/>
    <w:rsid w:val="00F62946"/>
    <w:rsid w:val="00F6353F"/>
    <w:rsid w:val="00F64DAB"/>
    <w:rsid w:val="00F656F4"/>
    <w:rsid w:val="00F66206"/>
    <w:rsid w:val="00F66640"/>
    <w:rsid w:val="00F66782"/>
    <w:rsid w:val="00F66E72"/>
    <w:rsid w:val="00F6798E"/>
    <w:rsid w:val="00F709A5"/>
    <w:rsid w:val="00F70A1C"/>
    <w:rsid w:val="00F746B0"/>
    <w:rsid w:val="00F74E47"/>
    <w:rsid w:val="00F75511"/>
    <w:rsid w:val="00F75DAB"/>
    <w:rsid w:val="00F760B3"/>
    <w:rsid w:val="00F76297"/>
    <w:rsid w:val="00F76CFF"/>
    <w:rsid w:val="00F77676"/>
    <w:rsid w:val="00F77708"/>
    <w:rsid w:val="00F8011F"/>
    <w:rsid w:val="00F81884"/>
    <w:rsid w:val="00F8352D"/>
    <w:rsid w:val="00F846F1"/>
    <w:rsid w:val="00F851F1"/>
    <w:rsid w:val="00F87471"/>
    <w:rsid w:val="00F90DD8"/>
    <w:rsid w:val="00F90F3A"/>
    <w:rsid w:val="00F91835"/>
    <w:rsid w:val="00F9252A"/>
    <w:rsid w:val="00F92AFD"/>
    <w:rsid w:val="00F92E3B"/>
    <w:rsid w:val="00F92F9A"/>
    <w:rsid w:val="00F93CE6"/>
    <w:rsid w:val="00F9613E"/>
    <w:rsid w:val="00F96C8F"/>
    <w:rsid w:val="00FA041E"/>
    <w:rsid w:val="00FA1130"/>
    <w:rsid w:val="00FA2238"/>
    <w:rsid w:val="00FA410E"/>
    <w:rsid w:val="00FA4993"/>
    <w:rsid w:val="00FA67FA"/>
    <w:rsid w:val="00FA77C1"/>
    <w:rsid w:val="00FB0D2A"/>
    <w:rsid w:val="00FB378C"/>
    <w:rsid w:val="00FB5D83"/>
    <w:rsid w:val="00FB7F6A"/>
    <w:rsid w:val="00FC04FA"/>
    <w:rsid w:val="00FC1667"/>
    <w:rsid w:val="00FC172A"/>
    <w:rsid w:val="00FC2BE6"/>
    <w:rsid w:val="00FC31EB"/>
    <w:rsid w:val="00FC4AB0"/>
    <w:rsid w:val="00FC5180"/>
    <w:rsid w:val="00FC634B"/>
    <w:rsid w:val="00FC6371"/>
    <w:rsid w:val="00FD0F58"/>
    <w:rsid w:val="00FD1990"/>
    <w:rsid w:val="00FD1997"/>
    <w:rsid w:val="00FD328B"/>
    <w:rsid w:val="00FD43D0"/>
    <w:rsid w:val="00FD44D2"/>
    <w:rsid w:val="00FD58DD"/>
    <w:rsid w:val="00FE1141"/>
    <w:rsid w:val="00FE1C63"/>
    <w:rsid w:val="00FE63D5"/>
    <w:rsid w:val="00FF06D2"/>
    <w:rsid w:val="00FF1432"/>
    <w:rsid w:val="00FF17DC"/>
    <w:rsid w:val="00FF1FBD"/>
    <w:rsid w:val="00FF38D4"/>
    <w:rsid w:val="00FF3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90DD8"/>
    <w:pPr>
      <w:widowControl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0A6B2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widowControl/>
      <w:spacing w:line="360" w:lineRule="auto"/>
      <w:ind w:firstLine="567"/>
      <w:jc w:val="both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widowControl/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EA7E7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consplusnormal">
    <w:name w:val="consplusnormal"/>
    <w:basedOn w:val="a"/>
    <w:rsid w:val="00F1194F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90D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1">
    <w:name w:val="Hyperlink"/>
    <w:basedOn w:val="a0"/>
    <w:uiPriority w:val="99"/>
    <w:semiHidden/>
    <w:unhideWhenUsed/>
    <w:rsid w:val="00F90DD8"/>
    <w:rPr>
      <w:color w:val="0000FF"/>
      <w:u w:val="single"/>
    </w:rPr>
  </w:style>
  <w:style w:type="paragraph" w:styleId="af2">
    <w:name w:val="endnote text"/>
    <w:basedOn w:val="a"/>
    <w:link w:val="af3"/>
    <w:uiPriority w:val="99"/>
    <w:semiHidden/>
    <w:unhideWhenUsed/>
    <w:rsid w:val="00B83CC6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B83C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B83CC6"/>
    <w:rPr>
      <w:vertAlign w:val="superscript"/>
    </w:rPr>
  </w:style>
  <w:style w:type="paragraph" w:styleId="af5">
    <w:name w:val="No Spacing"/>
    <w:rsid w:val="0072222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90DD8"/>
    <w:pPr>
      <w:widowControl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0A6B2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widowControl/>
      <w:spacing w:line="360" w:lineRule="auto"/>
      <w:ind w:firstLine="567"/>
      <w:jc w:val="both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widowControl/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EA7E7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consplusnormal">
    <w:name w:val="consplusnormal"/>
    <w:basedOn w:val="a"/>
    <w:rsid w:val="00F1194F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90D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1">
    <w:name w:val="Hyperlink"/>
    <w:basedOn w:val="a0"/>
    <w:uiPriority w:val="99"/>
    <w:semiHidden/>
    <w:unhideWhenUsed/>
    <w:rsid w:val="00F90DD8"/>
    <w:rPr>
      <w:color w:val="0000FF"/>
      <w:u w:val="single"/>
    </w:rPr>
  </w:style>
  <w:style w:type="paragraph" w:styleId="af2">
    <w:name w:val="endnote text"/>
    <w:basedOn w:val="a"/>
    <w:link w:val="af3"/>
    <w:uiPriority w:val="99"/>
    <w:semiHidden/>
    <w:unhideWhenUsed/>
    <w:rsid w:val="00B83CC6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B83C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B83CC6"/>
    <w:rPr>
      <w:vertAlign w:val="superscript"/>
    </w:rPr>
  </w:style>
  <w:style w:type="paragraph" w:styleId="af5">
    <w:name w:val="No Spacing"/>
    <w:rsid w:val="0072222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2851D-E86B-48CA-84E2-C7370801B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8</Pages>
  <Words>3060</Words>
  <Characters>17447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9</cp:revision>
  <cp:lastPrinted>2019-06-19T06:19:00Z</cp:lastPrinted>
  <dcterms:created xsi:type="dcterms:W3CDTF">2019-06-19T11:56:00Z</dcterms:created>
  <dcterms:modified xsi:type="dcterms:W3CDTF">2019-06-26T12:30:00Z</dcterms:modified>
</cp:coreProperties>
</file>