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CA3F71">
        <w:rPr>
          <w:rFonts w:ascii="Times New Roman" w:hAnsi="Times New Roman"/>
          <w:sz w:val="28"/>
          <w:szCs w:val="28"/>
        </w:rPr>
        <w:t>2</w:t>
      </w:r>
    </w:p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от ___</w:t>
      </w:r>
      <w:r w:rsidR="00005293" w:rsidRPr="00CA3F71">
        <w:rPr>
          <w:rFonts w:ascii="Times New Roman" w:hAnsi="Times New Roman"/>
          <w:sz w:val="28"/>
          <w:szCs w:val="28"/>
        </w:rPr>
        <w:t>__</w:t>
      </w:r>
      <w:r w:rsidRPr="00CA3F71">
        <w:rPr>
          <w:rFonts w:ascii="Times New Roman" w:hAnsi="Times New Roman"/>
          <w:sz w:val="28"/>
          <w:szCs w:val="28"/>
        </w:rPr>
        <w:t>_________</w:t>
      </w:r>
      <w:r w:rsidR="00005293" w:rsidRPr="00CA3F71">
        <w:rPr>
          <w:rFonts w:ascii="Times New Roman" w:hAnsi="Times New Roman"/>
          <w:sz w:val="28"/>
          <w:szCs w:val="28"/>
        </w:rPr>
        <w:t xml:space="preserve"> </w:t>
      </w:r>
      <w:r w:rsidRPr="00CA3F71">
        <w:rPr>
          <w:rFonts w:ascii="Times New Roman" w:hAnsi="Times New Roman"/>
          <w:sz w:val="28"/>
          <w:szCs w:val="28"/>
        </w:rPr>
        <w:t>№</w:t>
      </w:r>
      <w:r w:rsidR="00005293" w:rsidRPr="00CA3F71">
        <w:rPr>
          <w:rFonts w:ascii="Times New Roman" w:hAnsi="Times New Roman"/>
          <w:sz w:val="28"/>
          <w:szCs w:val="28"/>
        </w:rPr>
        <w:t xml:space="preserve"> </w:t>
      </w:r>
      <w:r w:rsidRPr="00CA3F71">
        <w:rPr>
          <w:rFonts w:ascii="Times New Roman" w:hAnsi="Times New Roman"/>
          <w:sz w:val="28"/>
          <w:szCs w:val="28"/>
        </w:rPr>
        <w:t>__</w:t>
      </w:r>
      <w:r w:rsidR="00005293" w:rsidRPr="00CA3F71">
        <w:rPr>
          <w:rFonts w:ascii="Times New Roman" w:hAnsi="Times New Roman"/>
          <w:sz w:val="28"/>
          <w:szCs w:val="28"/>
        </w:rPr>
        <w:t>____</w:t>
      </w:r>
      <w:r w:rsidRPr="00CA3F71">
        <w:rPr>
          <w:rFonts w:ascii="Times New Roman" w:hAnsi="Times New Roman"/>
          <w:sz w:val="28"/>
          <w:szCs w:val="28"/>
        </w:rPr>
        <w:t>_</w:t>
      </w:r>
    </w:p>
    <w:p w:rsidR="00126B60" w:rsidRPr="00CA3F71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CA3F71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Исполнение</w:t>
      </w:r>
    </w:p>
    <w:p w:rsidR="00B67005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расходов</w:t>
      </w:r>
      <w:r w:rsidR="00B67005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бюджета </w:t>
      </w:r>
      <w:r w:rsidR="003A0085" w:rsidRPr="00CA3F7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Pr="00CA3F71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F75431" w:rsidRPr="00CA3F71">
        <w:rPr>
          <w:rFonts w:ascii="Times New Roman" w:hAnsi="Times New Roman"/>
          <w:b/>
          <w:sz w:val="28"/>
          <w:szCs w:val="28"/>
        </w:rPr>
        <w:t xml:space="preserve"> з</w:t>
      </w:r>
      <w:r w:rsidRPr="00CA3F71">
        <w:rPr>
          <w:rFonts w:ascii="Times New Roman" w:hAnsi="Times New Roman"/>
          <w:b/>
          <w:sz w:val="28"/>
          <w:szCs w:val="28"/>
        </w:rPr>
        <w:t>а 20</w:t>
      </w:r>
      <w:r w:rsidR="00EA533D" w:rsidRPr="00CA3F71">
        <w:rPr>
          <w:rFonts w:ascii="Times New Roman" w:hAnsi="Times New Roman"/>
          <w:b/>
          <w:sz w:val="28"/>
          <w:szCs w:val="28"/>
        </w:rPr>
        <w:t>2</w:t>
      </w:r>
      <w:r w:rsidR="00B94184">
        <w:rPr>
          <w:rFonts w:ascii="Times New Roman" w:hAnsi="Times New Roman"/>
          <w:b/>
          <w:sz w:val="28"/>
          <w:szCs w:val="28"/>
        </w:rPr>
        <w:t>4</w:t>
      </w:r>
      <w:r w:rsidRPr="00CA3F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CA3F71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569"/>
        <w:gridCol w:w="571"/>
        <w:gridCol w:w="1838"/>
        <w:gridCol w:w="569"/>
        <w:gridCol w:w="2513"/>
      </w:tblGrid>
      <w:tr w:rsidR="00F75431" w:rsidRPr="00CA3F71" w:rsidTr="00264BA0">
        <w:trPr>
          <w:trHeight w:val="284"/>
          <w:tblHeader/>
        </w:trPr>
        <w:tc>
          <w:tcPr>
            <w:tcW w:w="172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9" w:type="pct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23 937 910 164,81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1511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116 880 869,99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29 497 222,37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4847CC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9 685,11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18 128,00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CB4F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  <w:r w:rsidR="00CB4F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E27E3F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289 9</w:t>
            </w:r>
            <w:r w:rsidR="004847CC"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23 791 214 359,34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AD18B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AD18B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2F2429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4847CC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2F2429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23 790 711 578,21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23 790 711 578,21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23 790 711 578,21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16CD2">
              <w:rPr>
                <w:rFonts w:ascii="Times New Roman" w:hAnsi="Times New Roman"/>
                <w:sz w:val="28"/>
                <w:szCs w:val="28"/>
              </w:rPr>
              <w:t>Дополнительное финансовое обеспечение медицинской помощи, оказанной лицам, застрахованным по обязательному медицинскому страхова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lastRenderedPageBreak/>
              <w:t>нию, в рамках реализации территориальных программ обязательного медицинского страхования в 2024 году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73 1 00 50369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389 894,76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369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389 894,76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22 523 532 915,87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21 670 522 880,97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853 010 034,90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lastRenderedPageBreak/>
              <w:t>лис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817 073 898,31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817 073 898,31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помощи, оказанной застрахованным лицам за пределами территории субъекта Российской Федерации, в котор</w:t>
            </w:r>
            <w:bookmarkStart w:id="0" w:name="_GoBack"/>
            <w:bookmarkEnd w:id="0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 выдан полис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909 847,59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909 847,59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61 287 282,84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61 287 282,84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8A42F6" w:rsidRDefault="00B94184" w:rsidP="00B9418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F81018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F81018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F81018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8A42F6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318 081 200,00</w:t>
            </w:r>
          </w:p>
        </w:tc>
      </w:tr>
      <w:tr w:rsidR="00B94184" w:rsidRPr="00C761C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761C5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318 081 200,00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1 405 724,44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1 405 724,44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53 956 010,50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53 956 010,50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640A34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14 074 803,90</w:t>
            </w:r>
          </w:p>
        </w:tc>
      </w:tr>
      <w:tr w:rsidR="00B94184" w:rsidRPr="003759D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3759D5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14 074 803,90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B6B67" w:rsidRPr="00A91508" w:rsidRDefault="004B6B67" w:rsidP="004B6B67">
      <w:p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Код главного распорядителя средств бюджета Территориального фонда обязательного медицинского страхования Ярославской области </w:t>
      </w:r>
      <w:r w:rsidR="00AA612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395.</w:t>
      </w:r>
    </w:p>
    <w:sectPr w:rsidR="004B6B67" w:rsidRPr="00A91508" w:rsidSect="00E213E4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7CC" w:rsidRDefault="004847CC" w:rsidP="00025BC3">
      <w:r>
        <w:separator/>
      </w:r>
    </w:p>
  </w:endnote>
  <w:endnote w:type="continuationSeparator" w:id="0">
    <w:p w:rsidR="004847CC" w:rsidRDefault="004847C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7CC" w:rsidRDefault="004847CC" w:rsidP="00025BC3">
      <w:r>
        <w:separator/>
      </w:r>
    </w:p>
  </w:footnote>
  <w:footnote w:type="continuationSeparator" w:id="0">
    <w:p w:rsidR="004847CC" w:rsidRDefault="004847C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7CC" w:rsidRDefault="004847C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47CC" w:rsidRDefault="004847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7CC" w:rsidRPr="00AD4911" w:rsidRDefault="004847C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3D6D4F">
      <w:rPr>
        <w:rStyle w:val="a7"/>
        <w:rFonts w:ascii="Times New Roman" w:hAnsi="Times New Roman"/>
        <w:noProof/>
        <w:sz w:val="28"/>
        <w:szCs w:val="24"/>
      </w:rPr>
      <w:t>5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847CC" w:rsidRDefault="004847C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827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4BA0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3F8F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759D5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D6D4F"/>
    <w:rsid w:val="003E2370"/>
    <w:rsid w:val="003F0FA2"/>
    <w:rsid w:val="00414E38"/>
    <w:rsid w:val="00415114"/>
    <w:rsid w:val="00416089"/>
    <w:rsid w:val="0041693E"/>
    <w:rsid w:val="004221F8"/>
    <w:rsid w:val="0044681B"/>
    <w:rsid w:val="00451A90"/>
    <w:rsid w:val="00453030"/>
    <w:rsid w:val="00453E53"/>
    <w:rsid w:val="00472FDC"/>
    <w:rsid w:val="00481630"/>
    <w:rsid w:val="004847CC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B6B67"/>
    <w:rsid w:val="004C256B"/>
    <w:rsid w:val="004C6B22"/>
    <w:rsid w:val="004C73B5"/>
    <w:rsid w:val="004D1D93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03CD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15546"/>
    <w:rsid w:val="00623011"/>
    <w:rsid w:val="00632623"/>
    <w:rsid w:val="00636583"/>
    <w:rsid w:val="00640A34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163E8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4744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A612F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94184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060E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761C5"/>
    <w:rsid w:val="00C84631"/>
    <w:rsid w:val="00C92B67"/>
    <w:rsid w:val="00CA36B5"/>
    <w:rsid w:val="00CA3F71"/>
    <w:rsid w:val="00CA6248"/>
    <w:rsid w:val="00CB4FCB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27E3F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44B"/>
    <w:rsid w:val="00F22786"/>
    <w:rsid w:val="00F23CA0"/>
    <w:rsid w:val="00F24456"/>
    <w:rsid w:val="00F275CE"/>
    <w:rsid w:val="00F624B0"/>
    <w:rsid w:val="00F64237"/>
    <w:rsid w:val="00F66F1C"/>
    <w:rsid w:val="00F75431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49FAE-FED2-4F46-93C3-90410C9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08A8E-E7F4-4D03-8905-78B5B0E5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2023-01-23T10:57:00Z</cp:lastPrinted>
  <dcterms:created xsi:type="dcterms:W3CDTF">2025-04-18T06:46:00Z</dcterms:created>
  <dcterms:modified xsi:type="dcterms:W3CDTF">2025-04-18T06:46:00Z</dcterms:modified>
</cp:coreProperties>
</file>